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6E8351" w14:textId="65830221" w:rsidR="0042385F" w:rsidRDefault="00442E9A" w:rsidP="001E1115">
      <w:pPr>
        <w:pStyle w:val="berschrift1"/>
        <w:spacing w:before="120"/>
      </w:pPr>
      <w:r>
        <w:t>Verwaltung von Daten</w:t>
      </w:r>
      <w:r w:rsidR="008919E0">
        <w:t xml:space="preserve"> – Teil1</w:t>
      </w:r>
    </w:p>
    <w:p w14:paraId="1F70DEE2" w14:textId="2DD9F095" w:rsidR="00B04E20" w:rsidRDefault="00B04E20" w:rsidP="00B04E20">
      <w:pPr>
        <w:pStyle w:val="berschrift2"/>
      </w:pPr>
      <w:bookmarkStart w:id="0" w:name="_Hlk75432069"/>
      <w:r>
        <w:t>Herausforderungen bei der Verwaltung großer Datenbestände</w:t>
      </w:r>
    </w:p>
    <w:bookmarkEnd w:id="0"/>
    <w:p w14:paraId="30DD2404" w14:textId="34C5BD07" w:rsidR="00442E9A" w:rsidRDefault="00442E9A" w:rsidP="00782FAC">
      <w:r w:rsidRPr="00442E9A">
        <w:t>Eine Sammlung von</w:t>
      </w:r>
      <w:r>
        <w:t xml:space="preserve"> Daten</w:t>
      </w:r>
      <w:r w:rsidRPr="00442E9A">
        <w:t xml:space="preserve"> </w:t>
      </w:r>
      <w:r>
        <w:t>lässt sich übersichtlich in Tabellenform darstellen. Ein Beispiel wäre eine Kursliste mit allen Schüler</w:t>
      </w:r>
      <w:r w:rsidR="00782FAC">
        <w:t>n</w:t>
      </w:r>
      <w:r w:rsidR="00782FAC">
        <w:rPr>
          <w:rStyle w:val="Funotenzeichen"/>
        </w:rPr>
        <w:footnoteReference w:id="1"/>
      </w:r>
      <w:r w:rsidR="00782FAC">
        <w:t xml:space="preserve"> </w:t>
      </w:r>
      <w:r>
        <w:t>de</w:t>
      </w:r>
      <w:r w:rsidR="005A4B3C">
        <w:t>s</w:t>
      </w:r>
      <w:r>
        <w:t xml:space="preserve"> Kurses, ihrer Anschrift, Telefonnummer und Geburtsdatum.</w:t>
      </w:r>
    </w:p>
    <w:p w14:paraId="1F9ECE85" w14:textId="7D1700D4" w:rsidR="009900D3" w:rsidRDefault="00442E9A" w:rsidP="00782FAC">
      <w:r w:rsidRPr="007B334A">
        <w:rPr>
          <w:b/>
          <w:bCs/>
        </w:rPr>
        <w:t>Aufgabe 1:</w:t>
      </w:r>
      <w:r>
        <w:t xml:space="preserve"> Nennen Sie weitere Beispiele für Daten, die sich übersichtlich in Tabelle</w:t>
      </w:r>
      <w:r w:rsidR="003E707C">
        <w:t>n</w:t>
      </w:r>
      <w:r>
        <w:t xml:space="preserve"> darstellen lassen.</w:t>
      </w:r>
    </w:p>
    <w:p w14:paraId="6C3EFB6D" w14:textId="0012DB65" w:rsidR="00442E9A" w:rsidRDefault="00442E9A" w:rsidP="00782FAC">
      <w:r>
        <w:t>Schulen, Behörden, Vereine, aber auch Online-Dienste, wie Online-Shops oder soziale Netzwerke müssen so viele Daten verwalten, dass eine</w:t>
      </w:r>
      <w:r w:rsidR="000F1A8A">
        <w:t xml:space="preserve"> einzelne</w:t>
      </w:r>
      <w:r>
        <w:t xml:space="preserve"> Tabelle nicht ausreicht</w:t>
      </w:r>
      <w:r w:rsidR="007B334A">
        <w:t xml:space="preserve">, um die Daten </w:t>
      </w:r>
      <w:r w:rsidR="00DA3931">
        <w:t>übersicht</w:t>
      </w:r>
      <w:r w:rsidR="00DA3931">
        <w:softHyphen/>
        <w:t xml:space="preserve">lich und </w:t>
      </w:r>
      <w:r w:rsidR="007B334A">
        <w:t>effizient zu speichern</w:t>
      </w:r>
      <w:r>
        <w:t>. Wir betrachten als Beispiel die Daten, die ein Sportverein verwaltet.</w:t>
      </w:r>
    </w:p>
    <w:p w14:paraId="43705425" w14:textId="77777777" w:rsidR="007B334A" w:rsidRPr="009900D3" w:rsidRDefault="00442E9A" w:rsidP="000127AC">
      <w:pPr>
        <w:spacing w:after="0"/>
        <w:rPr>
          <w:b/>
          <w:bCs/>
        </w:rPr>
      </w:pPr>
      <w:r w:rsidRPr="009900D3">
        <w:rPr>
          <w:b/>
          <w:bCs/>
        </w:rPr>
        <w:t>Aufgabe 2:</w:t>
      </w:r>
    </w:p>
    <w:p w14:paraId="5CC2D61E" w14:textId="0B2C93AA" w:rsidR="000F5586" w:rsidRDefault="00442E9A" w:rsidP="00CF584B">
      <w:pPr>
        <w:pStyle w:val="Listenabsatz"/>
        <w:numPr>
          <w:ilvl w:val="0"/>
          <w:numId w:val="2"/>
        </w:numPr>
        <w:spacing w:after="0"/>
      </w:pPr>
      <w:r>
        <w:t>Sammel</w:t>
      </w:r>
      <w:r w:rsidR="000F5586">
        <w:t>n Sie</w:t>
      </w:r>
      <w:r>
        <w:t xml:space="preserve"> </w:t>
      </w:r>
      <w:r w:rsidR="00DA3931">
        <w:t xml:space="preserve">in Kleingruppen </w:t>
      </w:r>
      <w:r>
        <w:t>Daten, die ein Sportverein</w:t>
      </w:r>
      <w:r w:rsidR="000F5586">
        <w:t xml:space="preserve"> vermutlich speichern möchte. </w:t>
      </w:r>
      <w:r>
        <w:t>Erstell</w:t>
      </w:r>
      <w:r w:rsidR="000F5586">
        <w:t>en Sie</w:t>
      </w:r>
      <w:r>
        <w:t xml:space="preserve"> eine Mindmap</w:t>
      </w:r>
      <w:r w:rsidR="000F5586">
        <w:t>.</w:t>
      </w:r>
    </w:p>
    <w:p w14:paraId="37669006" w14:textId="20A47270" w:rsidR="009900D3" w:rsidRDefault="007B334A" w:rsidP="00CF584B">
      <w:pPr>
        <w:pStyle w:val="Listenabsatz"/>
        <w:numPr>
          <w:ilvl w:val="0"/>
          <w:numId w:val="2"/>
        </w:numPr>
        <w:spacing w:after="0"/>
      </w:pPr>
      <w:bookmarkStart w:id="1" w:name="_Hlk75431884"/>
      <w:r>
        <w:t xml:space="preserve">Im Sportverein TSV Fitstadt wird für jeden Sportkurs eine Tabelle angelegt. Abbildung </w:t>
      </w:r>
      <w:r w:rsidR="000F1A8A">
        <w:t xml:space="preserve">1 </w:t>
      </w:r>
      <w:r>
        <w:t xml:space="preserve">zeigt das Schema, nach dem die Tabellen aufgebaut sind. </w:t>
      </w:r>
      <w:r w:rsidR="001E1115">
        <w:t xml:space="preserve">Jeder </w:t>
      </w:r>
      <w:r>
        <w:t>Trainer erh</w:t>
      </w:r>
      <w:r w:rsidR="001E1115">
        <w:t>ält</w:t>
      </w:r>
      <w:r>
        <w:t xml:space="preserve"> die Tabelle zu </w:t>
      </w:r>
      <w:r w:rsidR="001E1115">
        <w:t xml:space="preserve">seinem </w:t>
      </w:r>
      <w:r>
        <w:t>Kurs</w:t>
      </w:r>
      <w:r w:rsidR="001E1115">
        <w:t>.</w:t>
      </w:r>
    </w:p>
    <w:p w14:paraId="363A9F11" w14:textId="44B03824" w:rsidR="00FF3F0D" w:rsidRDefault="007B334A" w:rsidP="009900D3">
      <w:pPr>
        <w:pStyle w:val="Listenabsatz"/>
        <w:spacing w:after="0"/>
        <w:ind w:left="360"/>
      </w:pPr>
      <w:r>
        <w:t>D</w:t>
      </w:r>
      <w:r w:rsidR="00FF3F0D">
        <w:t>iskutieren Sie Vor- und Nachteile</w:t>
      </w:r>
      <w:r>
        <w:t xml:space="preserve"> der Tabellenstruktur. Gehen Sie dabei auch auf folgende Aspekte ein</w:t>
      </w:r>
      <w:r w:rsidR="009900D3">
        <w:t>.</w:t>
      </w:r>
    </w:p>
    <w:p w14:paraId="3F0A61E1" w14:textId="09C906B4" w:rsidR="007B334A" w:rsidRDefault="007B334A" w:rsidP="00CF584B">
      <w:pPr>
        <w:pStyle w:val="Listenabsatz"/>
        <w:numPr>
          <w:ilvl w:val="0"/>
          <w:numId w:val="3"/>
        </w:numPr>
        <w:spacing w:after="0"/>
      </w:pPr>
      <w:r>
        <w:t xml:space="preserve">Können alle Daten, die Sie in Teil a) gesammelt haben, in dem </w:t>
      </w:r>
      <w:r w:rsidR="00DA3931">
        <w:t>Tabellens</w:t>
      </w:r>
      <w:r>
        <w:t>chema untergebracht werden?</w:t>
      </w:r>
    </w:p>
    <w:p w14:paraId="7B88B42E" w14:textId="45EAE3B1" w:rsidR="007B334A" w:rsidRDefault="007B334A" w:rsidP="00CF584B">
      <w:pPr>
        <w:pStyle w:val="Listenabsatz"/>
        <w:numPr>
          <w:ilvl w:val="0"/>
          <w:numId w:val="3"/>
        </w:numPr>
        <w:spacing w:after="0"/>
      </w:pPr>
      <w:r>
        <w:t xml:space="preserve">Welche Probleme treten ggf. auf, wenn </w:t>
      </w:r>
    </w:p>
    <w:p w14:paraId="00438999" w14:textId="71945685" w:rsidR="009900D3" w:rsidRDefault="007B334A" w:rsidP="00CF584B">
      <w:pPr>
        <w:pStyle w:val="Listenabsatz"/>
        <w:numPr>
          <w:ilvl w:val="1"/>
          <w:numId w:val="3"/>
        </w:numPr>
        <w:spacing w:after="0"/>
        <w:ind w:left="1134"/>
      </w:pPr>
      <w:r>
        <w:t>ein Mitglied</w:t>
      </w:r>
      <w:r w:rsidR="009900D3">
        <w:t xml:space="preserve">, das </w:t>
      </w:r>
      <w:r>
        <w:t>mehrere Kurse belegt</w:t>
      </w:r>
      <w:r w:rsidR="009900D3">
        <w:t>, umzieht</w:t>
      </w:r>
      <w:r w:rsidR="00EF1C46">
        <w:t>.</w:t>
      </w:r>
    </w:p>
    <w:p w14:paraId="11A46E37" w14:textId="00E61DB0" w:rsidR="009900D3" w:rsidRDefault="009900D3" w:rsidP="00CF584B">
      <w:pPr>
        <w:pStyle w:val="Listenabsatz"/>
        <w:numPr>
          <w:ilvl w:val="1"/>
          <w:numId w:val="3"/>
        </w:numPr>
        <w:spacing w:after="0"/>
        <w:ind w:left="1134"/>
      </w:pPr>
      <w:r>
        <w:t>jemand nach einer Übersicht über alle Handballkurse fragt.</w:t>
      </w:r>
    </w:p>
    <w:p w14:paraId="7840090F" w14:textId="77777777" w:rsidR="009900D3" w:rsidRDefault="007B334A" w:rsidP="00CF584B">
      <w:pPr>
        <w:pStyle w:val="Listenabsatz"/>
        <w:numPr>
          <w:ilvl w:val="1"/>
          <w:numId w:val="3"/>
        </w:numPr>
        <w:spacing w:after="0"/>
        <w:ind w:left="1134"/>
      </w:pPr>
      <w:r>
        <w:t>nachgeschaut werden soll, ob die Trainingszeit Donnerstag von 16:00 bis 17:00 Uhr in Sporthalle 2 noch frei ist.</w:t>
      </w:r>
    </w:p>
    <w:p w14:paraId="47DF867F" w14:textId="4D37FF0A" w:rsidR="007B334A" w:rsidRDefault="007B334A" w:rsidP="001E1115">
      <w:pPr>
        <w:pStyle w:val="Listenabsatz"/>
        <w:numPr>
          <w:ilvl w:val="1"/>
          <w:numId w:val="3"/>
        </w:numPr>
        <w:ind w:left="1134"/>
      </w:pPr>
      <w:r>
        <w:t>ein Mitglied vorübergehend keinen Sport ausüben kann</w:t>
      </w:r>
      <w:r w:rsidR="009900D3">
        <w:t xml:space="preserve"> und sich deshalb von allen Kursen abmeldet, aber passives Mitglied des Vereins bleibt.</w:t>
      </w:r>
    </w:p>
    <w:tbl>
      <w:tblPr>
        <w:tblStyle w:val="Gitternetztabelle5dunkelAkzent1"/>
        <w:tblW w:w="0" w:type="auto"/>
        <w:tblLook w:val="0480" w:firstRow="0" w:lastRow="0" w:firstColumn="1" w:lastColumn="0" w:noHBand="0" w:noVBand="1"/>
      </w:tblPr>
      <w:tblGrid>
        <w:gridCol w:w="1555"/>
        <w:gridCol w:w="3402"/>
      </w:tblGrid>
      <w:tr w:rsidR="009900D3" w:rsidRPr="00B04E20" w14:paraId="10B8CA0F" w14:textId="77777777" w:rsidTr="005A4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1AAB63AE" w14:textId="36635CE9" w:rsidR="009900D3" w:rsidRPr="00B04E20" w:rsidRDefault="009900D3" w:rsidP="007B334A">
            <w:pPr>
              <w:spacing w:after="0"/>
              <w:rPr>
                <w:sz w:val="20"/>
                <w:szCs w:val="20"/>
              </w:rPr>
            </w:pPr>
            <w:r w:rsidRPr="00B04E20">
              <w:rPr>
                <w:sz w:val="20"/>
                <w:szCs w:val="20"/>
              </w:rPr>
              <w:t xml:space="preserve">Kurs: </w:t>
            </w:r>
          </w:p>
        </w:tc>
        <w:tc>
          <w:tcPr>
            <w:tcW w:w="3402" w:type="dxa"/>
          </w:tcPr>
          <w:p w14:paraId="3C1BC747" w14:textId="55DB478C" w:rsidR="009900D3" w:rsidRPr="00B04E20" w:rsidRDefault="009900D3" w:rsidP="007B334A">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B04E20">
              <w:rPr>
                <w:sz w:val="20"/>
                <w:szCs w:val="20"/>
              </w:rPr>
              <w:t>Handball H</w:t>
            </w:r>
            <w:r w:rsidR="00FD576A" w:rsidRPr="00B04E20">
              <w:rPr>
                <w:sz w:val="20"/>
                <w:szCs w:val="20"/>
              </w:rPr>
              <w:t>H</w:t>
            </w:r>
            <w:r w:rsidRPr="00B04E20">
              <w:rPr>
                <w:sz w:val="20"/>
                <w:szCs w:val="20"/>
              </w:rPr>
              <w:t>E</w:t>
            </w:r>
          </w:p>
        </w:tc>
      </w:tr>
      <w:tr w:rsidR="009900D3" w:rsidRPr="00B04E20" w14:paraId="3AB7AA9E" w14:textId="77777777" w:rsidTr="005A4B3C">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1C2C5E12" w14:textId="1CF016B6" w:rsidR="009900D3" w:rsidRPr="00B04E20" w:rsidRDefault="009900D3" w:rsidP="007B334A">
            <w:pPr>
              <w:spacing w:after="0"/>
              <w:rPr>
                <w:sz w:val="20"/>
                <w:szCs w:val="20"/>
              </w:rPr>
            </w:pPr>
            <w:r w:rsidRPr="00B04E20">
              <w:rPr>
                <w:sz w:val="20"/>
                <w:szCs w:val="20"/>
              </w:rPr>
              <w:t>Trainer:</w:t>
            </w:r>
          </w:p>
        </w:tc>
        <w:tc>
          <w:tcPr>
            <w:tcW w:w="3402" w:type="dxa"/>
          </w:tcPr>
          <w:p w14:paraId="6D2189FD" w14:textId="27F0469D" w:rsidR="009900D3" w:rsidRPr="00B04E20" w:rsidRDefault="00F01856" w:rsidP="007B334A">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04E20">
              <w:rPr>
                <w:sz w:val="20"/>
                <w:szCs w:val="20"/>
              </w:rPr>
              <w:t>Rudi</w:t>
            </w:r>
            <w:r w:rsidR="009900D3" w:rsidRPr="00B04E20">
              <w:rPr>
                <w:sz w:val="20"/>
                <w:szCs w:val="20"/>
              </w:rPr>
              <w:t xml:space="preserve"> Hüpfer</w:t>
            </w:r>
          </w:p>
        </w:tc>
      </w:tr>
      <w:tr w:rsidR="009900D3" w:rsidRPr="00B04E20" w14:paraId="55DCECE4" w14:textId="77777777" w:rsidTr="005A4B3C">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3319450B" w14:textId="41A40335" w:rsidR="009900D3" w:rsidRPr="00B04E20" w:rsidRDefault="009900D3" w:rsidP="007B334A">
            <w:pPr>
              <w:spacing w:after="0"/>
              <w:rPr>
                <w:sz w:val="20"/>
                <w:szCs w:val="20"/>
              </w:rPr>
            </w:pPr>
            <w:r w:rsidRPr="00B04E20">
              <w:rPr>
                <w:sz w:val="20"/>
                <w:szCs w:val="20"/>
              </w:rPr>
              <w:t>Ort:</w:t>
            </w:r>
          </w:p>
        </w:tc>
        <w:tc>
          <w:tcPr>
            <w:tcW w:w="3402" w:type="dxa"/>
          </w:tcPr>
          <w:p w14:paraId="6B7A8212" w14:textId="6AD6D3AC" w:rsidR="009900D3" w:rsidRPr="00B04E20" w:rsidRDefault="009900D3" w:rsidP="007B334A">
            <w:pPr>
              <w:spacing w:after="0"/>
              <w:cnfStyle w:val="000000100000" w:firstRow="0" w:lastRow="0" w:firstColumn="0" w:lastColumn="0" w:oddVBand="0" w:evenVBand="0" w:oddHBand="1" w:evenHBand="0" w:firstRowFirstColumn="0" w:firstRowLastColumn="0" w:lastRowFirstColumn="0" w:lastRowLastColumn="0"/>
              <w:rPr>
                <w:sz w:val="20"/>
                <w:szCs w:val="20"/>
              </w:rPr>
            </w:pPr>
            <w:r w:rsidRPr="00B04E20">
              <w:rPr>
                <w:sz w:val="20"/>
                <w:szCs w:val="20"/>
              </w:rPr>
              <w:t>Sporthalle 2</w:t>
            </w:r>
          </w:p>
        </w:tc>
      </w:tr>
      <w:tr w:rsidR="009900D3" w:rsidRPr="00B04E20" w14:paraId="19EB559C" w14:textId="77777777" w:rsidTr="005A4B3C">
        <w:tc>
          <w:tcPr>
            <w:cnfStyle w:val="001000000000" w:firstRow="0" w:lastRow="0" w:firstColumn="1" w:lastColumn="0" w:oddVBand="0" w:evenVBand="0" w:oddHBand="0" w:evenHBand="0" w:firstRowFirstColumn="0" w:firstRowLastColumn="0" w:lastRowFirstColumn="0" w:lastRowLastColumn="0"/>
            <w:tcW w:w="1555" w:type="dxa"/>
            <w:shd w:val="clear" w:color="auto" w:fill="4E6B9E"/>
          </w:tcPr>
          <w:p w14:paraId="1778C684" w14:textId="4C1BDFD8" w:rsidR="009900D3" w:rsidRPr="00B04E20" w:rsidRDefault="009900D3" w:rsidP="007B334A">
            <w:pPr>
              <w:spacing w:after="0"/>
              <w:rPr>
                <w:sz w:val="20"/>
                <w:szCs w:val="20"/>
              </w:rPr>
            </w:pPr>
            <w:r w:rsidRPr="00B04E20">
              <w:rPr>
                <w:sz w:val="20"/>
                <w:szCs w:val="20"/>
              </w:rPr>
              <w:t>Trainingszeit:</w:t>
            </w:r>
          </w:p>
        </w:tc>
        <w:tc>
          <w:tcPr>
            <w:tcW w:w="3402" w:type="dxa"/>
          </w:tcPr>
          <w:p w14:paraId="0F6467B5" w14:textId="69B32FF6" w:rsidR="009900D3" w:rsidRPr="00B04E20" w:rsidRDefault="009900D3" w:rsidP="007B334A">
            <w:pPr>
              <w:spacing w:after="0"/>
              <w:cnfStyle w:val="000000000000" w:firstRow="0" w:lastRow="0" w:firstColumn="0" w:lastColumn="0" w:oddVBand="0" w:evenVBand="0" w:oddHBand="0" w:evenHBand="0" w:firstRowFirstColumn="0" w:firstRowLastColumn="0" w:lastRowFirstColumn="0" w:lastRowLastColumn="0"/>
              <w:rPr>
                <w:sz w:val="20"/>
                <w:szCs w:val="20"/>
              </w:rPr>
            </w:pPr>
            <w:r w:rsidRPr="00B04E20">
              <w:rPr>
                <w:sz w:val="20"/>
                <w:szCs w:val="20"/>
              </w:rPr>
              <w:t>Mittwoch, 17:30 Uhr bis 19:00 Uhr</w:t>
            </w:r>
          </w:p>
        </w:tc>
      </w:tr>
    </w:tbl>
    <w:p w14:paraId="1CB5B8F0" w14:textId="77777777" w:rsidR="009900D3" w:rsidRPr="001E1115" w:rsidRDefault="009900D3" w:rsidP="007B334A">
      <w:pPr>
        <w:spacing w:after="0"/>
        <w:ind w:firstLine="708"/>
        <w:rPr>
          <w:sz w:val="8"/>
          <w:szCs w:val="8"/>
        </w:rPr>
      </w:pPr>
    </w:p>
    <w:tbl>
      <w:tblPr>
        <w:tblStyle w:val="Gitternetztabelle4Akzent1"/>
        <w:tblW w:w="0" w:type="auto"/>
        <w:tblLook w:val="0420" w:firstRow="1" w:lastRow="0" w:firstColumn="0" w:lastColumn="0" w:noHBand="0" w:noVBand="1"/>
      </w:tblPr>
      <w:tblGrid>
        <w:gridCol w:w="1271"/>
        <w:gridCol w:w="1134"/>
        <w:gridCol w:w="1701"/>
        <w:gridCol w:w="1843"/>
        <w:gridCol w:w="1352"/>
        <w:gridCol w:w="1761"/>
      </w:tblGrid>
      <w:tr w:rsidR="009964B1" w:rsidRPr="00B04E20" w14:paraId="3991AB11" w14:textId="77777777" w:rsidTr="001E1115">
        <w:trPr>
          <w:cnfStyle w:val="100000000000" w:firstRow="1" w:lastRow="0" w:firstColumn="0" w:lastColumn="0" w:oddVBand="0" w:evenVBand="0" w:oddHBand="0" w:evenHBand="0" w:firstRowFirstColumn="0" w:firstRowLastColumn="0" w:lastRowFirstColumn="0" w:lastRowLastColumn="0"/>
        </w:trPr>
        <w:tc>
          <w:tcPr>
            <w:tcW w:w="1271" w:type="dxa"/>
            <w:shd w:val="clear" w:color="auto" w:fill="4E6B9E"/>
          </w:tcPr>
          <w:p w14:paraId="57303A1E" w14:textId="4CBE9417" w:rsidR="009964B1" w:rsidRPr="00B04E20" w:rsidRDefault="009964B1" w:rsidP="000127AC">
            <w:pPr>
              <w:spacing w:after="0"/>
              <w:rPr>
                <w:sz w:val="20"/>
                <w:szCs w:val="20"/>
              </w:rPr>
            </w:pPr>
            <w:r w:rsidRPr="00B04E20">
              <w:rPr>
                <w:sz w:val="20"/>
                <w:szCs w:val="20"/>
              </w:rPr>
              <w:t>Nachname</w:t>
            </w:r>
          </w:p>
        </w:tc>
        <w:tc>
          <w:tcPr>
            <w:tcW w:w="1134" w:type="dxa"/>
            <w:shd w:val="clear" w:color="auto" w:fill="4E6B9E"/>
          </w:tcPr>
          <w:p w14:paraId="70326D35" w14:textId="172D2D38" w:rsidR="009964B1" w:rsidRPr="00B04E20" w:rsidRDefault="009964B1" w:rsidP="000127AC">
            <w:pPr>
              <w:spacing w:after="0"/>
              <w:rPr>
                <w:sz w:val="20"/>
                <w:szCs w:val="20"/>
              </w:rPr>
            </w:pPr>
            <w:r w:rsidRPr="00B04E20">
              <w:rPr>
                <w:sz w:val="20"/>
                <w:szCs w:val="20"/>
              </w:rPr>
              <w:t>Vorname</w:t>
            </w:r>
          </w:p>
        </w:tc>
        <w:tc>
          <w:tcPr>
            <w:tcW w:w="1701" w:type="dxa"/>
            <w:shd w:val="clear" w:color="auto" w:fill="4E6B9E"/>
          </w:tcPr>
          <w:p w14:paraId="59948210" w14:textId="39D878A2" w:rsidR="009964B1" w:rsidRPr="00B04E20" w:rsidRDefault="009964B1" w:rsidP="000127AC">
            <w:pPr>
              <w:spacing w:after="0"/>
              <w:rPr>
                <w:sz w:val="20"/>
                <w:szCs w:val="20"/>
              </w:rPr>
            </w:pPr>
            <w:r w:rsidRPr="00B04E20">
              <w:rPr>
                <w:sz w:val="20"/>
                <w:szCs w:val="20"/>
              </w:rPr>
              <w:t>Anschrift</w:t>
            </w:r>
          </w:p>
        </w:tc>
        <w:tc>
          <w:tcPr>
            <w:tcW w:w="1843" w:type="dxa"/>
            <w:shd w:val="clear" w:color="auto" w:fill="4E6B9E"/>
          </w:tcPr>
          <w:p w14:paraId="314E8ABD" w14:textId="00ECF9D7" w:rsidR="009964B1" w:rsidRPr="00B04E20" w:rsidRDefault="009964B1" w:rsidP="000127AC">
            <w:pPr>
              <w:spacing w:after="0"/>
              <w:rPr>
                <w:sz w:val="20"/>
                <w:szCs w:val="20"/>
              </w:rPr>
            </w:pPr>
            <w:r w:rsidRPr="00B04E20">
              <w:rPr>
                <w:sz w:val="20"/>
                <w:szCs w:val="20"/>
              </w:rPr>
              <w:t>Telefon</w:t>
            </w:r>
          </w:p>
        </w:tc>
        <w:tc>
          <w:tcPr>
            <w:tcW w:w="1352" w:type="dxa"/>
            <w:shd w:val="clear" w:color="auto" w:fill="4E6B9E"/>
          </w:tcPr>
          <w:p w14:paraId="553CCFC4" w14:textId="39970DA2" w:rsidR="009964B1" w:rsidRPr="00B04E20" w:rsidRDefault="009964B1" w:rsidP="000127AC">
            <w:pPr>
              <w:spacing w:after="0"/>
              <w:rPr>
                <w:sz w:val="20"/>
                <w:szCs w:val="20"/>
              </w:rPr>
            </w:pPr>
            <w:r w:rsidRPr="00B04E20">
              <w:rPr>
                <w:sz w:val="20"/>
                <w:szCs w:val="20"/>
              </w:rPr>
              <w:t>GebDatum</w:t>
            </w:r>
          </w:p>
        </w:tc>
        <w:tc>
          <w:tcPr>
            <w:tcW w:w="1761" w:type="dxa"/>
            <w:shd w:val="clear" w:color="auto" w:fill="4E6B9E"/>
          </w:tcPr>
          <w:p w14:paraId="2D2D2FDB" w14:textId="20F62785" w:rsidR="009964B1" w:rsidRPr="00B04E20" w:rsidRDefault="006646FA" w:rsidP="000127AC">
            <w:pPr>
              <w:spacing w:after="0"/>
              <w:rPr>
                <w:sz w:val="20"/>
                <w:szCs w:val="20"/>
              </w:rPr>
            </w:pPr>
            <w:r w:rsidRPr="00B04E20">
              <w:rPr>
                <w:sz w:val="20"/>
                <w:szCs w:val="20"/>
              </w:rPr>
              <w:t>Kontonr.</w:t>
            </w:r>
          </w:p>
        </w:tc>
      </w:tr>
      <w:tr w:rsidR="009964B1" w:rsidRPr="00B04E20" w14:paraId="5DD5D85B" w14:textId="77777777" w:rsidTr="001E1115">
        <w:trPr>
          <w:cnfStyle w:val="000000100000" w:firstRow="0" w:lastRow="0" w:firstColumn="0" w:lastColumn="0" w:oddVBand="0" w:evenVBand="0" w:oddHBand="1" w:evenHBand="0" w:firstRowFirstColumn="0" w:firstRowLastColumn="0" w:lastRowFirstColumn="0" w:lastRowLastColumn="0"/>
        </w:trPr>
        <w:tc>
          <w:tcPr>
            <w:tcW w:w="1271" w:type="dxa"/>
          </w:tcPr>
          <w:p w14:paraId="245C8218" w14:textId="1F872FCB" w:rsidR="009964B1" w:rsidRPr="00B04E20" w:rsidRDefault="009964B1" w:rsidP="000127AC">
            <w:pPr>
              <w:spacing w:after="0"/>
              <w:rPr>
                <w:sz w:val="20"/>
                <w:szCs w:val="20"/>
              </w:rPr>
            </w:pPr>
            <w:r w:rsidRPr="00B04E20">
              <w:rPr>
                <w:sz w:val="20"/>
                <w:szCs w:val="20"/>
              </w:rPr>
              <w:t>Ahorn</w:t>
            </w:r>
          </w:p>
        </w:tc>
        <w:tc>
          <w:tcPr>
            <w:tcW w:w="1134" w:type="dxa"/>
          </w:tcPr>
          <w:p w14:paraId="0BF7A12C" w14:textId="50151BBB" w:rsidR="009964B1" w:rsidRPr="00B04E20" w:rsidRDefault="009964B1" w:rsidP="000127AC">
            <w:pPr>
              <w:spacing w:after="0"/>
              <w:rPr>
                <w:sz w:val="20"/>
                <w:szCs w:val="20"/>
              </w:rPr>
            </w:pPr>
            <w:r w:rsidRPr="00B04E20">
              <w:rPr>
                <w:sz w:val="20"/>
                <w:szCs w:val="20"/>
              </w:rPr>
              <w:t>Rainer</w:t>
            </w:r>
          </w:p>
        </w:tc>
        <w:tc>
          <w:tcPr>
            <w:tcW w:w="1701" w:type="dxa"/>
          </w:tcPr>
          <w:p w14:paraId="35EECF48" w14:textId="1F61ACFA" w:rsidR="009964B1" w:rsidRPr="00B04E20" w:rsidRDefault="009964B1" w:rsidP="000127AC">
            <w:pPr>
              <w:spacing w:after="0"/>
              <w:rPr>
                <w:sz w:val="20"/>
                <w:szCs w:val="20"/>
              </w:rPr>
            </w:pPr>
            <w:r w:rsidRPr="00B04E20">
              <w:rPr>
                <w:sz w:val="20"/>
                <w:szCs w:val="20"/>
              </w:rPr>
              <w:t>Uferweg 3, 23413 Fitstadt</w:t>
            </w:r>
          </w:p>
        </w:tc>
        <w:tc>
          <w:tcPr>
            <w:tcW w:w="1843" w:type="dxa"/>
          </w:tcPr>
          <w:p w14:paraId="2592BCC6" w14:textId="2448374A" w:rsidR="009964B1" w:rsidRPr="00B04E20" w:rsidRDefault="009964B1" w:rsidP="000127AC">
            <w:pPr>
              <w:spacing w:after="0"/>
              <w:rPr>
                <w:sz w:val="20"/>
                <w:szCs w:val="20"/>
              </w:rPr>
            </w:pPr>
            <w:r w:rsidRPr="00B04E20">
              <w:rPr>
                <w:sz w:val="20"/>
                <w:szCs w:val="20"/>
              </w:rPr>
              <w:t>08234-123412</w:t>
            </w:r>
          </w:p>
        </w:tc>
        <w:tc>
          <w:tcPr>
            <w:tcW w:w="1352" w:type="dxa"/>
          </w:tcPr>
          <w:p w14:paraId="7FD17AA6" w14:textId="5CD8DF84" w:rsidR="009964B1" w:rsidRPr="00B04E20" w:rsidRDefault="009964B1" w:rsidP="000127AC">
            <w:pPr>
              <w:spacing w:after="0"/>
              <w:rPr>
                <w:sz w:val="20"/>
                <w:szCs w:val="20"/>
              </w:rPr>
            </w:pPr>
            <w:r w:rsidRPr="00B04E20">
              <w:rPr>
                <w:sz w:val="20"/>
                <w:szCs w:val="20"/>
              </w:rPr>
              <w:t>12.03.2000</w:t>
            </w:r>
          </w:p>
        </w:tc>
        <w:tc>
          <w:tcPr>
            <w:tcW w:w="1761" w:type="dxa"/>
          </w:tcPr>
          <w:p w14:paraId="0960B394" w14:textId="2C81AD66" w:rsidR="009964B1" w:rsidRPr="00B04E20" w:rsidRDefault="009964B1" w:rsidP="000127AC">
            <w:pPr>
              <w:spacing w:after="0"/>
              <w:rPr>
                <w:sz w:val="20"/>
                <w:szCs w:val="20"/>
              </w:rPr>
            </w:pPr>
            <w:r w:rsidRPr="00B04E20">
              <w:rPr>
                <w:sz w:val="20"/>
                <w:szCs w:val="20"/>
              </w:rPr>
              <w:t>DE12 2654 6879 5587 5316 75</w:t>
            </w:r>
          </w:p>
        </w:tc>
      </w:tr>
      <w:tr w:rsidR="009964B1" w:rsidRPr="00B04E20" w14:paraId="48BC45C2" w14:textId="77777777" w:rsidTr="001E1115">
        <w:tc>
          <w:tcPr>
            <w:tcW w:w="1271" w:type="dxa"/>
          </w:tcPr>
          <w:p w14:paraId="6FD9FF9C" w14:textId="43DBC6B2" w:rsidR="009964B1" w:rsidRPr="00B04E20" w:rsidRDefault="009964B1" w:rsidP="000127AC">
            <w:pPr>
              <w:spacing w:after="0"/>
              <w:rPr>
                <w:sz w:val="20"/>
                <w:szCs w:val="20"/>
              </w:rPr>
            </w:pPr>
            <w:r w:rsidRPr="00B04E20">
              <w:rPr>
                <w:sz w:val="20"/>
                <w:szCs w:val="20"/>
              </w:rPr>
              <w:t>Bauer</w:t>
            </w:r>
          </w:p>
        </w:tc>
        <w:tc>
          <w:tcPr>
            <w:tcW w:w="1134" w:type="dxa"/>
          </w:tcPr>
          <w:p w14:paraId="192FFABC" w14:textId="3E652BCB" w:rsidR="009964B1" w:rsidRPr="00B04E20" w:rsidRDefault="009964B1" w:rsidP="000127AC">
            <w:pPr>
              <w:spacing w:after="0"/>
              <w:rPr>
                <w:sz w:val="20"/>
                <w:szCs w:val="20"/>
              </w:rPr>
            </w:pPr>
            <w:r w:rsidRPr="00B04E20">
              <w:rPr>
                <w:sz w:val="20"/>
                <w:szCs w:val="20"/>
              </w:rPr>
              <w:t>Armin</w:t>
            </w:r>
          </w:p>
        </w:tc>
        <w:tc>
          <w:tcPr>
            <w:tcW w:w="1701" w:type="dxa"/>
          </w:tcPr>
          <w:p w14:paraId="60B2C9E6" w14:textId="475064BF" w:rsidR="009964B1" w:rsidRPr="00B04E20" w:rsidRDefault="009964B1" w:rsidP="000127AC">
            <w:pPr>
              <w:spacing w:after="0"/>
              <w:rPr>
                <w:sz w:val="20"/>
                <w:szCs w:val="20"/>
              </w:rPr>
            </w:pPr>
            <w:r w:rsidRPr="00B04E20">
              <w:rPr>
                <w:sz w:val="20"/>
                <w:szCs w:val="20"/>
              </w:rPr>
              <w:t>Seestr. 56, 23413 Fitstadt</w:t>
            </w:r>
          </w:p>
        </w:tc>
        <w:tc>
          <w:tcPr>
            <w:tcW w:w="1843" w:type="dxa"/>
          </w:tcPr>
          <w:p w14:paraId="45F860F5" w14:textId="6C9C7C11" w:rsidR="009964B1" w:rsidRPr="00B04E20" w:rsidRDefault="009964B1" w:rsidP="000127AC">
            <w:pPr>
              <w:spacing w:after="0"/>
              <w:rPr>
                <w:sz w:val="20"/>
                <w:szCs w:val="20"/>
              </w:rPr>
            </w:pPr>
            <w:r w:rsidRPr="00B04E20">
              <w:rPr>
                <w:sz w:val="20"/>
                <w:szCs w:val="20"/>
              </w:rPr>
              <w:t>0141-3265987</w:t>
            </w:r>
          </w:p>
        </w:tc>
        <w:tc>
          <w:tcPr>
            <w:tcW w:w="1352" w:type="dxa"/>
          </w:tcPr>
          <w:p w14:paraId="1E7704F1" w14:textId="61C799C4" w:rsidR="009964B1" w:rsidRPr="00B04E20" w:rsidRDefault="009964B1" w:rsidP="000127AC">
            <w:pPr>
              <w:spacing w:after="0"/>
              <w:rPr>
                <w:sz w:val="20"/>
                <w:szCs w:val="20"/>
              </w:rPr>
            </w:pPr>
            <w:r w:rsidRPr="00B04E20">
              <w:rPr>
                <w:sz w:val="20"/>
                <w:szCs w:val="20"/>
              </w:rPr>
              <w:t>15.08.2001</w:t>
            </w:r>
          </w:p>
        </w:tc>
        <w:tc>
          <w:tcPr>
            <w:tcW w:w="1761" w:type="dxa"/>
          </w:tcPr>
          <w:p w14:paraId="64AC8020" w14:textId="12E1593E" w:rsidR="009964B1" w:rsidRPr="00B04E20" w:rsidRDefault="009964B1" w:rsidP="000127AC">
            <w:pPr>
              <w:spacing w:after="0"/>
              <w:rPr>
                <w:sz w:val="20"/>
                <w:szCs w:val="20"/>
              </w:rPr>
            </w:pPr>
            <w:r w:rsidRPr="00B04E20">
              <w:rPr>
                <w:sz w:val="20"/>
                <w:szCs w:val="20"/>
              </w:rPr>
              <w:t>DE34 7852 6487 3254 1279 58</w:t>
            </w:r>
          </w:p>
        </w:tc>
      </w:tr>
      <w:tr w:rsidR="009964B1" w:rsidRPr="00B04E20" w14:paraId="2765E384" w14:textId="77777777" w:rsidTr="001E1115">
        <w:trPr>
          <w:cnfStyle w:val="000000100000" w:firstRow="0" w:lastRow="0" w:firstColumn="0" w:lastColumn="0" w:oddVBand="0" w:evenVBand="0" w:oddHBand="1" w:evenHBand="0" w:firstRowFirstColumn="0" w:firstRowLastColumn="0" w:lastRowFirstColumn="0" w:lastRowLastColumn="0"/>
        </w:trPr>
        <w:tc>
          <w:tcPr>
            <w:tcW w:w="1271" w:type="dxa"/>
          </w:tcPr>
          <w:p w14:paraId="79CD0029" w14:textId="595E0229" w:rsidR="009964B1" w:rsidRPr="00B04E20" w:rsidRDefault="009964B1" w:rsidP="000127AC">
            <w:pPr>
              <w:spacing w:after="0"/>
              <w:rPr>
                <w:sz w:val="20"/>
                <w:szCs w:val="20"/>
              </w:rPr>
            </w:pPr>
            <w:r w:rsidRPr="00B04E20">
              <w:rPr>
                <w:sz w:val="20"/>
                <w:szCs w:val="20"/>
              </w:rPr>
              <w:t>Lang</w:t>
            </w:r>
          </w:p>
        </w:tc>
        <w:tc>
          <w:tcPr>
            <w:tcW w:w="1134" w:type="dxa"/>
          </w:tcPr>
          <w:p w14:paraId="488C192F" w14:textId="4BD94E31" w:rsidR="009964B1" w:rsidRPr="00B04E20" w:rsidRDefault="009964B1" w:rsidP="000127AC">
            <w:pPr>
              <w:spacing w:after="0"/>
              <w:rPr>
                <w:sz w:val="20"/>
                <w:szCs w:val="20"/>
              </w:rPr>
            </w:pPr>
            <w:r w:rsidRPr="00B04E20">
              <w:rPr>
                <w:sz w:val="20"/>
                <w:szCs w:val="20"/>
              </w:rPr>
              <w:t>Stefan</w:t>
            </w:r>
          </w:p>
        </w:tc>
        <w:tc>
          <w:tcPr>
            <w:tcW w:w="1701" w:type="dxa"/>
          </w:tcPr>
          <w:p w14:paraId="41AEF651" w14:textId="566C1CCE" w:rsidR="009964B1" w:rsidRPr="00B04E20" w:rsidRDefault="009964B1" w:rsidP="000127AC">
            <w:pPr>
              <w:spacing w:after="0"/>
              <w:rPr>
                <w:sz w:val="20"/>
                <w:szCs w:val="20"/>
              </w:rPr>
            </w:pPr>
            <w:r w:rsidRPr="00B04E20">
              <w:rPr>
                <w:sz w:val="20"/>
                <w:szCs w:val="20"/>
              </w:rPr>
              <w:t>Hauptstr. 90, 23411 Neudorf</w:t>
            </w:r>
          </w:p>
        </w:tc>
        <w:tc>
          <w:tcPr>
            <w:tcW w:w="1843" w:type="dxa"/>
          </w:tcPr>
          <w:p w14:paraId="702C5DE2" w14:textId="395720BA" w:rsidR="009964B1" w:rsidRPr="00B04E20" w:rsidRDefault="009964B1" w:rsidP="000127AC">
            <w:pPr>
              <w:spacing w:after="0"/>
              <w:rPr>
                <w:sz w:val="20"/>
                <w:szCs w:val="20"/>
              </w:rPr>
            </w:pPr>
            <w:r w:rsidRPr="00B04E20">
              <w:rPr>
                <w:sz w:val="20"/>
                <w:szCs w:val="20"/>
              </w:rPr>
              <w:t>0179-6523125789</w:t>
            </w:r>
          </w:p>
        </w:tc>
        <w:tc>
          <w:tcPr>
            <w:tcW w:w="1352" w:type="dxa"/>
          </w:tcPr>
          <w:p w14:paraId="04A55C23" w14:textId="64763077" w:rsidR="009964B1" w:rsidRPr="00B04E20" w:rsidRDefault="009964B1" w:rsidP="000127AC">
            <w:pPr>
              <w:spacing w:after="0"/>
              <w:rPr>
                <w:sz w:val="20"/>
                <w:szCs w:val="20"/>
              </w:rPr>
            </w:pPr>
            <w:r w:rsidRPr="00B04E20">
              <w:rPr>
                <w:sz w:val="20"/>
                <w:szCs w:val="20"/>
              </w:rPr>
              <w:t>18.01.1999</w:t>
            </w:r>
          </w:p>
        </w:tc>
        <w:tc>
          <w:tcPr>
            <w:tcW w:w="1761" w:type="dxa"/>
          </w:tcPr>
          <w:p w14:paraId="711AACD9" w14:textId="12FEF4C7" w:rsidR="009964B1" w:rsidRPr="00B04E20" w:rsidRDefault="009964B1" w:rsidP="000127AC">
            <w:pPr>
              <w:spacing w:after="0"/>
              <w:rPr>
                <w:sz w:val="20"/>
                <w:szCs w:val="20"/>
              </w:rPr>
            </w:pPr>
            <w:r w:rsidRPr="00B04E20">
              <w:rPr>
                <w:sz w:val="20"/>
                <w:szCs w:val="20"/>
              </w:rPr>
              <w:t>DE83 7654 3495 7612 9458 87</w:t>
            </w:r>
          </w:p>
        </w:tc>
      </w:tr>
      <w:tr w:rsidR="009964B1" w:rsidRPr="00B04E20" w14:paraId="75C9B7EA" w14:textId="77777777" w:rsidTr="001E1115">
        <w:tc>
          <w:tcPr>
            <w:tcW w:w="1271" w:type="dxa"/>
          </w:tcPr>
          <w:p w14:paraId="0AD5FAF9" w14:textId="4278A91A" w:rsidR="009964B1" w:rsidRPr="00B04E20" w:rsidRDefault="00AB6B28" w:rsidP="000127AC">
            <w:pPr>
              <w:spacing w:after="0"/>
              <w:rPr>
                <w:sz w:val="20"/>
                <w:szCs w:val="20"/>
              </w:rPr>
            </w:pPr>
            <w:r w:rsidRPr="00B04E20">
              <w:rPr>
                <w:sz w:val="20"/>
                <w:szCs w:val="20"/>
              </w:rPr>
              <w:t>…</w:t>
            </w:r>
          </w:p>
        </w:tc>
        <w:tc>
          <w:tcPr>
            <w:tcW w:w="1134" w:type="dxa"/>
          </w:tcPr>
          <w:p w14:paraId="4E09E8E4" w14:textId="0EFB9E11" w:rsidR="009964B1" w:rsidRPr="00B04E20" w:rsidRDefault="00AB6B28" w:rsidP="000127AC">
            <w:pPr>
              <w:spacing w:after="0"/>
              <w:rPr>
                <w:sz w:val="20"/>
                <w:szCs w:val="20"/>
              </w:rPr>
            </w:pPr>
            <w:r w:rsidRPr="00B04E20">
              <w:rPr>
                <w:sz w:val="20"/>
                <w:szCs w:val="20"/>
              </w:rPr>
              <w:t>…</w:t>
            </w:r>
          </w:p>
        </w:tc>
        <w:tc>
          <w:tcPr>
            <w:tcW w:w="1701" w:type="dxa"/>
          </w:tcPr>
          <w:p w14:paraId="6D3842C6" w14:textId="7CC42777" w:rsidR="009964B1" w:rsidRPr="00B04E20" w:rsidRDefault="00AB6B28" w:rsidP="000127AC">
            <w:pPr>
              <w:spacing w:after="0"/>
              <w:rPr>
                <w:sz w:val="20"/>
                <w:szCs w:val="20"/>
              </w:rPr>
            </w:pPr>
            <w:r w:rsidRPr="00B04E20">
              <w:rPr>
                <w:sz w:val="20"/>
                <w:szCs w:val="20"/>
              </w:rPr>
              <w:t>…</w:t>
            </w:r>
          </w:p>
        </w:tc>
        <w:tc>
          <w:tcPr>
            <w:tcW w:w="1843" w:type="dxa"/>
          </w:tcPr>
          <w:p w14:paraId="22669EDE" w14:textId="4A1EA207" w:rsidR="009964B1" w:rsidRPr="00B04E20" w:rsidRDefault="00AB6B28" w:rsidP="000127AC">
            <w:pPr>
              <w:spacing w:after="0"/>
              <w:rPr>
                <w:sz w:val="20"/>
                <w:szCs w:val="20"/>
              </w:rPr>
            </w:pPr>
            <w:r w:rsidRPr="00B04E20">
              <w:rPr>
                <w:sz w:val="20"/>
                <w:szCs w:val="20"/>
              </w:rPr>
              <w:t>…</w:t>
            </w:r>
          </w:p>
        </w:tc>
        <w:tc>
          <w:tcPr>
            <w:tcW w:w="1352" w:type="dxa"/>
          </w:tcPr>
          <w:p w14:paraId="76B9CCD4" w14:textId="2892B4C6" w:rsidR="009964B1" w:rsidRPr="00B04E20" w:rsidRDefault="00AB6B28" w:rsidP="000127AC">
            <w:pPr>
              <w:spacing w:after="0"/>
              <w:rPr>
                <w:sz w:val="20"/>
                <w:szCs w:val="20"/>
              </w:rPr>
            </w:pPr>
            <w:r w:rsidRPr="00B04E20">
              <w:rPr>
                <w:sz w:val="20"/>
                <w:szCs w:val="20"/>
              </w:rPr>
              <w:t>…</w:t>
            </w:r>
          </w:p>
        </w:tc>
        <w:tc>
          <w:tcPr>
            <w:tcW w:w="1761" w:type="dxa"/>
          </w:tcPr>
          <w:p w14:paraId="55E964B8" w14:textId="489F82CD" w:rsidR="009964B1" w:rsidRPr="00B04E20" w:rsidRDefault="00AB6B28" w:rsidP="009900D3">
            <w:pPr>
              <w:keepNext/>
              <w:spacing w:after="0"/>
              <w:rPr>
                <w:sz w:val="20"/>
                <w:szCs w:val="20"/>
              </w:rPr>
            </w:pPr>
            <w:r w:rsidRPr="00B04E20">
              <w:rPr>
                <w:sz w:val="20"/>
                <w:szCs w:val="20"/>
              </w:rPr>
              <w:t>…</w:t>
            </w:r>
          </w:p>
        </w:tc>
      </w:tr>
    </w:tbl>
    <w:p w14:paraId="4FA6D47E" w14:textId="6781C2D7" w:rsidR="009964B1" w:rsidRPr="00442E9A" w:rsidRDefault="009900D3" w:rsidP="00314D32">
      <w:pPr>
        <w:pStyle w:val="UnterschriftINFSII"/>
        <w:spacing w:after="120"/>
      </w:pPr>
      <w:r>
        <w:t xml:space="preserve">Abbildung </w:t>
      </w:r>
      <w:fldSimple w:instr=" SEQ Abbildung \* ARABIC ">
        <w:r w:rsidR="00065AC6">
          <w:rPr>
            <w:noProof/>
          </w:rPr>
          <w:t>1</w:t>
        </w:r>
      </w:fldSimple>
      <w:r>
        <w:t>: Beispiel einer Kurstabelle des TSV Fitstadt</w:t>
      </w:r>
    </w:p>
    <w:bookmarkEnd w:id="1"/>
    <w:p w14:paraId="1458F526" w14:textId="11B7FD74" w:rsidR="0043631B" w:rsidRDefault="00AF66D9" w:rsidP="009900D3">
      <w:pPr>
        <w:rPr>
          <w:color w:val="000000" w:themeColor="text1"/>
        </w:rPr>
      </w:pPr>
      <w:r w:rsidRPr="00AF66D9">
        <w:rPr>
          <w:color w:val="000000" w:themeColor="text1"/>
        </w:rPr>
        <w:lastRenderedPageBreak/>
        <w:t>Am Beispiel</w:t>
      </w:r>
      <w:r>
        <w:rPr>
          <w:color w:val="000000" w:themeColor="text1"/>
        </w:rPr>
        <w:t xml:space="preserve"> der Kurstabellen des Sportvereins </w:t>
      </w:r>
      <w:r w:rsidR="00314D32">
        <w:rPr>
          <w:color w:val="000000" w:themeColor="text1"/>
        </w:rPr>
        <w:t xml:space="preserve">TSV </w:t>
      </w:r>
      <w:r>
        <w:rPr>
          <w:color w:val="000000" w:themeColor="text1"/>
        </w:rPr>
        <w:t xml:space="preserve">Fitstadt </w:t>
      </w:r>
      <w:r w:rsidR="00E2531F">
        <w:rPr>
          <w:color w:val="000000" w:themeColor="text1"/>
        </w:rPr>
        <w:t xml:space="preserve">wird deutlich, </w:t>
      </w:r>
      <w:r>
        <w:rPr>
          <w:color w:val="000000" w:themeColor="text1"/>
        </w:rPr>
        <w:t xml:space="preserve">dass es unpraktisch ist, wenn man Daten mehrfach speichert. </w:t>
      </w:r>
      <w:r w:rsidR="00E2531F">
        <w:rPr>
          <w:color w:val="000000" w:themeColor="text1"/>
        </w:rPr>
        <w:t>Hier wird für ein Mitglied, das mehrere Kurse belegt, i</w:t>
      </w:r>
      <w:r>
        <w:rPr>
          <w:color w:val="000000" w:themeColor="text1"/>
        </w:rPr>
        <w:t>n jeder Kurstabelle die vollständige Adresse gespeichert</w:t>
      </w:r>
      <w:r w:rsidR="00E2531F">
        <w:rPr>
          <w:color w:val="000000" w:themeColor="text1"/>
        </w:rPr>
        <w:t xml:space="preserve">. Wenn ein </w:t>
      </w:r>
      <w:r>
        <w:rPr>
          <w:color w:val="000000" w:themeColor="text1"/>
        </w:rPr>
        <w:t>Mitglied umzieht, kann es schnell passieren, dass in einer Tabelle vergessen wird</w:t>
      </w:r>
      <w:r w:rsidR="000F1A8A">
        <w:rPr>
          <w:color w:val="000000" w:themeColor="text1"/>
        </w:rPr>
        <w:t>,</w:t>
      </w:r>
      <w:r>
        <w:rPr>
          <w:color w:val="000000" w:themeColor="text1"/>
        </w:rPr>
        <w:t xml:space="preserve"> die Adresse zu ändern. </w:t>
      </w:r>
      <w:r w:rsidR="0043631B">
        <w:rPr>
          <w:color w:val="000000" w:themeColor="text1"/>
        </w:rPr>
        <w:t xml:space="preserve">Abgesehen davon wird unnötiger Speicherplatz belegt. </w:t>
      </w:r>
    </w:p>
    <w:p w14:paraId="0E00E784" w14:textId="24569511" w:rsidR="00660AA5" w:rsidRDefault="00AF66D9" w:rsidP="009900D3">
      <w:pPr>
        <w:rPr>
          <w:color w:val="000000" w:themeColor="text1"/>
        </w:rPr>
      </w:pPr>
      <w:r>
        <w:rPr>
          <w:color w:val="000000" w:themeColor="text1"/>
        </w:rPr>
        <w:t xml:space="preserve">Während die Tabelle die Daten zu einem Kurs für die Trainer übersichtlich darstellt, müssen die angebotenen Handballzeiten oder die Belegungen der Sporthalle erst mühsam aus mehreren Tabellen herausgesucht werden. </w:t>
      </w:r>
      <w:r w:rsidR="00CE68BE">
        <w:rPr>
          <w:color w:val="000000" w:themeColor="text1"/>
        </w:rPr>
        <w:t>Für Mitglieder und Trainer</w:t>
      </w:r>
      <w:r w:rsidR="00314D32">
        <w:rPr>
          <w:color w:val="000000" w:themeColor="text1"/>
        </w:rPr>
        <w:t>,</w:t>
      </w:r>
      <w:r w:rsidR="00CE68BE">
        <w:rPr>
          <w:color w:val="000000" w:themeColor="text1"/>
        </w:rPr>
        <w:t xml:space="preserve"> die aktuell keinem Kurs zugeordnet werden können, stellt sich die Frage, wo die Daten </w:t>
      </w:r>
      <w:r w:rsidR="00E2531F">
        <w:rPr>
          <w:color w:val="000000" w:themeColor="text1"/>
        </w:rPr>
        <w:t xml:space="preserve">überhaupt </w:t>
      </w:r>
      <w:r w:rsidR="00CE68BE">
        <w:rPr>
          <w:color w:val="000000" w:themeColor="text1"/>
        </w:rPr>
        <w:t xml:space="preserve">gespeichert werden. Außerdem benötigt der Sportverein vermutlich auch noch zusätzliche Daten, z. B. über die Trainer, für die in den Kurstabellen keine Einträge vorgesehen </w:t>
      </w:r>
      <w:r w:rsidR="000F1A8A">
        <w:rPr>
          <w:color w:val="000000" w:themeColor="text1"/>
        </w:rPr>
        <w:t>sind</w:t>
      </w:r>
      <w:r w:rsidR="00CE68BE">
        <w:rPr>
          <w:color w:val="000000" w:themeColor="text1"/>
        </w:rPr>
        <w:t>.</w:t>
      </w:r>
    </w:p>
    <w:p w14:paraId="38D42191" w14:textId="045770DF" w:rsidR="00CE68BE" w:rsidRDefault="00CE68BE" w:rsidP="009900D3">
      <w:pPr>
        <w:rPr>
          <w:color w:val="000000" w:themeColor="text1"/>
        </w:rPr>
      </w:pPr>
      <w:r>
        <w:rPr>
          <w:color w:val="000000" w:themeColor="text1"/>
        </w:rPr>
        <w:t>Der Sportverein sollte die Struktur seiner Tabellen also noch einmal überdenken.</w:t>
      </w:r>
    </w:p>
    <w:p w14:paraId="4ABD59BC" w14:textId="10FC9FA5" w:rsidR="000F1A8A" w:rsidRDefault="00CE68BE" w:rsidP="009900D3">
      <w:pPr>
        <w:rPr>
          <w:color w:val="000000" w:themeColor="text1"/>
        </w:rPr>
      </w:pPr>
      <w:r>
        <w:rPr>
          <w:color w:val="000000" w:themeColor="text1"/>
        </w:rPr>
        <w:t xml:space="preserve">Es kommen jedoch noch weitere Probleme hinzu. Nehmen wir einmal an, die Tabellen werden in </w:t>
      </w:r>
      <w:r w:rsidR="001A5D3B">
        <w:rPr>
          <w:color w:val="000000" w:themeColor="text1"/>
        </w:rPr>
        <w:t xml:space="preserve">einer </w:t>
      </w:r>
      <w:r>
        <w:rPr>
          <w:color w:val="000000" w:themeColor="text1"/>
        </w:rPr>
        <w:t>Tabellenkalkulationssoftware</w:t>
      </w:r>
      <w:r w:rsidR="001A5D3B">
        <w:rPr>
          <w:color w:val="000000" w:themeColor="text1"/>
        </w:rPr>
        <w:t xml:space="preserve"> (TKS)</w:t>
      </w:r>
      <w:r>
        <w:rPr>
          <w:color w:val="000000" w:themeColor="text1"/>
        </w:rPr>
        <w:t xml:space="preserve"> erstell</w:t>
      </w:r>
      <w:r w:rsidR="001A5D3B">
        <w:rPr>
          <w:color w:val="000000" w:themeColor="text1"/>
        </w:rPr>
        <w:t>t</w:t>
      </w:r>
      <w:r>
        <w:rPr>
          <w:color w:val="000000" w:themeColor="text1"/>
        </w:rPr>
        <w:t xml:space="preserve"> und alle in einer </w:t>
      </w:r>
      <w:r w:rsidR="001A5D3B">
        <w:rPr>
          <w:color w:val="000000" w:themeColor="text1"/>
        </w:rPr>
        <w:t>Mappe, d. h. in einer Datei abgelegt, um die Daten der einzelnen Tabellen leichter miteinander verknüpfen zu können. Wer erhält nun Zugriff auf die Datei? Es ist bei der ursprünglichen Tabelle in Abbildung 1 schon problematisch, dass die Trainer die Kontodaten sämtlicher Kursteilnehmer erhalten</w:t>
      </w:r>
      <w:r w:rsidR="00E2531F">
        <w:rPr>
          <w:color w:val="000000" w:themeColor="text1"/>
        </w:rPr>
        <w:t>, eine Einsicht in die Daten sämtlicher Mitglieder wäre nicht zu rechtfertigen</w:t>
      </w:r>
      <w:r w:rsidR="001A5D3B">
        <w:rPr>
          <w:color w:val="000000" w:themeColor="text1"/>
        </w:rPr>
        <w:t>. Die</w:t>
      </w:r>
      <w:r w:rsidR="00E2531F">
        <w:rPr>
          <w:color w:val="000000" w:themeColor="text1"/>
        </w:rPr>
        <w:t xml:space="preserve"> Trainer </w:t>
      </w:r>
      <w:r w:rsidR="001A5D3B">
        <w:rPr>
          <w:color w:val="000000" w:themeColor="text1"/>
        </w:rPr>
        <w:t xml:space="preserve">dürften also jeweils nur einen Auszug der relevanten Daten erhalten. </w:t>
      </w:r>
    </w:p>
    <w:p w14:paraId="34247A39" w14:textId="0FA6CA6D" w:rsidR="00C86B67" w:rsidRDefault="000F1A8A" w:rsidP="009900D3">
      <w:pPr>
        <w:rPr>
          <w:color w:val="000000" w:themeColor="text1"/>
        </w:rPr>
      </w:pPr>
      <w:r>
        <w:rPr>
          <w:color w:val="000000" w:themeColor="text1"/>
        </w:rPr>
        <w:t>Im Verein</w:t>
      </w:r>
      <w:r w:rsidR="001A5D3B">
        <w:rPr>
          <w:color w:val="000000" w:themeColor="text1"/>
        </w:rPr>
        <w:t xml:space="preserve"> gibt </w:t>
      </w:r>
      <w:r w:rsidR="00E2531F">
        <w:rPr>
          <w:color w:val="000000" w:themeColor="text1"/>
        </w:rPr>
        <w:t xml:space="preserve">es </w:t>
      </w:r>
      <w:r w:rsidR="001A5D3B">
        <w:rPr>
          <w:color w:val="000000" w:themeColor="text1"/>
        </w:rPr>
        <w:t>v</w:t>
      </w:r>
      <w:r>
        <w:rPr>
          <w:color w:val="000000" w:themeColor="text1"/>
        </w:rPr>
        <w:t>ermutlich</w:t>
      </w:r>
      <w:r w:rsidR="001A5D3B">
        <w:rPr>
          <w:color w:val="000000" w:themeColor="text1"/>
        </w:rPr>
        <w:t xml:space="preserve"> mehrere Personen, die die Möglichkeit haben müssen, Daten zu aktua</w:t>
      </w:r>
      <w:r w:rsidR="00C86B67">
        <w:rPr>
          <w:color w:val="000000" w:themeColor="text1"/>
        </w:rPr>
        <w:t>l</w:t>
      </w:r>
      <w:r w:rsidR="001A5D3B">
        <w:rPr>
          <w:color w:val="000000" w:themeColor="text1"/>
        </w:rPr>
        <w:t>isieren, wenn sich z. B. Traini</w:t>
      </w:r>
      <w:r w:rsidR="00C86B67">
        <w:rPr>
          <w:color w:val="000000" w:themeColor="text1"/>
        </w:rPr>
        <w:t>n</w:t>
      </w:r>
      <w:r w:rsidR="001A5D3B">
        <w:rPr>
          <w:color w:val="000000" w:themeColor="text1"/>
        </w:rPr>
        <w:t>gs</w:t>
      </w:r>
      <w:r w:rsidR="00C86B67">
        <w:rPr>
          <w:color w:val="000000" w:themeColor="text1"/>
        </w:rPr>
        <w:t xml:space="preserve">zeiten, Kursbelegungen, Adressen usw. ändern. </w:t>
      </w:r>
      <w:r>
        <w:rPr>
          <w:color w:val="000000" w:themeColor="text1"/>
        </w:rPr>
        <w:t xml:space="preserve">Wenn jeder die Datei lokal speichert, ist es sehr schwierig und aufwändig, </w:t>
      </w:r>
      <w:r w:rsidR="00B04E20">
        <w:rPr>
          <w:color w:val="000000" w:themeColor="text1"/>
        </w:rPr>
        <w:t xml:space="preserve">sicherzustellen, dass alle immer die aktuelle Version der Datei verwenden. </w:t>
      </w:r>
      <w:r w:rsidR="00C86B67">
        <w:rPr>
          <w:color w:val="000000" w:themeColor="text1"/>
        </w:rPr>
        <w:t>Es gibt die Möglichkeit TKS-Dateien in einem Cloud-Speicher abzulegen und kollaborativ zu bearbeiten. Das heißt</w:t>
      </w:r>
      <w:r w:rsidR="00691C19">
        <w:rPr>
          <w:color w:val="000000" w:themeColor="text1"/>
        </w:rPr>
        <w:t>,</w:t>
      </w:r>
      <w:r w:rsidR="00C86B67">
        <w:rPr>
          <w:color w:val="000000" w:themeColor="text1"/>
        </w:rPr>
        <w:t xml:space="preserve"> mehrere Personen können die Datei an ihrem Rechner gleichzeitig öffnen und bearbeiten. </w:t>
      </w:r>
      <w:r w:rsidR="00B04E20">
        <w:rPr>
          <w:color w:val="000000" w:themeColor="text1"/>
        </w:rPr>
        <w:t xml:space="preserve">Aber auch das </w:t>
      </w:r>
      <w:r w:rsidR="00691C19">
        <w:rPr>
          <w:color w:val="000000" w:themeColor="text1"/>
        </w:rPr>
        <w:t>funktioniert</w:t>
      </w:r>
      <w:r w:rsidR="00B04E20">
        <w:rPr>
          <w:color w:val="000000" w:themeColor="text1"/>
        </w:rPr>
        <w:t xml:space="preserve"> nicht immer reibungslos.</w:t>
      </w:r>
    </w:p>
    <w:p w14:paraId="2991BD41" w14:textId="3C80FB44" w:rsidR="00CE68BE" w:rsidRDefault="00C86B67" w:rsidP="009900D3">
      <w:pPr>
        <w:rPr>
          <w:color w:val="000000" w:themeColor="text1"/>
        </w:rPr>
      </w:pPr>
      <w:r w:rsidRPr="00C86B67">
        <w:rPr>
          <w:b/>
          <w:bCs/>
          <w:color w:val="000000" w:themeColor="text1"/>
        </w:rPr>
        <w:t>Aufgabe 3:</w:t>
      </w:r>
      <w:r>
        <w:rPr>
          <w:color w:val="000000" w:themeColor="text1"/>
        </w:rPr>
        <w:t xml:space="preserve"> Wenn Sie an Ihrer Schule ein System verwenden, dass das kollaborative Arbeiten ermög</w:t>
      </w:r>
      <w:r w:rsidR="00314D32">
        <w:rPr>
          <w:color w:val="000000" w:themeColor="text1"/>
        </w:rPr>
        <w:softHyphen/>
      </w:r>
      <w:r>
        <w:rPr>
          <w:color w:val="000000" w:themeColor="text1"/>
        </w:rPr>
        <w:t>licht, testen Sie einmal, was passiert, wenn alle Schüler Ihres Kurses gleichzeitig Änderungen in dem Dokument vornehmen. Dazu kann einer von Ihnen eine Tabelle nach dem Schema in Abbildung 1 anlegen. Jeder im Kurs trägt nun ein fiktives Mitglied in die Tabelle ein und versucht die Daten eines anderen Mitgliedes zu ändern.</w:t>
      </w:r>
    </w:p>
    <w:p w14:paraId="1C621791" w14:textId="7EBE1495" w:rsidR="00C86B67" w:rsidRDefault="00C86B67" w:rsidP="009900D3">
      <w:pPr>
        <w:rPr>
          <w:color w:val="000000" w:themeColor="text1"/>
        </w:rPr>
      </w:pPr>
      <w:r>
        <w:rPr>
          <w:color w:val="000000" w:themeColor="text1"/>
        </w:rPr>
        <w:t xml:space="preserve">Wenn Sie den </w:t>
      </w:r>
      <w:r w:rsidR="00EF1C46">
        <w:rPr>
          <w:color w:val="000000" w:themeColor="text1"/>
        </w:rPr>
        <w:t>Versuch</w:t>
      </w:r>
      <w:r>
        <w:rPr>
          <w:color w:val="000000" w:themeColor="text1"/>
        </w:rPr>
        <w:t xml:space="preserve"> in Aufgabe 3 durchgeführt haben, sind vermutlich technische Probleme aufgetreten. Möglicherweise wurde das System durch die vielen Eingaben überlastet oder Sie haben Ihre Änderungen gegenseitig überschrieben, so dass einige Daten verloren gegangen sind. Die Tools zum kollaborativen Arbeiten an einem Text- oder TKS-Dokument sind also </w:t>
      </w:r>
      <w:r w:rsidR="00EF1C46">
        <w:rPr>
          <w:color w:val="000000" w:themeColor="text1"/>
        </w:rPr>
        <w:t xml:space="preserve">häufig </w:t>
      </w:r>
      <w:r>
        <w:rPr>
          <w:color w:val="000000" w:themeColor="text1"/>
        </w:rPr>
        <w:t>eher darauf ausgelegt, dass einer schreibt und die anderen nur lesen oder mehrere Personen das Dokument zu unterschiedlichen Zeiten bearbeiten.</w:t>
      </w:r>
    </w:p>
    <w:p w14:paraId="428546D8" w14:textId="3EA6FB38" w:rsidR="00B04E20" w:rsidRDefault="00B04E20" w:rsidP="009900D3">
      <w:pPr>
        <w:rPr>
          <w:color w:val="000000" w:themeColor="text1"/>
        </w:rPr>
      </w:pPr>
      <w:bookmarkStart w:id="2" w:name="_Hlk75431990"/>
      <w:r w:rsidRPr="00B04E20">
        <w:rPr>
          <w:b/>
          <w:bCs/>
          <w:color w:val="000000" w:themeColor="text1"/>
        </w:rPr>
        <w:t>Aufgabe 4:</w:t>
      </w:r>
      <w:r>
        <w:rPr>
          <w:color w:val="000000" w:themeColor="text1"/>
        </w:rPr>
        <w:t xml:space="preserve"> Erstellen Sie eine Liste von Anforderungen, die eine Software zur Verwaltung großer Datenbestände in Unternehmen, Schulen, Behörden, Online-Diensten usw. erfüllen sollte.</w:t>
      </w:r>
    </w:p>
    <w:bookmarkEnd w:id="2"/>
    <w:p w14:paraId="57EC3594" w14:textId="77777777" w:rsidR="0063717B" w:rsidRDefault="0063717B">
      <w:pPr>
        <w:spacing w:after="160" w:line="259" w:lineRule="auto"/>
        <w:rPr>
          <w:rFonts w:asciiTheme="majorHAnsi" w:eastAsiaTheme="majorEastAsia" w:hAnsiTheme="majorHAnsi" w:cstheme="majorBidi"/>
          <w:color w:val="4E6B9E"/>
          <w:sz w:val="26"/>
          <w:szCs w:val="26"/>
        </w:rPr>
      </w:pPr>
      <w:r>
        <w:br w:type="page"/>
      </w:r>
    </w:p>
    <w:p w14:paraId="15380CC8" w14:textId="4A87D466" w:rsidR="00B04E20" w:rsidRDefault="00B04E20" w:rsidP="00B04E20">
      <w:pPr>
        <w:pStyle w:val="berschrift2"/>
      </w:pPr>
      <w:r>
        <w:lastRenderedPageBreak/>
        <w:t>Datenbanksysteme</w:t>
      </w:r>
    </w:p>
    <w:p w14:paraId="6608E789" w14:textId="3793EAB0" w:rsidR="00B04E20" w:rsidRDefault="0063717B" w:rsidP="009900D3">
      <w:pPr>
        <w:rPr>
          <w:color w:val="000000" w:themeColor="text1"/>
        </w:rPr>
      </w:pPr>
      <w:r>
        <w:rPr>
          <w:noProof/>
          <w:color w:val="000000" w:themeColor="text1"/>
        </w:rPr>
        <mc:AlternateContent>
          <mc:Choice Requires="wpg">
            <w:drawing>
              <wp:anchor distT="0" distB="0" distL="114300" distR="114300" simplePos="0" relativeHeight="251671552" behindDoc="0" locked="0" layoutInCell="1" allowOverlap="1" wp14:anchorId="076DA97C" wp14:editId="21891B01">
                <wp:simplePos x="0" y="0"/>
                <wp:positionH relativeFrom="margin">
                  <wp:align>center</wp:align>
                </wp:positionH>
                <wp:positionV relativeFrom="paragraph">
                  <wp:posOffset>1485265</wp:posOffset>
                </wp:positionV>
                <wp:extent cx="4324350" cy="2524760"/>
                <wp:effectExtent l="0" t="0" r="0" b="8890"/>
                <wp:wrapTopAndBottom/>
                <wp:docPr id="20" name="Gruppieren 20"/>
                <wp:cNvGraphicFramePr/>
                <a:graphic xmlns:a="http://schemas.openxmlformats.org/drawingml/2006/main">
                  <a:graphicData uri="http://schemas.microsoft.com/office/word/2010/wordprocessingGroup">
                    <wpg:wgp>
                      <wpg:cNvGrpSpPr/>
                      <wpg:grpSpPr>
                        <a:xfrm>
                          <a:off x="0" y="0"/>
                          <a:ext cx="4324350" cy="2524760"/>
                          <a:chOff x="0" y="0"/>
                          <a:chExt cx="4324350" cy="2524760"/>
                        </a:xfrm>
                      </wpg:grpSpPr>
                      <wpg:grpSp>
                        <wpg:cNvPr id="18" name="Gruppieren 18"/>
                        <wpg:cNvGrpSpPr/>
                        <wpg:grpSpPr>
                          <a:xfrm>
                            <a:off x="0" y="0"/>
                            <a:ext cx="4324350" cy="2190750"/>
                            <a:chOff x="0" y="0"/>
                            <a:chExt cx="4324350" cy="2190750"/>
                          </a:xfrm>
                        </wpg:grpSpPr>
                        <pic:pic xmlns:pic="http://schemas.openxmlformats.org/drawingml/2006/picture">
                          <pic:nvPicPr>
                            <pic:cNvPr id="9" name="Grafik 9" descr="Vlog Silhouette"/>
                            <pic:cNvPicPr>
                              <a:picLocks noChangeAspect="1"/>
                            </pic:cNvPicPr>
                          </pic:nvPicPr>
                          <pic:blipFill>
                            <a:blip r:embed="rId8">
                              <a:extLst>
                                <a:ext uri="{28A0092B-C50C-407E-A947-70E740481C1C}">
                                  <a14:useLocalDpi xmlns:a14="http://schemas.microsoft.com/office/drawing/2010/main" val="0"/>
                                </a:ext>
                                <a:ext uri="{96DAC541-7B7A-43D3-8B79-37D633B846F1}">
                                  <asvg:svgBlip xmlns:asvg="http://schemas.microsoft.com/office/drawing/2016/SVG/main" r:embed="rId9"/>
                                </a:ext>
                              </a:extLst>
                            </a:blip>
                            <a:stretch>
                              <a:fillRect/>
                            </a:stretch>
                          </pic:blipFill>
                          <pic:spPr>
                            <a:xfrm>
                              <a:off x="1020005" y="9525"/>
                              <a:ext cx="899795" cy="899795"/>
                            </a:xfrm>
                            <a:prstGeom prst="rect">
                              <a:avLst/>
                            </a:prstGeom>
                          </pic:spPr>
                        </pic:pic>
                        <wpg:grpSp>
                          <wpg:cNvPr id="17" name="Gruppieren 17"/>
                          <wpg:cNvGrpSpPr/>
                          <wpg:grpSpPr>
                            <a:xfrm>
                              <a:off x="400050" y="295275"/>
                              <a:ext cx="3924300" cy="1895475"/>
                              <a:chOff x="0" y="0"/>
                              <a:chExt cx="3924300" cy="1895475"/>
                            </a:xfrm>
                          </wpg:grpSpPr>
                          <wps:wsp>
                            <wps:cNvPr id="4" name="Flussdiagramm: Magnetplattenspeicher 4"/>
                            <wps:cNvSpPr/>
                            <wps:spPr>
                              <a:xfrm>
                                <a:off x="57150" y="1390650"/>
                                <a:ext cx="2019300" cy="504825"/>
                              </a:xfrm>
                              <a:prstGeom prst="flowChartMagneticDisk">
                                <a:avLst/>
                              </a:prstGeom>
                              <a:solidFill>
                                <a:srgbClr val="4E6B9E"/>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3DEA8E5D" w14:textId="40B0B4A3" w:rsidR="00830F21" w:rsidRPr="00EF1C46" w:rsidRDefault="00830F21" w:rsidP="00830F21">
                                  <w:pPr>
                                    <w:jc w:val="center"/>
                                    <w:rPr>
                                      <w:b/>
                                      <w:bCs/>
                                    </w:rPr>
                                  </w:pPr>
                                  <w:r w:rsidRPr="00EF1C46">
                                    <w:rPr>
                                      <w:b/>
                                      <w:bCs/>
                                    </w:rPr>
                                    <w:t>Datenbasis</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hteck 5"/>
                            <wps:cNvSpPr/>
                            <wps:spPr>
                              <a:xfrm>
                                <a:off x="0" y="847725"/>
                                <a:ext cx="2076450" cy="314325"/>
                              </a:xfrm>
                              <a:prstGeom prst="rect">
                                <a:avLst/>
                              </a:prstGeom>
                              <a:solidFill>
                                <a:srgbClr val="4E6B9E"/>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txbx>
                              <w:txbxContent>
                                <w:p w14:paraId="52CBEF64" w14:textId="19418DD8" w:rsidR="00830F21" w:rsidRDefault="00830F21" w:rsidP="00830F21">
                                  <w:pPr>
                                    <w:jc w:val="center"/>
                                  </w:pPr>
                                  <w:r w:rsidRPr="00EF1C46">
                                    <w:rPr>
                                      <w:b/>
                                      <w:bCs/>
                                    </w:rPr>
                                    <w:t>Datenbankmanagementsystem</w:t>
                                  </w:r>
                                  <w:r>
                                    <w:rPr>
                                      <w:noProof/>
                                    </w:rPr>
                                    <w:drawing>
                                      <wp:inline distT="0" distB="0" distL="0" distR="0" wp14:anchorId="024D262F" wp14:editId="65F34B01">
                                        <wp:extent cx="210185" cy="210185"/>
                                        <wp:effectExtent l="0" t="0" r="0" b="0"/>
                                        <wp:docPr id="29" name="Grafik 29" descr="Vlo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Vlog Silhouett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0185" cy="21018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Gerade Verbindung mit Pfeil 10"/>
                            <wps:cNvCnPr/>
                            <wps:spPr>
                              <a:xfrm flipV="1">
                                <a:off x="1095375" y="1133475"/>
                                <a:ext cx="0" cy="295275"/>
                              </a:xfrm>
                              <a:prstGeom prst="straightConnector1">
                                <a:avLst/>
                              </a:prstGeom>
                              <a:ln>
                                <a:headEnd type="triangle" w="med" len="med"/>
                                <a:tailEnd type="triangle" w="med" len="med"/>
                              </a:ln>
                            </wps:spPr>
                            <wps:style>
                              <a:lnRef idx="2">
                                <a:schemeClr val="dk1"/>
                              </a:lnRef>
                              <a:fillRef idx="0">
                                <a:schemeClr val="dk1"/>
                              </a:fillRef>
                              <a:effectRef idx="1">
                                <a:schemeClr val="dk1"/>
                              </a:effectRef>
                              <a:fontRef idx="minor">
                                <a:schemeClr val="tx1"/>
                              </a:fontRef>
                            </wps:style>
                            <wps:bodyPr/>
                          </wps:wsp>
                          <wps:wsp>
                            <wps:cNvPr id="11" name="Gerade Verbindung mit Pfeil 11"/>
                            <wps:cNvCnPr/>
                            <wps:spPr>
                              <a:xfrm>
                                <a:off x="171450" y="447675"/>
                                <a:ext cx="447675" cy="400050"/>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12" name="Gerade Verbindung mit Pfeil 12"/>
                            <wps:cNvCnPr/>
                            <wps:spPr>
                              <a:xfrm flipH="1">
                                <a:off x="1533525" y="447675"/>
                                <a:ext cx="419100" cy="409575"/>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s:wsp>
                            <wps:cNvPr id="14" name="Textfeld 14"/>
                            <wps:cNvSpPr txBox="1"/>
                            <wps:spPr>
                              <a:xfrm>
                                <a:off x="2676525" y="0"/>
                                <a:ext cx="1104900" cy="323850"/>
                              </a:xfrm>
                              <a:prstGeom prst="rect">
                                <a:avLst/>
                              </a:prstGeom>
                              <a:noFill/>
                              <a:ln w="6350">
                                <a:noFill/>
                              </a:ln>
                            </wps:spPr>
                            <wps:txbx>
                              <w:txbxContent>
                                <w:p w14:paraId="67A485D0" w14:textId="6DEE5D84" w:rsidR="005754C2" w:rsidRDefault="005754C2">
                                  <w:r>
                                    <w:t>Anwendungen</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5" name="Geschweifte Klammer rechts 15"/>
                            <wps:cNvSpPr/>
                            <wps:spPr>
                              <a:xfrm>
                                <a:off x="2247900" y="866775"/>
                                <a:ext cx="323850" cy="971550"/>
                              </a:xfrm>
                              <a:prstGeom prst="rightBrace">
                                <a:avLst/>
                              </a:prstGeom>
                              <a:ln>
                                <a:solidFill>
                                  <a:srgbClr val="4E6B9E"/>
                                </a:solidFill>
                              </a:ln>
                            </wps:spPr>
                            <wps:style>
                              <a:lnRef idx="3">
                                <a:schemeClr val="accent1"/>
                              </a:lnRef>
                              <a:fillRef idx="0">
                                <a:schemeClr val="accent1"/>
                              </a:fillRef>
                              <a:effectRef idx="2">
                                <a:schemeClr val="accent1"/>
                              </a:effectRef>
                              <a:fontRef idx="minor">
                                <a:schemeClr val="tx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Textfeld 16"/>
                            <wps:cNvSpPr txBox="1"/>
                            <wps:spPr>
                              <a:xfrm>
                                <a:off x="2695575" y="1247775"/>
                                <a:ext cx="1228725" cy="323850"/>
                              </a:xfrm>
                              <a:prstGeom prst="rect">
                                <a:avLst/>
                              </a:prstGeom>
                              <a:noFill/>
                              <a:ln w="6350">
                                <a:noFill/>
                              </a:ln>
                            </wps:spPr>
                            <wps:txbx>
                              <w:txbxContent>
                                <w:p w14:paraId="66EC2114" w14:textId="380451B1" w:rsidR="005754C2" w:rsidRPr="005754C2" w:rsidRDefault="005754C2" w:rsidP="005754C2">
                                  <w:pPr>
                                    <w:rPr>
                                      <w:color w:val="4E6B9E"/>
                                    </w:rPr>
                                  </w:pPr>
                                  <w:r w:rsidRPr="005754C2">
                                    <w:rPr>
                                      <w:color w:val="4E6B9E"/>
                                    </w:rPr>
                                    <w:t>Datenbanksystem</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13" name="Gerade Verbindung mit Pfeil 13"/>
                            <wps:cNvCnPr/>
                            <wps:spPr>
                              <a:xfrm>
                                <a:off x="1090323" y="438150"/>
                                <a:ext cx="0" cy="409575"/>
                              </a:xfrm>
                              <a:prstGeom prst="straightConnector1">
                                <a:avLst/>
                              </a:prstGeom>
                              <a:ln>
                                <a:headEnd type="triangle"/>
                                <a:tailEnd type="triangle"/>
                              </a:ln>
                            </wps:spPr>
                            <wps:style>
                              <a:lnRef idx="2">
                                <a:schemeClr val="dk1"/>
                              </a:lnRef>
                              <a:fillRef idx="0">
                                <a:schemeClr val="dk1"/>
                              </a:fillRef>
                              <a:effectRef idx="1">
                                <a:schemeClr val="dk1"/>
                              </a:effectRef>
                              <a:fontRef idx="minor">
                                <a:schemeClr val="tx1"/>
                              </a:fontRef>
                            </wps:style>
                            <wps:bodyPr/>
                          </wps:wsp>
                        </wpg:grpSp>
                        <pic:pic xmlns:pic="http://schemas.openxmlformats.org/drawingml/2006/picture">
                          <pic:nvPicPr>
                            <pic:cNvPr id="8" name="Grafik 8" descr="Vlog Silhouette"/>
                            <pic:cNvPicPr>
                              <a:picLocks noChangeAspect="1"/>
                            </pic:cNvPicPr>
                          </pic:nvPicPr>
                          <pic:blipFill>
                            <a:blip r:embed="rId12">
                              <a:extLst>
                                <a:ext uri="{28A0092B-C50C-407E-A947-70E740481C1C}">
                                  <a14:useLocalDpi xmlns:a14="http://schemas.microsoft.com/office/drawing/2010/main" val="0"/>
                                </a:ext>
                                <a:ext uri="{96DAC541-7B7A-43D3-8B79-37D633B846F1}">
                                  <asvg:svgBlip xmlns:asvg="http://schemas.microsoft.com/office/drawing/2016/SVG/main" r:embed="rId13"/>
                                </a:ext>
                              </a:extLst>
                            </a:blip>
                            <a:stretch>
                              <a:fillRect/>
                            </a:stretch>
                          </pic:blipFill>
                          <pic:spPr>
                            <a:xfrm>
                              <a:off x="0" y="0"/>
                              <a:ext cx="899795" cy="899795"/>
                            </a:xfrm>
                            <a:prstGeom prst="rect">
                              <a:avLst/>
                            </a:prstGeom>
                          </pic:spPr>
                        </pic:pic>
                        <pic:pic xmlns:pic="http://schemas.openxmlformats.org/drawingml/2006/picture">
                          <pic:nvPicPr>
                            <pic:cNvPr id="7" name="Grafik 7" descr="Cmd (Terminal) Silhouette"/>
                            <pic:cNvPicPr>
                              <a:picLocks noChangeAspect="1"/>
                            </pic:cNvPicPr>
                          </pic:nvPicPr>
                          <pic:blipFill>
                            <a:blip r:embed="rId14">
                              <a:extLst>
                                <a:ext uri="{28A0092B-C50C-407E-A947-70E740481C1C}">
                                  <a14:useLocalDpi xmlns:a14="http://schemas.microsoft.com/office/drawing/2010/main" val="0"/>
                                </a:ext>
                                <a:ext uri="{96DAC541-7B7A-43D3-8B79-37D633B846F1}">
                                  <asvg:svgBlip xmlns:asvg="http://schemas.microsoft.com/office/drawing/2016/SVG/main" r:embed="rId15"/>
                                </a:ext>
                              </a:extLst>
                            </a:blip>
                            <a:stretch>
                              <a:fillRect/>
                            </a:stretch>
                          </pic:blipFill>
                          <pic:spPr>
                            <a:xfrm>
                              <a:off x="2009775" y="9525"/>
                              <a:ext cx="899795" cy="899795"/>
                            </a:xfrm>
                            <a:prstGeom prst="rect">
                              <a:avLst/>
                            </a:prstGeom>
                          </pic:spPr>
                        </pic:pic>
                      </wpg:grpSp>
                      <wps:wsp>
                        <wps:cNvPr id="19" name="Textfeld 19"/>
                        <wps:cNvSpPr txBox="1"/>
                        <wps:spPr>
                          <a:xfrm>
                            <a:off x="0" y="2258060"/>
                            <a:ext cx="4324350" cy="266700"/>
                          </a:xfrm>
                          <a:prstGeom prst="rect">
                            <a:avLst/>
                          </a:prstGeom>
                          <a:solidFill>
                            <a:prstClr val="white"/>
                          </a:solidFill>
                          <a:ln>
                            <a:noFill/>
                          </a:ln>
                        </wps:spPr>
                        <wps:txbx>
                          <w:txbxContent>
                            <w:p w14:paraId="0799B7FB" w14:textId="7480E17F" w:rsidR="005754C2" w:rsidRPr="00876712" w:rsidRDefault="005754C2" w:rsidP="005754C2">
                              <w:pPr>
                                <w:pStyle w:val="UnterschriftINFSII"/>
                                <w:rPr>
                                  <w:color w:val="000000" w:themeColor="text1"/>
                                </w:rPr>
                              </w:pPr>
                              <w:r>
                                <w:t xml:space="preserve">Abbildung </w:t>
                              </w:r>
                              <w:fldSimple w:instr=" SEQ Abbildung \* ARABIC ">
                                <w:r w:rsidR="00065AC6">
                                  <w:rPr>
                                    <w:noProof/>
                                  </w:rPr>
                                  <w:t>2</w:t>
                                </w:r>
                              </w:fldSimple>
                              <w:r>
                                <w:t>: Übersicht Datenbanksystem</w:t>
                              </w:r>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wpg:wgp>
                  </a:graphicData>
                </a:graphic>
              </wp:anchor>
            </w:drawing>
          </mc:Choice>
          <mc:Fallback>
            <w:pict>
              <v:group w14:anchorId="076DA97C" id="Gruppieren 20" o:spid="_x0000_s1026" style="position:absolute;margin-left:0;margin-top:116.95pt;width:340.5pt;height:198.8pt;z-index:251671552;mso-position-horizontal:center;mso-position-horizontal-relative:margin" coordsize="43243,25247" o:gfxdata="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">
                <v:group id="Gruppieren 18" o:spid="_x0000_s1027" style="position:absolute;width:43243;height:21907" coordsize="43243,21907"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Grafik 9" o:spid="_x0000_s1028" type="#_x0000_t75" alt="Vlog Silhouette" style="position:absolute;left:10200;top:95;width:8998;height:8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">
                    <v:imagedata r:id="rId16" o:title="Vlog Silhouette"/>
                  </v:shape>
                  <v:group id="Gruppieren 17" o:spid="_x0000_s1029" style="position:absolute;left:4000;top:2952;width:39243;height:18955" coordsize="39243,1895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132" coordsize="21600,21600" o:spt="132" path="m10800,qx,3391l,18209qy10800,21600,21600,18209l21600,3391qy10800,xem,3391nfqy10800,6782,21600,3391e">
                      <v:path o:extrusionok="f" gradientshapeok="t" o:connecttype="custom" o:connectlocs="10800,6782;10800,0;0,10800;10800,21600;21600,10800" o:connectangles="270,270,180,90,0" textboxrect="0,6782,21600,18209"/>
                    </v:shapetype>
                    <v:shape id="Flussdiagramm: Magnetplattenspeicher 4" o:spid="_x0000_s1030" type="#_x0000_t132" style="position:absolute;left:571;top:13906;width:20193;height:504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" fillcolor="#4e6b9e" strokecolor="white [3212]" strokeweight="1pt">
                      <v:stroke joinstyle="miter"/>
                      <v:textbox>
                        <w:txbxContent>
                          <w:p w14:paraId="3DEA8E5D" w14:textId="40B0B4A3" w:rsidR="00830F21" w:rsidRPr="00EF1C46" w:rsidRDefault="00830F21" w:rsidP="00830F21">
                            <w:pPr>
                              <w:jc w:val="center"/>
                              <w:rPr>
                                <w:b/>
                                <w:bCs/>
                              </w:rPr>
                            </w:pPr>
                            <w:r w:rsidRPr="00EF1C46">
                              <w:rPr>
                                <w:b/>
                                <w:bCs/>
                              </w:rPr>
                              <w:t>Datenbasis</w:t>
                            </w:r>
                          </w:p>
                        </w:txbxContent>
                      </v:textbox>
                    </v:shape>
                    <v:rect id="Rechteck 5" o:spid="_x0000_s1031" style="position:absolute;top:8477;width:20764;height:3143;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" fillcolor="#4e6b9e" strokecolor="white [3212]" strokeweight="1pt">
                      <v:textbox>
                        <w:txbxContent>
                          <w:p w14:paraId="52CBEF64" w14:textId="19418DD8" w:rsidR="00830F21" w:rsidRDefault="00830F21" w:rsidP="00830F21">
                            <w:pPr>
                              <w:jc w:val="center"/>
                            </w:pPr>
                            <w:r w:rsidRPr="00EF1C46">
                              <w:rPr>
                                <w:b/>
                                <w:bCs/>
                              </w:rPr>
                              <w:t>Datenbankmanagementsystem</w:t>
                            </w:r>
                            <w:r>
                              <w:rPr>
                                <w:noProof/>
                              </w:rPr>
                              <w:drawing>
                                <wp:inline distT="0" distB="0" distL="0" distR="0" wp14:anchorId="024D262F" wp14:editId="65F34B01">
                                  <wp:extent cx="210185" cy="210185"/>
                                  <wp:effectExtent l="0" t="0" r="0" b="0"/>
                                  <wp:docPr id="29" name="Grafik 29" descr="Vlog Silhouett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Grafik 6" descr="Vlog Silhouette"/>
                                          <pic:cNvPicPr/>
                                        </pic:nvPicPr>
                                        <pic:blipFill>
                                          <a:blip r:embed="rId10">
                                            <a:extLst>
                                              <a:ext uri="{28A0092B-C50C-407E-A947-70E740481C1C}">
                                                <a14:useLocalDpi xmlns:a14="http://schemas.microsoft.com/office/drawing/2010/main" val="0"/>
                                              </a:ext>
                                              <a:ext uri="{96DAC541-7B7A-43D3-8B79-37D633B846F1}">
                                                <asvg:svgBlip xmlns:asvg="http://schemas.microsoft.com/office/drawing/2016/SVG/main" r:embed="rId11"/>
                                              </a:ext>
                                            </a:extLst>
                                          </a:blip>
                                          <a:stretch>
                                            <a:fillRect/>
                                          </a:stretch>
                                        </pic:blipFill>
                                        <pic:spPr>
                                          <a:xfrm>
                                            <a:off x="0" y="0"/>
                                            <a:ext cx="210185" cy="210185"/>
                                          </a:xfrm>
                                          <a:prstGeom prst="rect">
                                            <a:avLst/>
                                          </a:prstGeom>
                                        </pic:spPr>
                                      </pic:pic>
                                    </a:graphicData>
                                  </a:graphic>
                                </wp:inline>
                              </w:drawing>
                            </w:r>
                          </w:p>
                        </w:txbxContent>
                      </v:textbox>
                    </v:rect>
                    <v:shapetype id="_x0000_t32" coordsize="21600,21600" o:spt="32" o:oned="t" path="m,l21600,21600e" filled="f">
                      <v:path arrowok="t" fillok="f" o:connecttype="none"/>
                      <o:lock v:ext="edit" shapetype="t"/>
                    </v:shapetype>
                    <v:shape id="Gerade Verbindung mit Pfeil 10" o:spid="_x0000_s1032" type="#_x0000_t32" style="position:absolute;left:10953;top:11334;width:0;height:2953;flip:y;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" strokecolor="black [3200]" strokeweight="1pt">
                      <v:stroke startarrow="block" endarrow="block" joinstyle="miter"/>
                    </v:shape>
                    <v:shape id="Gerade Verbindung mit Pfeil 11" o:spid="_x0000_s1033" type="#_x0000_t32" style="position:absolute;left:1714;top:4476;width:4477;height:4001;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" strokecolor="black [3200]" strokeweight="1pt">
                      <v:stroke startarrow="block" endarrow="block" joinstyle="miter"/>
                    </v:shape>
                    <v:shape id="Gerade Verbindung mit Pfeil 12" o:spid="_x0000_s1034" type="#_x0000_t32" style="position:absolute;left:15335;top:4476;width:4191;height:4096;flip:x;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" strokecolor="black [3200]" strokeweight="1pt">
                      <v:stroke startarrow="block" endarrow="block" joinstyle="miter"/>
                    </v:shape>
                    <v:shapetype id="_x0000_t202" coordsize="21600,21600" o:spt="202" path="m,l,21600r21600,l21600,xe">
                      <v:stroke joinstyle="miter"/>
                      <v:path gradientshapeok="t" o:connecttype="rect"/>
                    </v:shapetype>
                    <v:shape id="Textfeld 14" o:spid="_x0000_s1035" type="#_x0000_t202" style="position:absolute;left:26765;width:11049;height:323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" filled="f" stroked="f" strokeweight=".5pt">
                      <v:textbox>
                        <w:txbxContent>
                          <w:p w14:paraId="67A485D0" w14:textId="6DEE5D84" w:rsidR="005754C2" w:rsidRDefault="005754C2">
                            <w:r>
                              <w:t>Anwendungen</w:t>
                            </w:r>
                          </w:p>
                        </w:txbxContent>
                      </v:textbox>
                    </v:shape>
                    <v:shapetype id="_x0000_t88" coordsize="21600,21600" o:spt="88" adj="1800,10800" path="m,qx10800@0l10800@2qy21600@11,10800@3l10800@1qy,21600e" filled="f">
                      <v:formulas>
                        <v:f eqn="val #0"/>
                        <v:f eqn="sum 21600 0 #0"/>
                        <v:f eqn="sum #1 0 #0"/>
                        <v:f eqn="sum #1 #0 0"/>
                        <v:f eqn="prod #0 9598 32768"/>
                        <v:f eqn="sum 21600 0 @4"/>
                        <v:f eqn="sum 21600 0 #1"/>
                        <v:f eqn="min #1 @6"/>
                        <v:f eqn="prod @7 1 2"/>
                        <v:f eqn="prod #0 2 1"/>
                        <v:f eqn="sum 21600 0 @9"/>
                        <v:f eqn="val #1"/>
                      </v:formulas>
                      <v:path arrowok="t" o:connecttype="custom" o:connectlocs="0,0;21600,@11;0,21600" textboxrect="0,@4,7637,@5"/>
                      <v:handles>
                        <v:h position="center,#0" yrange="0,@8"/>
                        <v:h position="bottomRight,#1" yrange="@9,@10"/>
                      </v:handles>
                    </v:shapetype>
                    <v:shape id="Geschweifte Klammer rechts 15" o:spid="_x0000_s1036" type="#_x0000_t88" style="position:absolute;left:22479;top:8667;width:3238;height:971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" adj="600" strokecolor="#4e6b9e" strokeweight="1.5pt">
                      <v:stroke joinstyle="miter"/>
                    </v:shape>
                    <v:shape id="Textfeld 16" o:spid="_x0000_s1037" type="#_x0000_t202" style="position:absolute;left:26955;top:12477;width:12288;height:323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" filled="f" stroked="f" strokeweight=".5pt">
                      <v:textbox>
                        <w:txbxContent>
                          <w:p w14:paraId="66EC2114" w14:textId="380451B1" w:rsidR="005754C2" w:rsidRPr="005754C2" w:rsidRDefault="005754C2" w:rsidP="005754C2">
                            <w:pPr>
                              <w:rPr>
                                <w:color w:val="4E6B9E"/>
                              </w:rPr>
                            </w:pPr>
                            <w:r w:rsidRPr="005754C2">
                              <w:rPr>
                                <w:color w:val="4E6B9E"/>
                              </w:rPr>
                              <w:t>Datenbanksystem</w:t>
                            </w:r>
                          </w:p>
                        </w:txbxContent>
                      </v:textbox>
                    </v:shape>
                    <v:shape id="Gerade Verbindung mit Pfeil 13" o:spid="_x0000_s1038" type="#_x0000_t32" style="position:absolute;left:10903;top:4381;width:0;height:4096;visibility:visible;mso-wrap-style:square"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" strokecolor="black [3200]" strokeweight="1pt">
                      <v:stroke startarrow="block" endarrow="block" joinstyle="miter"/>
                    </v:shape>
                  </v:group>
                  <v:shape id="Grafik 8" o:spid="_x0000_s1039" type="#_x0000_t75" alt="Vlog Silhouette" style="position:absolute;width:8997;height:8997;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">
                    <v:imagedata r:id="rId17" o:title="Vlog Silhouette"/>
                  </v:shape>
                  <v:shape id="Grafik 7" o:spid="_x0000_s1040" type="#_x0000_t75" alt="Cmd (Terminal) Silhouette" style="position:absolute;left:20097;top:95;width:8998;height:8998;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">
                    <v:imagedata r:id="rId18" o:title="Cmd (Terminal) Silhouette"/>
                  </v:shape>
                </v:group>
                <v:shape id="Textfeld 19" o:spid="_x0000_s1041" type="#_x0000_t202" style="position:absolute;top:22580;width:43243;height:2667;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" stroked="f">
                  <v:textbox style="mso-fit-shape-to-text:t" inset="0,0,0,0">
                    <w:txbxContent>
                      <w:p w14:paraId="0799B7FB" w14:textId="7480E17F" w:rsidR="005754C2" w:rsidRPr="00876712" w:rsidRDefault="005754C2" w:rsidP="005754C2">
                        <w:pPr>
                          <w:pStyle w:val="UnterschriftINFSII"/>
                          <w:rPr>
                            <w:color w:val="000000" w:themeColor="text1"/>
                          </w:rPr>
                        </w:pPr>
                        <w:r>
                          <w:t xml:space="preserve">Abbildung </w:t>
                        </w:r>
                        <w:fldSimple w:instr=" SEQ Abbildung \* ARABIC ">
                          <w:r w:rsidR="00065AC6">
                            <w:rPr>
                              <w:noProof/>
                            </w:rPr>
                            <w:t>2</w:t>
                          </w:r>
                        </w:fldSimple>
                        <w:r>
                          <w:t>: Übersicht Datenbanksystem</w:t>
                        </w:r>
                      </w:p>
                    </w:txbxContent>
                  </v:textbox>
                </v:shape>
                <w10:wrap type="topAndBottom" anchorx="margin"/>
              </v:group>
            </w:pict>
          </mc:Fallback>
        </mc:AlternateContent>
      </w:r>
      <w:r w:rsidR="00150516">
        <w:rPr>
          <w:color w:val="000000" w:themeColor="text1"/>
        </w:rPr>
        <w:t xml:space="preserve">Für die Verwaltung größerer Datenmengen, verwendet man statt einer TKS </w:t>
      </w:r>
      <w:r w:rsidR="00B04E20">
        <w:rPr>
          <w:color w:val="000000" w:themeColor="text1"/>
        </w:rPr>
        <w:t>meist</w:t>
      </w:r>
      <w:r w:rsidR="00150516">
        <w:rPr>
          <w:color w:val="000000" w:themeColor="text1"/>
        </w:rPr>
        <w:t xml:space="preserve"> </w:t>
      </w:r>
      <w:r w:rsidR="0043631B">
        <w:rPr>
          <w:color w:val="000000" w:themeColor="text1"/>
        </w:rPr>
        <w:t xml:space="preserve">leistungsstärkere </w:t>
      </w:r>
      <w:r w:rsidR="00150516">
        <w:rPr>
          <w:color w:val="000000" w:themeColor="text1"/>
        </w:rPr>
        <w:t xml:space="preserve">Datenbanksysteme. </w:t>
      </w:r>
      <w:r w:rsidR="0043631B">
        <w:rPr>
          <w:color w:val="000000" w:themeColor="text1"/>
        </w:rPr>
        <w:t xml:space="preserve">Wir schauen uns im Folgenden </w:t>
      </w:r>
      <w:r w:rsidR="00B04E20">
        <w:rPr>
          <w:color w:val="000000" w:themeColor="text1"/>
        </w:rPr>
        <w:t xml:space="preserve">exemplarisch </w:t>
      </w:r>
      <w:r w:rsidR="0043631B">
        <w:rPr>
          <w:color w:val="000000" w:themeColor="text1"/>
        </w:rPr>
        <w:t xml:space="preserve">die weit verbreiteten </w:t>
      </w:r>
      <w:r w:rsidR="0043631B" w:rsidRPr="00EF1C46">
        <w:rPr>
          <w:b/>
          <w:bCs/>
          <w:color w:val="4E6B9E"/>
        </w:rPr>
        <w:t>relationalen Datenbanksysteme</w:t>
      </w:r>
      <w:r w:rsidR="0043631B">
        <w:rPr>
          <w:color w:val="000000" w:themeColor="text1"/>
        </w:rPr>
        <w:t xml:space="preserve"> an.</w:t>
      </w:r>
      <w:r w:rsidR="00B04E20">
        <w:rPr>
          <w:color w:val="000000" w:themeColor="text1"/>
        </w:rPr>
        <w:t xml:space="preserve"> Ein Datenbanksystem besteht aus der</w:t>
      </w:r>
      <w:r w:rsidR="00EF1C46">
        <w:rPr>
          <w:color w:val="000000" w:themeColor="text1"/>
        </w:rPr>
        <w:t xml:space="preserve"> </w:t>
      </w:r>
      <w:r w:rsidR="00B04E20" w:rsidRPr="00EF1C46">
        <w:rPr>
          <w:b/>
          <w:bCs/>
          <w:color w:val="4E6B9E"/>
        </w:rPr>
        <w:t>Datenbasis</w:t>
      </w:r>
      <w:r w:rsidR="0098074A" w:rsidRPr="00EF1C46">
        <w:rPr>
          <w:color w:val="4E6B9E"/>
        </w:rPr>
        <w:t xml:space="preserve"> </w:t>
      </w:r>
      <w:r w:rsidR="00F025C3">
        <w:rPr>
          <w:color w:val="000000" w:themeColor="text1"/>
        </w:rPr>
        <w:t xml:space="preserve">und dem </w:t>
      </w:r>
      <w:r w:rsidR="00F025C3" w:rsidRPr="00EF1C46">
        <w:rPr>
          <w:b/>
          <w:bCs/>
          <w:color w:val="4E6B9E"/>
        </w:rPr>
        <w:t>Datenbankmanagementsystem</w:t>
      </w:r>
      <w:r w:rsidR="0098074A" w:rsidRPr="00EF1C46">
        <w:rPr>
          <w:color w:val="4E6B9E"/>
        </w:rPr>
        <w:t xml:space="preserve"> </w:t>
      </w:r>
      <w:r w:rsidR="0098074A">
        <w:rPr>
          <w:color w:val="000000" w:themeColor="text1"/>
        </w:rPr>
        <w:t>(</w:t>
      </w:r>
      <w:r w:rsidR="0098074A" w:rsidRPr="00EF1C46">
        <w:rPr>
          <w:b/>
          <w:bCs/>
          <w:color w:val="4E6B9E"/>
        </w:rPr>
        <w:t>DBMS</w:t>
      </w:r>
      <w:r w:rsidR="0098074A">
        <w:rPr>
          <w:color w:val="000000" w:themeColor="text1"/>
        </w:rPr>
        <w:t>)</w:t>
      </w:r>
      <w:r w:rsidR="00F025C3">
        <w:rPr>
          <w:color w:val="000000" w:themeColor="text1"/>
        </w:rPr>
        <w:t xml:space="preserve">. Während in der Datenbasis die zu verwaltenden Daten </w:t>
      </w:r>
      <w:r w:rsidR="0098074A">
        <w:rPr>
          <w:color w:val="000000" w:themeColor="text1"/>
        </w:rPr>
        <w:t xml:space="preserve">einheitlich </w:t>
      </w:r>
      <w:r w:rsidR="00F025C3">
        <w:rPr>
          <w:color w:val="000000" w:themeColor="text1"/>
        </w:rPr>
        <w:t xml:space="preserve">strukturiert abgelegt sind, organisiert das </w:t>
      </w:r>
      <w:r w:rsidR="0098074A">
        <w:rPr>
          <w:color w:val="000000" w:themeColor="text1"/>
        </w:rPr>
        <w:t>DBMS</w:t>
      </w:r>
      <w:r w:rsidR="00F025C3">
        <w:rPr>
          <w:color w:val="000000" w:themeColor="text1"/>
        </w:rPr>
        <w:t xml:space="preserve"> den Zugriff auf die Daten</w:t>
      </w:r>
      <w:r w:rsidR="003C326A">
        <w:rPr>
          <w:rStyle w:val="Funotenzeichen"/>
          <w:color w:val="000000" w:themeColor="text1"/>
        </w:rPr>
        <w:footnoteReference w:id="2"/>
      </w:r>
      <w:r w:rsidR="00F025C3">
        <w:rPr>
          <w:color w:val="000000" w:themeColor="text1"/>
        </w:rPr>
        <w:t xml:space="preserve">. </w:t>
      </w:r>
      <w:r w:rsidR="0098074A">
        <w:rPr>
          <w:color w:val="000000" w:themeColor="text1"/>
        </w:rPr>
        <w:t>Wir schauen uns zunächst an, was das DBMS leistet, bevor wir uns ausführlicher mit der Struktur einer relationalen Datenbank beschäftigen</w:t>
      </w:r>
      <w:r w:rsidR="00830F21">
        <w:rPr>
          <w:color w:val="000000" w:themeColor="text1"/>
        </w:rPr>
        <w:t>.</w:t>
      </w:r>
      <w:r w:rsidR="00830F21" w:rsidRPr="00830F21">
        <w:rPr>
          <w:noProof/>
        </w:rPr>
        <w:t xml:space="preserve"> </w:t>
      </w:r>
    </w:p>
    <w:p w14:paraId="3F9053BB" w14:textId="6008B93F" w:rsidR="00F025C3" w:rsidRPr="00830F21" w:rsidRDefault="0098074A" w:rsidP="003C326A">
      <w:pPr>
        <w:pStyle w:val="berschrift3"/>
      </w:pPr>
      <w:r w:rsidRPr="00830F21">
        <w:t xml:space="preserve">Das </w:t>
      </w:r>
      <w:r w:rsidR="00F025C3" w:rsidRPr="00830F21">
        <w:t>Datenbankmanagementsystem</w:t>
      </w:r>
    </w:p>
    <w:p w14:paraId="56CE5000" w14:textId="3597DF3D" w:rsidR="0098074A" w:rsidRDefault="00A878AB" w:rsidP="009900D3">
      <w:pPr>
        <w:rPr>
          <w:color w:val="000000" w:themeColor="text1"/>
        </w:rPr>
      </w:pPr>
      <w:r>
        <w:rPr>
          <w:color w:val="000000" w:themeColor="text1"/>
        </w:rPr>
        <w:t xml:space="preserve">Wenn wir Online-Dienste wie Online-Shops oder soziale Netzwerke nutzen, merken wir gar nicht, dass wir Daten in eine Datenbank schreiben oder daraus auslesen. Wir wissen auch nichts über die Struktur der </w:t>
      </w:r>
      <w:r w:rsidR="00D22BF6">
        <w:rPr>
          <w:color w:val="000000" w:themeColor="text1"/>
        </w:rPr>
        <w:t>Datenbasis</w:t>
      </w:r>
      <w:r>
        <w:rPr>
          <w:color w:val="000000" w:themeColor="text1"/>
        </w:rPr>
        <w:t>. Das liegt daran, dass wir weder auf die Daten noch auf das DBMS direkt zugreifen. Das DBMS ist die Schnittstelle, über die Programmierer</w:t>
      </w:r>
      <w:r w:rsidR="0063717B">
        <w:rPr>
          <w:color w:val="000000" w:themeColor="text1"/>
        </w:rPr>
        <w:t xml:space="preserve"> </w:t>
      </w:r>
      <w:r>
        <w:rPr>
          <w:color w:val="000000" w:themeColor="text1"/>
        </w:rPr>
        <w:t>oder Datenbankadminis</w:t>
      </w:r>
      <w:r w:rsidR="0063717B">
        <w:rPr>
          <w:color w:val="000000" w:themeColor="text1"/>
        </w:rPr>
        <w:softHyphen/>
      </w:r>
      <w:r>
        <w:rPr>
          <w:color w:val="000000" w:themeColor="text1"/>
        </w:rPr>
        <w:t>tra</w:t>
      </w:r>
      <w:r w:rsidR="00314D32">
        <w:rPr>
          <w:color w:val="000000" w:themeColor="text1"/>
        </w:rPr>
        <w:softHyphen/>
      </w:r>
      <w:r>
        <w:rPr>
          <w:color w:val="000000" w:themeColor="text1"/>
        </w:rPr>
        <w:t>to</w:t>
      </w:r>
      <w:r w:rsidR="00314D32">
        <w:rPr>
          <w:color w:val="000000" w:themeColor="text1"/>
        </w:rPr>
        <w:softHyphen/>
      </w:r>
      <w:r>
        <w:rPr>
          <w:color w:val="000000" w:themeColor="text1"/>
        </w:rPr>
        <w:t>r</w:t>
      </w:r>
      <w:r w:rsidR="0063717B">
        <w:rPr>
          <w:color w:val="000000" w:themeColor="text1"/>
        </w:rPr>
        <w:t>innen</w:t>
      </w:r>
      <w:r>
        <w:rPr>
          <w:color w:val="000000" w:themeColor="text1"/>
        </w:rPr>
        <w:t xml:space="preserve"> die Daten </w:t>
      </w:r>
      <w:r w:rsidR="00AD166A">
        <w:rPr>
          <w:color w:val="000000" w:themeColor="text1"/>
        </w:rPr>
        <w:t>auslesen oder verändern</w:t>
      </w:r>
      <w:r>
        <w:rPr>
          <w:color w:val="000000" w:themeColor="text1"/>
        </w:rPr>
        <w:t xml:space="preserve"> können. Dazu stellt das DBMS eine </w:t>
      </w:r>
      <w:r w:rsidRPr="008679EA">
        <w:rPr>
          <w:b/>
          <w:bCs/>
          <w:color w:val="4E6B9E"/>
        </w:rPr>
        <w:t>Datenmani</w:t>
      </w:r>
      <w:r w:rsidR="00AD166A">
        <w:rPr>
          <w:b/>
          <w:bCs/>
          <w:color w:val="4E6B9E"/>
        </w:rPr>
        <w:softHyphen/>
      </w:r>
      <w:r w:rsidRPr="008679EA">
        <w:rPr>
          <w:b/>
          <w:bCs/>
          <w:color w:val="4E6B9E"/>
        </w:rPr>
        <w:t>pulations</w:t>
      </w:r>
      <w:r w:rsidR="00AD166A">
        <w:rPr>
          <w:b/>
          <w:bCs/>
          <w:color w:val="4E6B9E"/>
        </w:rPr>
        <w:softHyphen/>
      </w:r>
      <w:r w:rsidR="008679EA" w:rsidRPr="008679EA">
        <w:rPr>
          <w:b/>
          <w:bCs/>
          <w:color w:val="4E6B9E"/>
        </w:rPr>
        <w:softHyphen/>
      </w:r>
      <w:r w:rsidRPr="008679EA">
        <w:rPr>
          <w:b/>
          <w:bCs/>
          <w:color w:val="4E6B9E"/>
        </w:rPr>
        <w:t>sprache</w:t>
      </w:r>
      <w:r w:rsidRPr="008679EA">
        <w:rPr>
          <w:color w:val="4E6B9E"/>
        </w:rPr>
        <w:t xml:space="preserve"> </w:t>
      </w:r>
      <w:r>
        <w:rPr>
          <w:color w:val="000000" w:themeColor="text1"/>
        </w:rPr>
        <w:t xml:space="preserve">zur Verfügung. Eine solche Sprache werden wir uns am Beispiel von </w:t>
      </w:r>
      <w:r w:rsidRPr="008679EA">
        <w:rPr>
          <w:b/>
          <w:bCs/>
          <w:color w:val="4E6B9E"/>
        </w:rPr>
        <w:t>SQL</w:t>
      </w:r>
      <w:r w:rsidRPr="008679EA">
        <w:rPr>
          <w:color w:val="4E6B9E"/>
        </w:rPr>
        <w:t xml:space="preserve"> </w:t>
      </w:r>
      <w:r>
        <w:rPr>
          <w:color w:val="000000" w:themeColor="text1"/>
        </w:rPr>
        <w:t xml:space="preserve">(Struktured Query Language) noch genauer anschauen. SQL-Befehle können nicht nur </w:t>
      </w:r>
      <w:r w:rsidR="005570D7">
        <w:rPr>
          <w:color w:val="000000" w:themeColor="text1"/>
        </w:rPr>
        <w:t xml:space="preserve">einzeln an eine Datenbank gesendet werden, sondern auch in Anwendungen, die in anderen Programmiersprachen geschrieben wurden, eingebettet </w:t>
      </w:r>
      <w:r w:rsidR="00AD166A">
        <w:rPr>
          <w:color w:val="000000" w:themeColor="text1"/>
        </w:rPr>
        <w:t>sein</w:t>
      </w:r>
      <w:r w:rsidR="005570D7">
        <w:rPr>
          <w:color w:val="000000" w:themeColor="text1"/>
        </w:rPr>
        <w:t xml:space="preserve">. So können beispielsweise auf Webseiten Daten aus einer Datenbank eingebunden werden, ohne dass der Anwender die </w:t>
      </w:r>
      <w:r w:rsidR="008679EA">
        <w:rPr>
          <w:color w:val="000000" w:themeColor="text1"/>
        </w:rPr>
        <w:t xml:space="preserve">technischen </w:t>
      </w:r>
      <w:r w:rsidR="005570D7">
        <w:rPr>
          <w:color w:val="000000" w:themeColor="text1"/>
        </w:rPr>
        <w:t>Zusammenhänge kennt.</w:t>
      </w:r>
    </w:p>
    <w:p w14:paraId="05F9B3A4" w14:textId="6656D445" w:rsidR="003C326A" w:rsidRDefault="00D22BF6" w:rsidP="009900D3">
      <w:pPr>
        <w:rPr>
          <w:color w:val="000000" w:themeColor="text1"/>
        </w:rPr>
      </w:pPr>
      <w:r>
        <w:rPr>
          <w:color w:val="000000" w:themeColor="text1"/>
        </w:rPr>
        <w:t xml:space="preserve">Das </w:t>
      </w:r>
      <w:r w:rsidR="005570D7">
        <w:rPr>
          <w:color w:val="000000" w:themeColor="text1"/>
        </w:rPr>
        <w:t xml:space="preserve">DBMS </w:t>
      </w:r>
      <w:r>
        <w:rPr>
          <w:color w:val="000000" w:themeColor="text1"/>
        </w:rPr>
        <w:t xml:space="preserve">koordiniert auch </w:t>
      </w:r>
      <w:r w:rsidR="005570D7">
        <w:rPr>
          <w:color w:val="000000" w:themeColor="text1"/>
        </w:rPr>
        <w:t xml:space="preserve">den </w:t>
      </w:r>
      <w:r w:rsidR="005570D7" w:rsidRPr="008679EA">
        <w:rPr>
          <w:b/>
          <w:bCs/>
          <w:color w:val="4E6B9E"/>
        </w:rPr>
        <w:t>Mehrbenutzerbetrieb</w:t>
      </w:r>
      <w:r w:rsidR="005570D7">
        <w:rPr>
          <w:color w:val="000000" w:themeColor="text1"/>
        </w:rPr>
        <w:t xml:space="preserve">. Jede Bestellung, die ein Kunde in einem </w:t>
      </w:r>
      <w:r w:rsidR="003C326A">
        <w:rPr>
          <w:color w:val="000000" w:themeColor="text1"/>
        </w:rPr>
        <w:t>O</w:t>
      </w:r>
      <w:r w:rsidR="005570D7">
        <w:rPr>
          <w:color w:val="000000" w:themeColor="text1"/>
        </w:rPr>
        <w:t>nline-Shop aufgibt</w:t>
      </w:r>
      <w:r w:rsidR="0063717B">
        <w:rPr>
          <w:color w:val="000000" w:themeColor="text1"/>
        </w:rPr>
        <w:t>,</w:t>
      </w:r>
      <w:r w:rsidR="005570D7">
        <w:rPr>
          <w:color w:val="000000" w:themeColor="text1"/>
        </w:rPr>
        <w:t xml:space="preserve"> oder ein Eintrag</w:t>
      </w:r>
      <w:r w:rsidR="003C326A">
        <w:rPr>
          <w:color w:val="000000" w:themeColor="text1"/>
        </w:rPr>
        <w:t xml:space="preserve">, der in einem </w:t>
      </w:r>
      <w:r w:rsidR="005570D7">
        <w:rPr>
          <w:color w:val="000000" w:themeColor="text1"/>
        </w:rPr>
        <w:t xml:space="preserve">sozialen Netzwerk gemacht wird, führt zu einer Änderung im Datenbestand. Das DBMS regelt daher in der </w:t>
      </w:r>
      <w:r w:rsidR="005570D7" w:rsidRPr="008679EA">
        <w:rPr>
          <w:b/>
          <w:bCs/>
          <w:color w:val="4E6B9E"/>
        </w:rPr>
        <w:t>Transaktionsverwaltung</w:t>
      </w:r>
      <w:r w:rsidR="005570D7">
        <w:rPr>
          <w:color w:val="000000" w:themeColor="text1"/>
        </w:rPr>
        <w:t>, dass die Anfragen der Reihe nach abgearbeitet werden und keine Änderung verloren geh</w:t>
      </w:r>
      <w:r w:rsidR="008679EA">
        <w:rPr>
          <w:color w:val="000000" w:themeColor="text1"/>
        </w:rPr>
        <w:t>t</w:t>
      </w:r>
      <w:r w:rsidR="005570D7">
        <w:rPr>
          <w:color w:val="000000" w:themeColor="text1"/>
        </w:rPr>
        <w:t>.</w:t>
      </w:r>
      <w:r w:rsidR="00C424BC">
        <w:rPr>
          <w:color w:val="000000" w:themeColor="text1"/>
        </w:rPr>
        <w:t xml:space="preserve"> Das gilt auch für Anfragen einzelner Nutzer, die aus mehreren Teilen bestehen und aufeinander aufbauen.</w:t>
      </w:r>
      <w:r w:rsidR="005570D7">
        <w:rPr>
          <w:color w:val="000000" w:themeColor="text1"/>
        </w:rPr>
        <w:t xml:space="preserve"> </w:t>
      </w:r>
      <w:r w:rsidR="003C326A">
        <w:rPr>
          <w:color w:val="000000" w:themeColor="text1"/>
        </w:rPr>
        <w:t xml:space="preserve">Außerdem wird sichergestellt, dass beim Ausführen der SQL-Befehle zum Ändern, Einfügen und Löschen keine </w:t>
      </w:r>
      <w:r w:rsidR="00AD166A" w:rsidRPr="00AD166A">
        <w:rPr>
          <w:b/>
          <w:bCs/>
          <w:color w:val="4E6B9E"/>
        </w:rPr>
        <w:t>inkonsistenten</w:t>
      </w:r>
      <w:r w:rsidR="00AD166A">
        <w:rPr>
          <w:color w:val="000000" w:themeColor="text1"/>
        </w:rPr>
        <w:t xml:space="preserve">, d. h. keine </w:t>
      </w:r>
      <w:r w:rsidR="003C326A">
        <w:rPr>
          <w:color w:val="000000" w:themeColor="text1"/>
        </w:rPr>
        <w:t xml:space="preserve">widersprüchlichen Daten gespeichert werden. </w:t>
      </w:r>
    </w:p>
    <w:p w14:paraId="1D3EBFB8" w14:textId="776A038B" w:rsidR="005570D7" w:rsidRDefault="005570D7" w:rsidP="009900D3">
      <w:pPr>
        <w:rPr>
          <w:color w:val="000000" w:themeColor="text1"/>
        </w:rPr>
      </w:pPr>
      <w:r>
        <w:rPr>
          <w:color w:val="000000" w:themeColor="text1"/>
        </w:rPr>
        <w:lastRenderedPageBreak/>
        <w:t xml:space="preserve">Über das DBMS </w:t>
      </w:r>
      <w:r w:rsidR="00364B71">
        <w:rPr>
          <w:color w:val="000000" w:themeColor="text1"/>
        </w:rPr>
        <w:t>können au</w:t>
      </w:r>
      <w:r w:rsidR="003C326A">
        <w:rPr>
          <w:color w:val="000000" w:themeColor="text1"/>
        </w:rPr>
        <w:t>ch</w:t>
      </w:r>
      <w:r w:rsidR="00364B71">
        <w:rPr>
          <w:color w:val="000000" w:themeColor="text1"/>
        </w:rPr>
        <w:t xml:space="preserve"> </w:t>
      </w:r>
      <w:r w:rsidR="003C326A" w:rsidRPr="008679EA">
        <w:rPr>
          <w:b/>
          <w:bCs/>
          <w:color w:val="4E6B9E"/>
        </w:rPr>
        <w:t>Zugriffsr</w:t>
      </w:r>
      <w:r w:rsidR="00364B71" w:rsidRPr="008679EA">
        <w:rPr>
          <w:b/>
          <w:bCs/>
          <w:color w:val="4E6B9E"/>
        </w:rPr>
        <w:t>echte</w:t>
      </w:r>
      <w:r w:rsidR="00364B71" w:rsidRPr="008679EA">
        <w:rPr>
          <w:color w:val="4E6B9E"/>
        </w:rPr>
        <w:t xml:space="preserve"> </w:t>
      </w:r>
      <w:r w:rsidR="00364B71">
        <w:rPr>
          <w:color w:val="000000" w:themeColor="text1"/>
        </w:rPr>
        <w:t>vergeben werden, so dass in einem Unternehmen zwar alle Daten in einer Datenbank gespeichert sind, jeder Mitarbeiter aber nur Zugriff auf den für</w:t>
      </w:r>
      <w:r w:rsidR="0063717B">
        <w:rPr>
          <w:color w:val="000000" w:themeColor="text1"/>
        </w:rPr>
        <w:t xml:space="preserve"> </w:t>
      </w:r>
      <w:r w:rsidR="00364B71">
        <w:rPr>
          <w:color w:val="000000" w:themeColor="text1"/>
        </w:rPr>
        <w:t>ihn relevanten und zulässigen Ausschnitt der Datenbank erhält.</w:t>
      </w:r>
    </w:p>
    <w:p w14:paraId="097E9695" w14:textId="4197E2BE" w:rsidR="00364B71" w:rsidRDefault="00364B71" w:rsidP="009900D3">
      <w:pPr>
        <w:rPr>
          <w:color w:val="000000" w:themeColor="text1"/>
        </w:rPr>
      </w:pPr>
      <w:r>
        <w:rPr>
          <w:color w:val="000000" w:themeColor="text1"/>
        </w:rPr>
        <w:t xml:space="preserve">Um den geregelten Zugriff mehrerer Personen auf die Datenbasis zu ermöglichen, werden </w:t>
      </w:r>
      <w:r w:rsidR="008679EA">
        <w:rPr>
          <w:color w:val="000000" w:themeColor="text1"/>
        </w:rPr>
        <w:t xml:space="preserve">die Daten </w:t>
      </w:r>
      <w:r>
        <w:rPr>
          <w:color w:val="000000" w:themeColor="text1"/>
        </w:rPr>
        <w:t xml:space="preserve">nicht lokal bei den Anwendern gespeichert, sondern auf einem zentralen </w:t>
      </w:r>
      <w:r w:rsidRPr="008679EA">
        <w:rPr>
          <w:b/>
          <w:bCs/>
          <w:color w:val="4E6B9E"/>
        </w:rPr>
        <w:t>Server</w:t>
      </w:r>
      <w:r>
        <w:rPr>
          <w:color w:val="000000" w:themeColor="text1"/>
        </w:rPr>
        <w:t>, auf den jeder Client über das Anwendungsprogramm zugreift.</w:t>
      </w:r>
      <w:r w:rsidR="003C326A">
        <w:rPr>
          <w:color w:val="000000" w:themeColor="text1"/>
        </w:rPr>
        <w:t xml:space="preserve"> Auf dem Server werden regelmäßig </w:t>
      </w:r>
      <w:r w:rsidR="003C326A" w:rsidRPr="008679EA">
        <w:rPr>
          <w:b/>
          <w:bCs/>
          <w:color w:val="4E6B9E"/>
        </w:rPr>
        <w:t>Sicherungskopien</w:t>
      </w:r>
      <w:r w:rsidR="003C326A" w:rsidRPr="008679EA">
        <w:rPr>
          <w:color w:val="4E6B9E"/>
        </w:rPr>
        <w:t xml:space="preserve"> </w:t>
      </w:r>
      <w:r w:rsidR="003C326A">
        <w:rPr>
          <w:color w:val="000000" w:themeColor="text1"/>
        </w:rPr>
        <w:t>des Datenbestands erstellt.</w:t>
      </w:r>
    </w:p>
    <w:p w14:paraId="1D7D96CC" w14:textId="14494358" w:rsidR="003C326A" w:rsidRDefault="003C326A" w:rsidP="009900D3">
      <w:pPr>
        <w:rPr>
          <w:color w:val="000000" w:themeColor="text1"/>
        </w:rPr>
      </w:pPr>
      <w:r w:rsidRPr="00F546F0">
        <w:rPr>
          <w:b/>
          <w:bCs/>
          <w:color w:val="000000" w:themeColor="text1"/>
        </w:rPr>
        <w:t>Aufgabe 5:</w:t>
      </w:r>
      <w:r>
        <w:rPr>
          <w:color w:val="000000" w:themeColor="text1"/>
        </w:rPr>
        <w:t xml:space="preserve"> Vergleichen Sie Ihre Anforderungen aus Aufgabe 4 mit </w:t>
      </w:r>
      <w:r w:rsidR="00F546F0">
        <w:rPr>
          <w:color w:val="000000" w:themeColor="text1"/>
        </w:rPr>
        <w:t>den Funktionen, die ein DBMS zur Verfügung stellt.</w:t>
      </w:r>
    </w:p>
    <w:p w14:paraId="0A67CF61" w14:textId="47C52A92" w:rsidR="00D22BF6" w:rsidRDefault="00D22BF6" w:rsidP="003C326A">
      <w:pPr>
        <w:pStyle w:val="berschrift3"/>
      </w:pPr>
      <w:r>
        <w:t>Die Datenbasis</w:t>
      </w:r>
    </w:p>
    <w:p w14:paraId="71FEEDE4" w14:textId="5469345F" w:rsidR="00597B13" w:rsidRPr="00597B13" w:rsidRDefault="00597B13" w:rsidP="00597B13">
      <w:pPr>
        <w:pStyle w:val="berschrift4"/>
      </w:pPr>
      <w:r w:rsidRPr="00597B13">
        <w:t>Strukturierung der Daten</w:t>
      </w:r>
    </w:p>
    <w:p w14:paraId="38525514" w14:textId="6E1BDF35" w:rsidR="0043631B" w:rsidRDefault="0043631B" w:rsidP="009900D3">
      <w:pPr>
        <w:rPr>
          <w:color w:val="000000" w:themeColor="text1"/>
        </w:rPr>
      </w:pPr>
      <w:r>
        <w:rPr>
          <w:color w:val="000000" w:themeColor="text1"/>
        </w:rPr>
        <w:t>In einem Datenbanksystem werden</w:t>
      </w:r>
      <w:r w:rsidR="00150516">
        <w:rPr>
          <w:color w:val="000000" w:themeColor="text1"/>
        </w:rPr>
        <w:t xml:space="preserve"> </w:t>
      </w:r>
      <w:r>
        <w:rPr>
          <w:color w:val="000000" w:themeColor="text1"/>
        </w:rPr>
        <w:t xml:space="preserve">die Daten </w:t>
      </w:r>
      <w:r w:rsidR="00AD166A">
        <w:rPr>
          <w:color w:val="000000" w:themeColor="text1"/>
        </w:rPr>
        <w:t xml:space="preserve">logisch </w:t>
      </w:r>
      <w:r>
        <w:rPr>
          <w:color w:val="000000" w:themeColor="text1"/>
        </w:rPr>
        <w:t>so strukturiert, dass einerseits Redundanzen vermie</w:t>
      </w:r>
      <w:r w:rsidR="009F603D">
        <w:rPr>
          <w:color w:val="000000" w:themeColor="text1"/>
        </w:rPr>
        <w:softHyphen/>
      </w:r>
      <w:r>
        <w:rPr>
          <w:color w:val="000000" w:themeColor="text1"/>
        </w:rPr>
        <w:t xml:space="preserve">den werden, die Daten andererseits aber beliebig miteinander verknüpft und so z. B. verschiedene Übersichten erstellt werden können. </w:t>
      </w:r>
      <w:r w:rsidR="00F546F0">
        <w:rPr>
          <w:color w:val="000000" w:themeColor="text1"/>
        </w:rPr>
        <w:t xml:space="preserve">Die Struktur einer relationalen Datenbank besteht aus einer Vielzahl von </w:t>
      </w:r>
      <w:r w:rsidR="00F546F0" w:rsidRPr="008679EA">
        <w:rPr>
          <w:b/>
          <w:bCs/>
          <w:color w:val="4E6B9E"/>
        </w:rPr>
        <w:t>Tabellen</w:t>
      </w:r>
      <w:r w:rsidR="00597B13">
        <w:rPr>
          <w:rStyle w:val="Funotenzeichen"/>
          <w:b/>
          <w:bCs/>
          <w:color w:val="4E6B9E"/>
        </w:rPr>
        <w:footnoteReference w:id="3"/>
      </w:r>
      <w:r w:rsidR="00F546F0">
        <w:rPr>
          <w:color w:val="000000" w:themeColor="text1"/>
        </w:rPr>
        <w:t>, die miteinander in Beziehung gesetzt werden können. Dabei wird versucht für jede Kategorie von konkreten oder abstrakten Objekten der realen Welt, zu de</w:t>
      </w:r>
      <w:r w:rsidR="008B3D53">
        <w:rPr>
          <w:color w:val="000000" w:themeColor="text1"/>
        </w:rPr>
        <w:t xml:space="preserve">nen </w:t>
      </w:r>
      <w:r w:rsidR="00F546F0">
        <w:rPr>
          <w:color w:val="000000" w:themeColor="text1"/>
        </w:rPr>
        <w:t xml:space="preserve">Daten gespeichert werden sollen, eine Tabelle anzulegen. </w:t>
      </w:r>
      <w:r w:rsidR="008B3D53">
        <w:rPr>
          <w:color w:val="000000" w:themeColor="text1"/>
        </w:rPr>
        <w:t xml:space="preserve">Diese Objektkategorien bezeichnet man als </w:t>
      </w:r>
      <w:r w:rsidR="008B3D53" w:rsidRPr="008679EA">
        <w:rPr>
          <w:b/>
          <w:bCs/>
          <w:color w:val="4E6B9E"/>
        </w:rPr>
        <w:t>Entitäten</w:t>
      </w:r>
      <w:r w:rsidR="008B3D53">
        <w:rPr>
          <w:color w:val="000000" w:themeColor="text1"/>
        </w:rPr>
        <w:t xml:space="preserve">, die zugehörigen Daten als </w:t>
      </w:r>
      <w:r w:rsidR="008B3D53" w:rsidRPr="008679EA">
        <w:rPr>
          <w:b/>
          <w:bCs/>
          <w:color w:val="4E6B9E"/>
        </w:rPr>
        <w:t>Attribute</w:t>
      </w:r>
      <w:r w:rsidR="008B3D53">
        <w:rPr>
          <w:color w:val="000000" w:themeColor="text1"/>
        </w:rPr>
        <w:t xml:space="preserve">. Außerdem können die Entitäten in </w:t>
      </w:r>
      <w:r w:rsidR="008B3D53" w:rsidRPr="008679EA">
        <w:rPr>
          <w:b/>
          <w:bCs/>
          <w:color w:val="4E6B9E"/>
        </w:rPr>
        <w:t>Beziehungen</w:t>
      </w:r>
      <w:r w:rsidR="008B3D53" w:rsidRPr="008679EA">
        <w:rPr>
          <w:color w:val="4E6B9E"/>
        </w:rPr>
        <w:t xml:space="preserve"> </w:t>
      </w:r>
      <w:r w:rsidR="008B3D53">
        <w:rPr>
          <w:color w:val="000000" w:themeColor="text1"/>
        </w:rPr>
        <w:t>zueinander stehen, die ebenfalls in der Tabellenstruktur der Datenbasis abgebildet werden müssen.</w:t>
      </w:r>
    </w:p>
    <w:p w14:paraId="7BC545A8" w14:textId="394D8FD6" w:rsidR="004E6320" w:rsidRDefault="008B3D53" w:rsidP="009900D3">
      <w:pPr>
        <w:rPr>
          <w:color w:val="000000" w:themeColor="text1"/>
        </w:rPr>
      </w:pPr>
      <w:r>
        <w:rPr>
          <w:color w:val="000000" w:themeColor="text1"/>
        </w:rPr>
        <w:t xml:space="preserve">Wir schauen uns das am Beispiel des </w:t>
      </w:r>
      <w:r w:rsidR="0043631B">
        <w:rPr>
          <w:color w:val="000000" w:themeColor="text1"/>
        </w:rPr>
        <w:t>Sportverein</w:t>
      </w:r>
      <w:r>
        <w:rPr>
          <w:color w:val="000000" w:themeColor="text1"/>
        </w:rPr>
        <w:t xml:space="preserve">s an. </w:t>
      </w:r>
      <w:r w:rsidR="004E6320">
        <w:rPr>
          <w:color w:val="000000" w:themeColor="text1"/>
        </w:rPr>
        <w:t xml:space="preserve">Als Entitäten finden wir hier die </w:t>
      </w:r>
      <w:r w:rsidR="004E6320" w:rsidRPr="008679EA">
        <w:rPr>
          <w:i/>
          <w:iCs/>
          <w:color w:val="000000" w:themeColor="text1"/>
        </w:rPr>
        <w:t>Mitglieder</w:t>
      </w:r>
      <w:r w:rsidR="004E6320">
        <w:rPr>
          <w:color w:val="000000" w:themeColor="text1"/>
        </w:rPr>
        <w:t xml:space="preserve">, die </w:t>
      </w:r>
      <w:r w:rsidR="004E6320" w:rsidRPr="008679EA">
        <w:rPr>
          <w:i/>
          <w:iCs/>
          <w:color w:val="000000" w:themeColor="text1"/>
        </w:rPr>
        <w:t>Trainier</w:t>
      </w:r>
      <w:r w:rsidR="004E6320">
        <w:rPr>
          <w:color w:val="000000" w:themeColor="text1"/>
        </w:rPr>
        <w:t xml:space="preserve"> und die </w:t>
      </w:r>
      <w:r w:rsidR="004E6320" w:rsidRPr="008679EA">
        <w:rPr>
          <w:i/>
          <w:iCs/>
          <w:color w:val="000000" w:themeColor="text1"/>
        </w:rPr>
        <w:t>Kurse</w:t>
      </w:r>
      <w:r w:rsidR="004E6320">
        <w:rPr>
          <w:color w:val="000000" w:themeColor="text1"/>
        </w:rPr>
        <w:t xml:space="preserve">. Mitglieder </w:t>
      </w:r>
      <w:r w:rsidR="004E6320" w:rsidRPr="008679EA">
        <w:rPr>
          <w:i/>
          <w:iCs/>
          <w:color w:val="000000" w:themeColor="text1"/>
        </w:rPr>
        <w:t>belegen</w:t>
      </w:r>
      <w:r w:rsidR="004E6320">
        <w:rPr>
          <w:color w:val="000000" w:themeColor="text1"/>
        </w:rPr>
        <w:t xml:space="preserve"> einen oder mehrere Kurse, Trainer </w:t>
      </w:r>
      <w:r w:rsidR="00AB6125" w:rsidRPr="008679EA">
        <w:rPr>
          <w:i/>
          <w:iCs/>
          <w:color w:val="000000" w:themeColor="text1"/>
        </w:rPr>
        <w:t>leiten</w:t>
      </w:r>
      <w:r w:rsidR="004E6320">
        <w:rPr>
          <w:color w:val="000000" w:themeColor="text1"/>
        </w:rPr>
        <w:t xml:space="preserve"> Kurse. Diese Zusammenhänge lassen sich übersichtlich in einem </w:t>
      </w:r>
      <w:r w:rsidR="004E6320" w:rsidRPr="008679EA">
        <w:rPr>
          <w:b/>
          <w:bCs/>
          <w:color w:val="4E6B9E"/>
        </w:rPr>
        <w:t>Entity-Relationship-Diagramm</w:t>
      </w:r>
      <w:r w:rsidRPr="008679EA">
        <w:rPr>
          <w:color w:val="4E6B9E"/>
        </w:rPr>
        <w:t xml:space="preserve"> </w:t>
      </w:r>
      <w:r>
        <w:rPr>
          <w:color w:val="000000" w:themeColor="text1"/>
        </w:rPr>
        <w:t>(ER-Diagramm)</w:t>
      </w:r>
      <w:r w:rsidR="004E6320">
        <w:rPr>
          <w:color w:val="000000" w:themeColor="text1"/>
        </w:rPr>
        <w:t xml:space="preserve"> darstellen</w:t>
      </w:r>
      <w:r w:rsidR="009F603D">
        <w:rPr>
          <w:color w:val="000000" w:themeColor="text1"/>
        </w:rPr>
        <w:t xml:space="preserve"> (s. Abb. 3)</w:t>
      </w:r>
      <w:r w:rsidR="004E6320">
        <w:rPr>
          <w:color w:val="000000" w:themeColor="text1"/>
        </w:rPr>
        <w:t>:</w:t>
      </w:r>
    </w:p>
    <w:p w14:paraId="49893D1A" w14:textId="77777777" w:rsidR="00AD166A" w:rsidRDefault="00AB6125" w:rsidP="009900D3">
      <w:pPr>
        <w:rPr>
          <w:color w:val="000000" w:themeColor="text1"/>
        </w:rPr>
      </w:pPr>
      <w:r>
        <w:rPr>
          <w:color w:val="000000" w:themeColor="text1"/>
        </w:rPr>
        <w:t>I</w:t>
      </w:r>
      <w:r w:rsidR="0030474B">
        <w:rPr>
          <w:color w:val="000000" w:themeColor="text1"/>
        </w:rPr>
        <w:t>m ER-</w:t>
      </w:r>
      <w:r>
        <w:rPr>
          <w:color w:val="000000" w:themeColor="text1"/>
        </w:rPr>
        <w:t>Diagramm werden die Entitäten in Rechtecken dargestellt. Alle Eigenschaften (</w:t>
      </w:r>
      <w:r w:rsidRPr="0063717B">
        <w:rPr>
          <w:color w:val="000000" w:themeColor="text1"/>
        </w:rPr>
        <w:t>Attribute</w:t>
      </w:r>
      <w:r>
        <w:rPr>
          <w:color w:val="000000" w:themeColor="text1"/>
        </w:rPr>
        <w:t>) einer Entität werden in Ovalen notiert und mit der Entität verbunden. Die Beziehungen zwischen den Enti</w:t>
      </w:r>
      <w:r w:rsidR="009F603D">
        <w:rPr>
          <w:color w:val="000000" w:themeColor="text1"/>
        </w:rPr>
        <w:softHyphen/>
      </w:r>
      <w:r>
        <w:rPr>
          <w:color w:val="000000" w:themeColor="text1"/>
        </w:rPr>
        <w:t xml:space="preserve">täten werden als Rauten dargestellt. </w:t>
      </w:r>
      <w:r w:rsidR="008C063C">
        <w:rPr>
          <w:color w:val="000000" w:themeColor="text1"/>
        </w:rPr>
        <w:t>Auch Beziehungen können Attribute zugeordnet werden, wenn sich eine Eigenschaft nicht unabhängig von der Beziehung einer der beiden Entitäten zuordnen lässt. Im Beispiel wird</w:t>
      </w:r>
      <w:r w:rsidR="00AD166A">
        <w:rPr>
          <w:color w:val="000000" w:themeColor="text1"/>
        </w:rPr>
        <w:t xml:space="preserve"> das Attribut </w:t>
      </w:r>
      <w:r w:rsidR="00AD166A" w:rsidRPr="00AD166A">
        <w:rPr>
          <w:i/>
          <w:iCs/>
          <w:color w:val="000000" w:themeColor="text1"/>
        </w:rPr>
        <w:t>Teilnahme Wettbewerbe</w:t>
      </w:r>
      <w:r w:rsidR="00AD166A">
        <w:rPr>
          <w:color w:val="000000" w:themeColor="text1"/>
        </w:rPr>
        <w:t xml:space="preserve"> der Beziehung </w:t>
      </w:r>
      <w:r w:rsidR="00AD166A" w:rsidRPr="00AD166A">
        <w:rPr>
          <w:i/>
          <w:iCs/>
          <w:color w:val="000000" w:themeColor="text1"/>
        </w:rPr>
        <w:t>belegt</w:t>
      </w:r>
      <w:r w:rsidR="008C063C">
        <w:rPr>
          <w:color w:val="000000" w:themeColor="text1"/>
        </w:rPr>
        <w:t xml:space="preserve"> </w:t>
      </w:r>
      <w:r w:rsidR="00AD166A">
        <w:rPr>
          <w:color w:val="000000" w:themeColor="text1"/>
        </w:rPr>
        <w:t xml:space="preserve">zugeordnet, da </w:t>
      </w:r>
      <w:r w:rsidR="008C063C">
        <w:rPr>
          <w:color w:val="000000" w:themeColor="text1"/>
        </w:rPr>
        <w:t>davon ausgegangen</w:t>
      </w:r>
      <w:r w:rsidR="00AD166A">
        <w:rPr>
          <w:color w:val="000000" w:themeColor="text1"/>
        </w:rPr>
        <w:t xml:space="preserve"> wird</w:t>
      </w:r>
      <w:r w:rsidR="008C063C">
        <w:rPr>
          <w:color w:val="000000" w:themeColor="text1"/>
        </w:rPr>
        <w:t xml:space="preserve">, dass </w:t>
      </w:r>
      <w:r w:rsidR="00047574">
        <w:rPr>
          <w:color w:val="000000" w:themeColor="text1"/>
        </w:rPr>
        <w:t xml:space="preserve">ein Mitglied für jeden Kurs, den es belegt, </w:t>
      </w:r>
      <w:r w:rsidR="00AD166A">
        <w:rPr>
          <w:color w:val="000000" w:themeColor="text1"/>
        </w:rPr>
        <w:t xml:space="preserve">individuell </w:t>
      </w:r>
      <w:r w:rsidR="00047574">
        <w:rPr>
          <w:color w:val="000000" w:themeColor="text1"/>
        </w:rPr>
        <w:t>entscheiden kann, ob er oder sie auch an Wettkämpfen teilnimmt.</w:t>
      </w:r>
      <w:r w:rsidR="00AD166A">
        <w:rPr>
          <w:color w:val="000000" w:themeColor="text1"/>
        </w:rPr>
        <w:t xml:space="preserve"> </w:t>
      </w:r>
    </w:p>
    <w:p w14:paraId="53D795DB" w14:textId="14E5A8CB" w:rsidR="009F603D" w:rsidRDefault="00AB6125" w:rsidP="009900D3">
      <w:pPr>
        <w:rPr>
          <w:color w:val="000000" w:themeColor="text1"/>
        </w:rPr>
      </w:pPr>
      <w:r>
        <w:rPr>
          <w:color w:val="000000" w:themeColor="text1"/>
        </w:rPr>
        <w:t xml:space="preserve">Bei den </w:t>
      </w:r>
      <w:r w:rsidR="007E09AA">
        <w:rPr>
          <w:color w:val="000000" w:themeColor="text1"/>
        </w:rPr>
        <w:t>Attributen</w:t>
      </w:r>
      <w:r>
        <w:rPr>
          <w:color w:val="000000" w:themeColor="text1"/>
        </w:rPr>
        <w:t xml:space="preserve"> fällt auf, dass </w:t>
      </w:r>
      <w:r w:rsidR="007E09AA">
        <w:rPr>
          <w:color w:val="000000" w:themeColor="text1"/>
        </w:rPr>
        <w:t xml:space="preserve">sie </w:t>
      </w:r>
      <w:r w:rsidR="00F546F0">
        <w:rPr>
          <w:color w:val="000000" w:themeColor="text1"/>
        </w:rPr>
        <w:t>so weit</w:t>
      </w:r>
      <w:r w:rsidR="007E09AA">
        <w:rPr>
          <w:color w:val="000000" w:themeColor="text1"/>
        </w:rPr>
        <w:t xml:space="preserve"> wie möglich in einzelne Eigenschaften zerlegt wurden: </w:t>
      </w:r>
      <w:r>
        <w:rPr>
          <w:color w:val="000000" w:themeColor="text1"/>
        </w:rPr>
        <w:t>die Adresse in Hausn</w:t>
      </w:r>
      <w:r w:rsidR="007C3F3E">
        <w:rPr>
          <w:color w:val="000000" w:themeColor="text1"/>
        </w:rPr>
        <w:t>umme</w:t>
      </w:r>
      <w:r>
        <w:rPr>
          <w:color w:val="000000" w:themeColor="text1"/>
        </w:rPr>
        <w:t>r, Stra</w:t>
      </w:r>
      <w:r w:rsidR="007C3F3E">
        <w:rPr>
          <w:color w:val="000000" w:themeColor="text1"/>
        </w:rPr>
        <w:t>ß</w:t>
      </w:r>
      <w:r>
        <w:rPr>
          <w:color w:val="000000" w:themeColor="text1"/>
        </w:rPr>
        <w:t xml:space="preserve">e, PLZ und Ort und die Trainingszeit in Wochentag, Uhrzeit und Dauer. </w:t>
      </w:r>
      <w:r w:rsidR="007E09AA">
        <w:rPr>
          <w:color w:val="000000" w:themeColor="text1"/>
        </w:rPr>
        <w:t>Man sagt, dass die Wertebereiche der At</w:t>
      </w:r>
      <w:r w:rsidR="009F603D">
        <w:rPr>
          <w:color w:val="000000" w:themeColor="text1"/>
        </w:rPr>
        <w:softHyphen/>
      </w:r>
      <w:r w:rsidR="007E09AA">
        <w:rPr>
          <w:color w:val="000000" w:themeColor="text1"/>
        </w:rPr>
        <w:t xml:space="preserve">tribute </w:t>
      </w:r>
      <w:r w:rsidR="007E09AA" w:rsidRPr="008679EA">
        <w:rPr>
          <w:b/>
          <w:bCs/>
          <w:color w:val="4E6B9E"/>
        </w:rPr>
        <w:t>atomar</w:t>
      </w:r>
      <w:r w:rsidR="007E09AA" w:rsidRPr="008679EA">
        <w:rPr>
          <w:color w:val="4E6B9E"/>
        </w:rPr>
        <w:t xml:space="preserve"> </w:t>
      </w:r>
      <w:r w:rsidR="007E09AA">
        <w:rPr>
          <w:color w:val="000000" w:themeColor="text1"/>
        </w:rPr>
        <w:t xml:space="preserve">sind. </w:t>
      </w:r>
      <w:r>
        <w:rPr>
          <w:color w:val="000000" w:themeColor="text1"/>
        </w:rPr>
        <w:t>Das hat später den Vorteil</w:t>
      </w:r>
      <w:r w:rsidR="00F546F0">
        <w:rPr>
          <w:color w:val="000000" w:themeColor="text1"/>
        </w:rPr>
        <w:t>,</w:t>
      </w:r>
      <w:r>
        <w:rPr>
          <w:color w:val="000000" w:themeColor="text1"/>
        </w:rPr>
        <w:t xml:space="preserve"> das</w:t>
      </w:r>
      <w:r w:rsidR="00F546F0">
        <w:rPr>
          <w:color w:val="000000" w:themeColor="text1"/>
        </w:rPr>
        <w:t>s</w:t>
      </w:r>
      <w:r>
        <w:rPr>
          <w:color w:val="000000" w:themeColor="text1"/>
        </w:rPr>
        <w:t xml:space="preserve"> man gezielter auf einzelne Daten zugreifen kann. </w:t>
      </w:r>
    </w:p>
    <w:p w14:paraId="5DB18A51" w14:textId="77777777" w:rsidR="009F603D" w:rsidRDefault="009F603D">
      <w:pPr>
        <w:spacing w:after="160" w:line="259" w:lineRule="auto"/>
        <w:rPr>
          <w:color w:val="000000" w:themeColor="text1"/>
        </w:rPr>
      </w:pPr>
      <w:r>
        <w:rPr>
          <w:color w:val="000000" w:themeColor="text1"/>
        </w:rPr>
        <w:br w:type="page"/>
      </w:r>
    </w:p>
    <w:p w14:paraId="047A879B" w14:textId="3183AE90" w:rsidR="009F603D" w:rsidRDefault="009F603D" w:rsidP="009F603D">
      <w:pPr>
        <w:pStyle w:val="UnterschriftINFSII"/>
        <w:rPr>
          <w:color w:val="000000" w:themeColor="text1"/>
        </w:rPr>
      </w:pPr>
      <w:r>
        <w:rPr>
          <w:noProof/>
          <w:color w:val="000000" w:themeColor="text1"/>
        </w:rPr>
        <w:lastRenderedPageBreak/>
        <w:drawing>
          <wp:anchor distT="0" distB="0" distL="114300" distR="114300" simplePos="0" relativeHeight="251673600" behindDoc="0" locked="0" layoutInCell="1" allowOverlap="1" wp14:anchorId="6DA29FF1" wp14:editId="55066AF6">
            <wp:simplePos x="0" y="0"/>
            <wp:positionH relativeFrom="margin">
              <wp:posOffset>-4445</wp:posOffset>
            </wp:positionH>
            <wp:positionV relativeFrom="paragraph">
              <wp:posOffset>88265</wp:posOffset>
            </wp:positionV>
            <wp:extent cx="5690235" cy="3796030"/>
            <wp:effectExtent l="0" t="0" r="5715" b="0"/>
            <wp:wrapTopAndBottom/>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fik 1"/>
                    <pic:cNvPicPr/>
                  </pic:nvPicPr>
                  <pic:blipFill>
                    <a:blip r:embed="rId19"/>
                    <a:stretch>
                      <a:fillRect/>
                    </a:stretch>
                  </pic:blipFill>
                  <pic:spPr>
                    <a:xfrm>
                      <a:off x="0" y="0"/>
                      <a:ext cx="5690235" cy="3796030"/>
                    </a:xfrm>
                    <a:prstGeom prst="rect">
                      <a:avLst/>
                    </a:prstGeom>
                  </pic:spPr>
                </pic:pic>
              </a:graphicData>
            </a:graphic>
            <wp14:sizeRelH relativeFrom="margin">
              <wp14:pctWidth>0</wp14:pctWidth>
            </wp14:sizeRelH>
            <wp14:sizeRelV relativeFrom="margin">
              <wp14:pctHeight>0</wp14:pctHeight>
            </wp14:sizeRelV>
          </wp:anchor>
        </w:drawing>
      </w:r>
      <w:r>
        <w:t xml:space="preserve">Abbildung </w:t>
      </w:r>
      <w:fldSimple w:instr=" SEQ Abbildung \* ARABIC ">
        <w:r w:rsidR="00065AC6">
          <w:rPr>
            <w:noProof/>
          </w:rPr>
          <w:t>3</w:t>
        </w:r>
      </w:fldSimple>
      <w:r>
        <w:t xml:space="preserve">: Enitity-Relationship-Diagramm des Sportvereins </w:t>
      </w:r>
      <w:r>
        <w:rPr>
          <w:noProof/>
        </w:rPr>
        <w:t>TSV Fitstadt</w:t>
      </w:r>
    </w:p>
    <w:p w14:paraId="78ABA796" w14:textId="4A71D7DB" w:rsidR="00597B13" w:rsidRDefault="00597B13" w:rsidP="00597B13">
      <w:pPr>
        <w:pStyle w:val="berschrift4"/>
      </w:pPr>
      <w:r>
        <w:t>A</w:t>
      </w:r>
      <w:r w:rsidR="00AC563F">
        <w:t xml:space="preserve">ufbau der </w:t>
      </w:r>
      <w:r>
        <w:t>Tabellen</w:t>
      </w:r>
      <w:r w:rsidR="00AC563F">
        <w:t xml:space="preserve"> einer Datenbank</w:t>
      </w:r>
    </w:p>
    <w:p w14:paraId="1851A4A5" w14:textId="77777777" w:rsidR="00CB516B" w:rsidRDefault="004E68EE" w:rsidP="009900D3">
      <w:pPr>
        <w:rPr>
          <w:color w:val="000000" w:themeColor="text1"/>
        </w:rPr>
      </w:pPr>
      <w:r>
        <w:rPr>
          <w:color w:val="000000" w:themeColor="text1"/>
        </w:rPr>
        <w:t xml:space="preserve">Die Entitäten mit ihren </w:t>
      </w:r>
      <w:r w:rsidR="008B3D53">
        <w:rPr>
          <w:color w:val="000000" w:themeColor="text1"/>
        </w:rPr>
        <w:t>Attributen</w:t>
      </w:r>
      <w:r>
        <w:rPr>
          <w:color w:val="000000" w:themeColor="text1"/>
        </w:rPr>
        <w:t xml:space="preserve"> und Beziehungen sind nun die Grundlage für die Struktur der Tabellen</w:t>
      </w:r>
      <w:r w:rsidR="00CB516B">
        <w:rPr>
          <w:color w:val="000000" w:themeColor="text1"/>
        </w:rPr>
        <w:t xml:space="preserve"> (s. Abbildung 4)</w:t>
      </w:r>
      <w:r>
        <w:rPr>
          <w:color w:val="000000" w:themeColor="text1"/>
        </w:rPr>
        <w:t>.</w:t>
      </w:r>
    </w:p>
    <w:p w14:paraId="5B083F1A" w14:textId="77777777" w:rsidR="00CB516B" w:rsidRDefault="00CB516B" w:rsidP="00597B13">
      <w:pPr>
        <w:spacing w:after="0"/>
        <w:rPr>
          <w:color w:val="000000" w:themeColor="text1"/>
        </w:rPr>
      </w:pPr>
      <w:r w:rsidRPr="00CB516B">
        <w:rPr>
          <w:b/>
          <w:bCs/>
          <w:color w:val="000000" w:themeColor="text1"/>
        </w:rPr>
        <w:t>Aufgabe 6:</w:t>
      </w:r>
      <w:r>
        <w:rPr>
          <w:color w:val="000000" w:themeColor="text1"/>
        </w:rPr>
        <w:t xml:space="preserve"> </w:t>
      </w:r>
    </w:p>
    <w:p w14:paraId="3F1A02AA" w14:textId="210730C8" w:rsidR="00CB516B" w:rsidRPr="00CB516B" w:rsidRDefault="00CB516B" w:rsidP="00CF584B">
      <w:pPr>
        <w:pStyle w:val="Listenabsatz"/>
        <w:numPr>
          <w:ilvl w:val="0"/>
          <w:numId w:val="10"/>
        </w:numPr>
        <w:rPr>
          <w:color w:val="000000" w:themeColor="text1"/>
        </w:rPr>
      </w:pPr>
      <w:r w:rsidRPr="00CB516B">
        <w:rPr>
          <w:color w:val="000000" w:themeColor="text1"/>
        </w:rPr>
        <w:t>Beschreiben Sie am Beispiel der Tabellen in Abbildung 4, wie die Tabellen einer relationalen Datenbank aufgebaut sind. Stellen Sie eine Vermutung auf, wie die Daten verschiedener Tabellen miteinander verknüpft werden.</w:t>
      </w:r>
    </w:p>
    <w:p w14:paraId="4E4B2036" w14:textId="4A7CFF81" w:rsidR="00CB516B" w:rsidRPr="00CB516B" w:rsidRDefault="00CB516B" w:rsidP="00CF584B">
      <w:pPr>
        <w:pStyle w:val="Listenabsatz"/>
        <w:numPr>
          <w:ilvl w:val="0"/>
          <w:numId w:val="10"/>
        </w:numPr>
        <w:rPr>
          <w:color w:val="000000" w:themeColor="text1"/>
        </w:rPr>
      </w:pPr>
      <w:r>
        <w:rPr>
          <w:color w:val="000000" w:themeColor="text1"/>
        </w:rPr>
        <w:t xml:space="preserve">Beschriften Sie Abbildung 4 mithilfe des folgenden Textes mit den Begriffen </w:t>
      </w:r>
      <w:r w:rsidRPr="00CB516B">
        <w:rPr>
          <w:i/>
          <w:iCs/>
          <w:color w:val="000000" w:themeColor="text1"/>
        </w:rPr>
        <w:t>Tabelle</w:t>
      </w:r>
      <w:r>
        <w:rPr>
          <w:color w:val="000000" w:themeColor="text1"/>
        </w:rPr>
        <w:t xml:space="preserve">, </w:t>
      </w:r>
      <w:r w:rsidRPr="00CB516B">
        <w:rPr>
          <w:i/>
          <w:iCs/>
          <w:color w:val="000000" w:themeColor="text1"/>
        </w:rPr>
        <w:t>Attribut</w:t>
      </w:r>
      <w:r>
        <w:rPr>
          <w:color w:val="000000" w:themeColor="text1"/>
        </w:rPr>
        <w:t xml:space="preserve">, </w:t>
      </w:r>
      <w:r w:rsidRPr="00CB516B">
        <w:rPr>
          <w:i/>
          <w:iCs/>
          <w:color w:val="000000" w:themeColor="text1"/>
        </w:rPr>
        <w:t>Datensatz</w:t>
      </w:r>
      <w:r>
        <w:rPr>
          <w:color w:val="000000" w:themeColor="text1"/>
        </w:rPr>
        <w:t xml:space="preserve">, </w:t>
      </w:r>
      <w:r w:rsidRPr="00CB516B">
        <w:rPr>
          <w:i/>
          <w:iCs/>
          <w:color w:val="000000" w:themeColor="text1"/>
        </w:rPr>
        <w:t>Primärschlüssel</w:t>
      </w:r>
      <w:r>
        <w:rPr>
          <w:color w:val="000000" w:themeColor="text1"/>
        </w:rPr>
        <w:t xml:space="preserve"> und </w:t>
      </w:r>
      <w:r w:rsidRPr="00CB516B">
        <w:rPr>
          <w:i/>
          <w:iCs/>
          <w:color w:val="000000" w:themeColor="text1"/>
        </w:rPr>
        <w:t>Fremdschlüssel</w:t>
      </w:r>
      <w:r>
        <w:rPr>
          <w:color w:val="000000" w:themeColor="text1"/>
        </w:rPr>
        <w:t>.</w:t>
      </w:r>
    </w:p>
    <w:p w14:paraId="6EB7ADCA" w14:textId="6CF2FCB8" w:rsidR="00FB01DD" w:rsidRDefault="004E68EE" w:rsidP="009900D3">
      <w:pPr>
        <w:rPr>
          <w:color w:val="000000" w:themeColor="text1"/>
        </w:rPr>
      </w:pPr>
      <w:r>
        <w:rPr>
          <w:color w:val="000000" w:themeColor="text1"/>
        </w:rPr>
        <w:t>Für jede Entität wird eine Tabelle angelegt</w:t>
      </w:r>
      <w:r w:rsidR="008679EA">
        <w:rPr>
          <w:color w:val="000000" w:themeColor="text1"/>
        </w:rPr>
        <w:t xml:space="preserve">. In der Tabelle </w:t>
      </w:r>
      <w:r w:rsidR="00CB516B">
        <w:rPr>
          <w:color w:val="000000" w:themeColor="text1"/>
        </w:rPr>
        <w:t>erhält</w:t>
      </w:r>
      <w:r w:rsidR="008679EA">
        <w:rPr>
          <w:color w:val="000000" w:themeColor="text1"/>
        </w:rPr>
        <w:t xml:space="preserve"> jedes Attribut </w:t>
      </w:r>
      <w:r w:rsidR="00CB516B">
        <w:rPr>
          <w:color w:val="000000" w:themeColor="text1"/>
        </w:rPr>
        <w:t>e</w:t>
      </w:r>
      <w:r w:rsidR="008679EA">
        <w:rPr>
          <w:color w:val="000000" w:themeColor="text1"/>
        </w:rPr>
        <w:t>ine</w:t>
      </w:r>
      <w:r>
        <w:rPr>
          <w:color w:val="000000" w:themeColor="text1"/>
        </w:rPr>
        <w:t xml:space="preserve"> Spalte</w:t>
      </w:r>
      <w:r w:rsidR="00CB516B">
        <w:rPr>
          <w:color w:val="000000" w:themeColor="text1"/>
        </w:rPr>
        <w:t>.</w:t>
      </w:r>
      <w:r w:rsidR="008679EA">
        <w:rPr>
          <w:color w:val="000000" w:themeColor="text1"/>
        </w:rPr>
        <w:t xml:space="preserve"> Die Daten zu einem konkreten Mitglied oder einem einzelnen Kurs werden in eine Zeile der Tabelle eingetragen. </w:t>
      </w:r>
      <w:r w:rsidR="00CB516B">
        <w:rPr>
          <w:color w:val="000000" w:themeColor="text1"/>
        </w:rPr>
        <w:t xml:space="preserve">Eine solche Zeile wird als </w:t>
      </w:r>
      <w:r w:rsidR="00CB516B" w:rsidRPr="00CB516B">
        <w:rPr>
          <w:b/>
          <w:bCs/>
          <w:color w:val="4E6B9E"/>
        </w:rPr>
        <w:t>Datensatz</w:t>
      </w:r>
      <w:r w:rsidR="00CB516B" w:rsidRPr="00CB516B">
        <w:rPr>
          <w:color w:val="4E6B9E"/>
        </w:rPr>
        <w:t xml:space="preserve"> </w:t>
      </w:r>
      <w:r w:rsidR="00CB516B">
        <w:rPr>
          <w:color w:val="000000" w:themeColor="text1"/>
        </w:rPr>
        <w:t>bezeichnet.</w:t>
      </w:r>
      <w:r w:rsidR="008679EA">
        <w:rPr>
          <w:color w:val="000000" w:themeColor="text1"/>
        </w:rPr>
        <w:t xml:space="preserve"> </w:t>
      </w:r>
      <w:r>
        <w:rPr>
          <w:color w:val="000000" w:themeColor="text1"/>
        </w:rPr>
        <w:t>Ein Attribut ist im ER-</w:t>
      </w:r>
      <w:r w:rsidR="008B3D53">
        <w:rPr>
          <w:color w:val="000000" w:themeColor="text1"/>
        </w:rPr>
        <w:t>Diagramm</w:t>
      </w:r>
      <w:r>
        <w:rPr>
          <w:color w:val="000000" w:themeColor="text1"/>
        </w:rPr>
        <w:t xml:space="preserve"> jeweils dick gedruckt und unterstrichen. Dieses Attribut </w:t>
      </w:r>
      <w:r w:rsidR="008B3D53">
        <w:rPr>
          <w:color w:val="000000" w:themeColor="text1"/>
        </w:rPr>
        <w:t xml:space="preserve">ist der </w:t>
      </w:r>
      <w:r w:rsidRPr="00CB516B">
        <w:rPr>
          <w:b/>
          <w:bCs/>
          <w:color w:val="4E6B9E"/>
        </w:rPr>
        <w:t>Primärschlüssel</w:t>
      </w:r>
      <w:r w:rsidR="008B3D53">
        <w:rPr>
          <w:b/>
          <w:bCs/>
          <w:color w:val="000000" w:themeColor="text1"/>
        </w:rPr>
        <w:t>.</w:t>
      </w:r>
      <w:r>
        <w:rPr>
          <w:color w:val="000000" w:themeColor="text1"/>
        </w:rPr>
        <w:t xml:space="preserve"> Anders als </w:t>
      </w:r>
      <w:r w:rsidR="00DE6EA5">
        <w:rPr>
          <w:color w:val="000000" w:themeColor="text1"/>
        </w:rPr>
        <w:t xml:space="preserve">bei den </w:t>
      </w:r>
      <w:r>
        <w:rPr>
          <w:color w:val="000000" w:themeColor="text1"/>
        </w:rPr>
        <w:t>anderen Attribute</w:t>
      </w:r>
      <w:r w:rsidR="00DE6EA5">
        <w:rPr>
          <w:color w:val="000000" w:themeColor="text1"/>
        </w:rPr>
        <w:t>n</w:t>
      </w:r>
      <w:r>
        <w:rPr>
          <w:color w:val="000000" w:themeColor="text1"/>
        </w:rPr>
        <w:t xml:space="preserve"> darf jeder Wert dieses Attributs in der Tabelle nur einmal vorkommen, so dass man anhand dieses Wertes einen </w:t>
      </w:r>
      <w:r w:rsidRPr="00CB516B">
        <w:rPr>
          <w:color w:val="000000" w:themeColor="text1"/>
        </w:rPr>
        <w:t>Datensatz</w:t>
      </w:r>
      <w:r w:rsidR="00CB516B">
        <w:rPr>
          <w:color w:val="000000" w:themeColor="text1"/>
        </w:rPr>
        <w:t xml:space="preserve"> </w:t>
      </w:r>
      <w:r w:rsidRPr="00CB516B">
        <w:rPr>
          <w:b/>
          <w:bCs/>
          <w:color w:val="4E6B9E"/>
        </w:rPr>
        <w:t>eindeutig</w:t>
      </w:r>
      <w:r w:rsidRPr="00CB516B">
        <w:rPr>
          <w:color w:val="4E6B9E"/>
        </w:rPr>
        <w:t xml:space="preserve"> </w:t>
      </w:r>
      <w:r>
        <w:rPr>
          <w:color w:val="000000" w:themeColor="text1"/>
        </w:rPr>
        <w:t>identifizieren kann.</w:t>
      </w:r>
      <w:r w:rsidR="00FB01DD" w:rsidRPr="00FB01DD">
        <w:rPr>
          <w:color w:val="000000" w:themeColor="text1"/>
        </w:rPr>
        <w:t xml:space="preserve"> </w:t>
      </w:r>
      <w:r w:rsidR="00FB01DD">
        <w:rPr>
          <w:color w:val="000000" w:themeColor="text1"/>
        </w:rPr>
        <w:t xml:space="preserve">Wenn es kein </w:t>
      </w:r>
      <w:r w:rsidR="008B3D53">
        <w:rPr>
          <w:color w:val="000000" w:themeColor="text1"/>
        </w:rPr>
        <w:t xml:space="preserve">einzelnes </w:t>
      </w:r>
      <w:r w:rsidR="00FB01DD">
        <w:rPr>
          <w:color w:val="000000" w:themeColor="text1"/>
        </w:rPr>
        <w:t xml:space="preserve">Attribut gibt, dessen Werte einen Datensatz eindeutig identifiziert, können auch mehrere Attribute zu einem Primärschlüssel kombiniert werden. Dann muss die Kombination der Attributwerte eindeutig sein. Es gibt jedoch die Anforderung, dass die Menge der Schlüsselattribute </w:t>
      </w:r>
      <w:r w:rsidR="00FB01DD" w:rsidRPr="00CB516B">
        <w:rPr>
          <w:b/>
          <w:bCs/>
          <w:color w:val="4E6B9E"/>
        </w:rPr>
        <w:t>minimal</w:t>
      </w:r>
      <w:r w:rsidR="00FB01DD" w:rsidRPr="00CB516B">
        <w:rPr>
          <w:color w:val="4E6B9E"/>
        </w:rPr>
        <w:t xml:space="preserve"> </w:t>
      </w:r>
      <w:r w:rsidR="00FB01DD">
        <w:rPr>
          <w:color w:val="000000" w:themeColor="text1"/>
        </w:rPr>
        <w:t>sein muss, das heißt wenn es z. B. zwei Attribute gibt, de</w:t>
      </w:r>
      <w:r w:rsidR="008B3D53">
        <w:rPr>
          <w:color w:val="000000" w:themeColor="text1"/>
        </w:rPr>
        <w:t>ren Werte jeden</w:t>
      </w:r>
      <w:r w:rsidR="00FB01DD">
        <w:rPr>
          <w:color w:val="000000" w:themeColor="text1"/>
        </w:rPr>
        <w:t xml:space="preserve"> Datensatz eindeutig identifizieren, darf kein weiteres zum Primärschlüssel hinzugenommen werden. Um sich auf ein Attribut beschränken zu können und sicher zu sein, dass dieses eindeutig ist, werden in der Praxis häufig künstliche Schlüsselatt</w:t>
      </w:r>
      <w:r w:rsidR="00741EF1">
        <w:rPr>
          <w:color w:val="000000" w:themeColor="text1"/>
        </w:rPr>
        <w:t>r</w:t>
      </w:r>
      <w:r w:rsidR="00FB01DD">
        <w:rPr>
          <w:color w:val="000000" w:themeColor="text1"/>
        </w:rPr>
        <w:t>ibute in Form einer ID in den Tabellen ergänzt.</w:t>
      </w:r>
    </w:p>
    <w:p w14:paraId="6BB27E22" w14:textId="4A3CDF62" w:rsidR="00ED39BE" w:rsidRDefault="004E68EE" w:rsidP="009900D3">
      <w:pPr>
        <w:rPr>
          <w:color w:val="000000" w:themeColor="text1"/>
        </w:rPr>
      </w:pPr>
      <w:r>
        <w:rPr>
          <w:color w:val="000000" w:themeColor="text1"/>
        </w:rPr>
        <w:lastRenderedPageBreak/>
        <w:t xml:space="preserve">Die Primärschlüssel </w:t>
      </w:r>
      <w:r w:rsidR="008B3D53">
        <w:rPr>
          <w:color w:val="000000" w:themeColor="text1"/>
        </w:rPr>
        <w:t>werden nun</w:t>
      </w:r>
      <w:r>
        <w:rPr>
          <w:color w:val="000000" w:themeColor="text1"/>
        </w:rPr>
        <w:t xml:space="preserve"> auch verwendet, um die Tabellen miteinander zu verknüpfen und die Beziehungen abzubilden. Ein Kurs wird von </w:t>
      </w:r>
      <w:r w:rsidR="008B3D53">
        <w:rPr>
          <w:color w:val="000000" w:themeColor="text1"/>
        </w:rPr>
        <w:t xml:space="preserve">nur </w:t>
      </w:r>
      <w:r>
        <w:rPr>
          <w:color w:val="000000" w:themeColor="text1"/>
        </w:rPr>
        <w:t>einem Trainer geleitet. Um diese Beziehung in den Tabellen darzustellen</w:t>
      </w:r>
      <w:r w:rsidR="00FD576A">
        <w:rPr>
          <w:color w:val="000000" w:themeColor="text1"/>
        </w:rPr>
        <w:t>,</w:t>
      </w:r>
      <w:r>
        <w:rPr>
          <w:color w:val="000000" w:themeColor="text1"/>
        </w:rPr>
        <w:t xml:space="preserve"> erhält die Tabelle </w:t>
      </w:r>
      <w:r w:rsidRPr="00CB516B">
        <w:rPr>
          <w:i/>
          <w:iCs/>
          <w:color w:val="000000" w:themeColor="text1"/>
        </w:rPr>
        <w:t>Kurs</w:t>
      </w:r>
      <w:r>
        <w:rPr>
          <w:color w:val="000000" w:themeColor="text1"/>
        </w:rPr>
        <w:t xml:space="preserve"> daher eine weitere Spalte </w:t>
      </w:r>
      <w:r w:rsidRPr="00CB516B">
        <w:rPr>
          <w:i/>
          <w:iCs/>
          <w:color w:val="000000" w:themeColor="text1"/>
        </w:rPr>
        <w:t>Trainer</w:t>
      </w:r>
      <w:r>
        <w:rPr>
          <w:color w:val="000000" w:themeColor="text1"/>
        </w:rPr>
        <w:t>, in die der Wert des Primärschlüssels der jeweiligen Trainer</w:t>
      </w:r>
      <w:r w:rsidR="00314D32">
        <w:rPr>
          <w:color w:val="000000" w:themeColor="text1"/>
        </w:rPr>
        <w:t>s</w:t>
      </w:r>
      <w:r>
        <w:rPr>
          <w:color w:val="000000" w:themeColor="text1"/>
        </w:rPr>
        <w:t xml:space="preserve"> eingetragen wird, in diesem Fall als</w:t>
      </w:r>
      <w:r w:rsidR="00FD576A">
        <w:rPr>
          <w:color w:val="000000" w:themeColor="text1"/>
        </w:rPr>
        <w:t>o</w:t>
      </w:r>
      <w:r>
        <w:rPr>
          <w:color w:val="000000" w:themeColor="text1"/>
        </w:rPr>
        <w:t xml:space="preserve"> die </w:t>
      </w:r>
      <w:r w:rsidRPr="00597B13">
        <w:rPr>
          <w:i/>
          <w:iCs/>
          <w:color w:val="000000" w:themeColor="text1"/>
        </w:rPr>
        <w:t>TrainerID</w:t>
      </w:r>
      <w:r>
        <w:rPr>
          <w:color w:val="000000" w:themeColor="text1"/>
        </w:rPr>
        <w:t xml:space="preserve">. </w:t>
      </w:r>
      <w:r w:rsidR="00ED39BE">
        <w:rPr>
          <w:color w:val="000000" w:themeColor="text1"/>
        </w:rPr>
        <w:t xml:space="preserve">Über die </w:t>
      </w:r>
      <w:r w:rsidR="00ED39BE" w:rsidRPr="00597B13">
        <w:rPr>
          <w:i/>
          <w:iCs/>
          <w:color w:val="000000" w:themeColor="text1"/>
        </w:rPr>
        <w:t>TrainerID</w:t>
      </w:r>
      <w:r w:rsidR="00ED39BE">
        <w:rPr>
          <w:color w:val="000000" w:themeColor="text1"/>
        </w:rPr>
        <w:t xml:space="preserve"> würde man in der Tabelle </w:t>
      </w:r>
      <w:r w:rsidR="00ED39BE" w:rsidRPr="00314D32">
        <w:rPr>
          <w:i/>
          <w:iCs/>
          <w:color w:val="000000" w:themeColor="text1"/>
        </w:rPr>
        <w:t>Trainer</w:t>
      </w:r>
      <w:r w:rsidR="00ED39BE">
        <w:rPr>
          <w:color w:val="000000" w:themeColor="text1"/>
        </w:rPr>
        <w:t xml:space="preserve"> nun alle weiteren Daten, die zu dem Trainer gehören</w:t>
      </w:r>
      <w:r w:rsidR="004848FD">
        <w:rPr>
          <w:color w:val="000000" w:themeColor="text1"/>
        </w:rPr>
        <w:t>,</w:t>
      </w:r>
      <w:r w:rsidR="00ED39BE">
        <w:rPr>
          <w:color w:val="000000" w:themeColor="text1"/>
        </w:rPr>
        <w:t xml:space="preserve"> finden. </w:t>
      </w:r>
      <w:r w:rsidR="00FD576A">
        <w:rPr>
          <w:color w:val="000000" w:themeColor="text1"/>
        </w:rPr>
        <w:t>Man bezeichnet ein Attribut, das den Primärschlüssel einer ander</w:t>
      </w:r>
      <w:r w:rsidR="00302310">
        <w:rPr>
          <w:color w:val="000000" w:themeColor="text1"/>
        </w:rPr>
        <w:t>e</w:t>
      </w:r>
      <w:r w:rsidR="00FD576A">
        <w:rPr>
          <w:color w:val="000000" w:themeColor="text1"/>
        </w:rPr>
        <w:t>n Tabelle bildet und als Verweis auf einen Datensatz in dieser Tabelle auf</w:t>
      </w:r>
      <w:r w:rsidR="00FC2991">
        <w:rPr>
          <w:color w:val="000000" w:themeColor="text1"/>
        </w:rPr>
        <w:t>genommen wird</w:t>
      </w:r>
      <w:r w:rsidR="00597B13">
        <w:rPr>
          <w:color w:val="000000" w:themeColor="text1"/>
        </w:rPr>
        <w:t>,</w:t>
      </w:r>
      <w:r w:rsidR="00FC2991">
        <w:rPr>
          <w:color w:val="000000" w:themeColor="text1"/>
        </w:rPr>
        <w:t xml:space="preserve"> als </w:t>
      </w:r>
      <w:r w:rsidR="00FC2991" w:rsidRPr="00597B13">
        <w:rPr>
          <w:b/>
          <w:bCs/>
          <w:color w:val="4E6B9E"/>
        </w:rPr>
        <w:t>Fremdschlüssel</w:t>
      </w:r>
      <w:r w:rsidR="00FC2991">
        <w:rPr>
          <w:color w:val="000000" w:themeColor="text1"/>
        </w:rPr>
        <w:t>.</w:t>
      </w:r>
    </w:p>
    <w:p w14:paraId="3EB4B445" w14:textId="4BCEBFBB" w:rsidR="007C3F3E" w:rsidRDefault="00ED39BE" w:rsidP="009900D3">
      <w:pPr>
        <w:rPr>
          <w:color w:val="000000" w:themeColor="text1"/>
        </w:rPr>
      </w:pPr>
      <w:r>
        <w:rPr>
          <w:color w:val="000000" w:themeColor="text1"/>
        </w:rPr>
        <w:t xml:space="preserve">Da die Mitglieder unterschiedlich viele Kurse belegen und die Kurse unterschiedlich viele Teilnehmer haben, lässt sich die Beziehung </w:t>
      </w:r>
      <w:r w:rsidRPr="00302310">
        <w:rPr>
          <w:i/>
          <w:iCs/>
          <w:color w:val="000000" w:themeColor="text1"/>
        </w:rPr>
        <w:t>belegt</w:t>
      </w:r>
      <w:r>
        <w:rPr>
          <w:color w:val="000000" w:themeColor="text1"/>
        </w:rPr>
        <w:t xml:space="preserve"> nicht in einer zusätzlichen Spalte der Tabellen </w:t>
      </w:r>
      <w:r w:rsidRPr="00AC563F">
        <w:rPr>
          <w:i/>
          <w:iCs/>
          <w:color w:val="000000" w:themeColor="text1"/>
        </w:rPr>
        <w:t>Mitglied</w:t>
      </w:r>
      <w:r>
        <w:rPr>
          <w:color w:val="000000" w:themeColor="text1"/>
        </w:rPr>
        <w:t xml:space="preserve"> oder </w:t>
      </w:r>
      <w:r w:rsidRPr="00AC563F">
        <w:rPr>
          <w:i/>
          <w:iCs/>
          <w:color w:val="000000" w:themeColor="text1"/>
        </w:rPr>
        <w:t>Kurs</w:t>
      </w:r>
      <w:r>
        <w:rPr>
          <w:color w:val="000000" w:themeColor="text1"/>
        </w:rPr>
        <w:t xml:space="preserve"> ablegen. Listen wollten wir ja als Werte vermeiden</w:t>
      </w:r>
      <w:r w:rsidR="00302310">
        <w:rPr>
          <w:color w:val="000000" w:themeColor="text1"/>
        </w:rPr>
        <w:t>, da sie keine atomaren Werte darstellen</w:t>
      </w:r>
      <w:r>
        <w:rPr>
          <w:color w:val="000000" w:themeColor="text1"/>
        </w:rPr>
        <w:t xml:space="preserve">. Wir bräuchten also pro Mitglied bzw. pro Kurs </w:t>
      </w:r>
      <w:r w:rsidR="00302310">
        <w:rPr>
          <w:color w:val="000000" w:themeColor="text1"/>
        </w:rPr>
        <w:t xml:space="preserve">in der jeweils anderen Tabelle </w:t>
      </w:r>
      <w:r>
        <w:rPr>
          <w:color w:val="000000" w:themeColor="text1"/>
        </w:rPr>
        <w:t xml:space="preserve">eine Spalte, wüssten aber </w:t>
      </w:r>
      <w:r w:rsidR="007C3F3E">
        <w:rPr>
          <w:color w:val="000000" w:themeColor="text1"/>
        </w:rPr>
        <w:t xml:space="preserve">nicht, wie viele </w:t>
      </w:r>
      <w:r>
        <w:rPr>
          <w:color w:val="000000" w:themeColor="text1"/>
        </w:rPr>
        <w:t xml:space="preserve">Spalten </w:t>
      </w:r>
      <w:r w:rsidR="007C3F3E">
        <w:rPr>
          <w:color w:val="000000" w:themeColor="text1"/>
        </w:rPr>
        <w:t>wir als Maximum anlegen müssten.</w:t>
      </w:r>
    </w:p>
    <w:p w14:paraId="13E2CA37" w14:textId="300B3636" w:rsidR="005636D5" w:rsidRDefault="00ED39BE" w:rsidP="009900D3">
      <w:pPr>
        <w:rPr>
          <w:color w:val="000000" w:themeColor="text1"/>
        </w:rPr>
      </w:pPr>
      <w:r>
        <w:rPr>
          <w:color w:val="000000" w:themeColor="text1"/>
        </w:rPr>
        <w:t xml:space="preserve">Für die Beziehung </w:t>
      </w:r>
      <w:r w:rsidRPr="00302310">
        <w:rPr>
          <w:i/>
          <w:iCs/>
          <w:color w:val="000000" w:themeColor="text1"/>
        </w:rPr>
        <w:t>belegt</w:t>
      </w:r>
      <w:r>
        <w:rPr>
          <w:color w:val="000000" w:themeColor="text1"/>
        </w:rPr>
        <w:t xml:space="preserve"> legen wir daher eine zusätzliche Tabelle </w:t>
      </w:r>
      <w:r w:rsidRPr="00302310">
        <w:rPr>
          <w:i/>
          <w:iCs/>
          <w:color w:val="000000" w:themeColor="text1"/>
        </w:rPr>
        <w:t>Kursbelegungen</w:t>
      </w:r>
      <w:r>
        <w:rPr>
          <w:color w:val="000000" w:themeColor="text1"/>
        </w:rPr>
        <w:t xml:space="preserve"> an, in die wir für jeden Kurs</w:t>
      </w:r>
      <w:r w:rsidR="00302310">
        <w:rPr>
          <w:color w:val="000000" w:themeColor="text1"/>
        </w:rPr>
        <w:t>,</w:t>
      </w:r>
      <w:r>
        <w:rPr>
          <w:color w:val="000000" w:themeColor="text1"/>
        </w:rPr>
        <w:t xml:space="preserve"> den ein Mitglied belegt</w:t>
      </w:r>
      <w:r w:rsidR="00302310">
        <w:rPr>
          <w:color w:val="000000" w:themeColor="text1"/>
        </w:rPr>
        <w:t>,</w:t>
      </w:r>
      <w:r>
        <w:rPr>
          <w:color w:val="000000" w:themeColor="text1"/>
        </w:rPr>
        <w:t xml:space="preserve"> einen Datensatz eintragen. Die Attribute der Tabelle ergeben sich aus den Primärschlüsseln der beteiligten Entitäten. In diesem Fall die </w:t>
      </w:r>
      <w:r w:rsidRPr="00302310">
        <w:rPr>
          <w:i/>
          <w:iCs/>
          <w:color w:val="000000" w:themeColor="text1"/>
        </w:rPr>
        <w:t>Mitgliedsnr</w:t>
      </w:r>
      <w:r>
        <w:rPr>
          <w:color w:val="000000" w:themeColor="text1"/>
        </w:rPr>
        <w:t xml:space="preserve"> und die </w:t>
      </w:r>
      <w:r w:rsidRPr="00302310">
        <w:rPr>
          <w:i/>
          <w:iCs/>
          <w:color w:val="000000" w:themeColor="text1"/>
        </w:rPr>
        <w:t>KursID</w:t>
      </w:r>
      <w:r>
        <w:rPr>
          <w:color w:val="000000" w:themeColor="text1"/>
        </w:rPr>
        <w:t>.</w:t>
      </w:r>
      <w:r w:rsidR="00FC2991">
        <w:rPr>
          <w:color w:val="000000" w:themeColor="text1"/>
        </w:rPr>
        <w:t xml:space="preserve"> Diese Attribute werden hier als Fremdschlüssel eingetragen. Die Kombination dieser beiden Attribute bildet aber gleichzeitig </w:t>
      </w:r>
      <w:r w:rsidR="00302310">
        <w:rPr>
          <w:color w:val="000000" w:themeColor="text1"/>
        </w:rPr>
        <w:t xml:space="preserve">auch </w:t>
      </w:r>
      <w:r w:rsidR="00FC2991">
        <w:rPr>
          <w:color w:val="000000" w:themeColor="text1"/>
        </w:rPr>
        <w:t xml:space="preserve">den Primärschlüssel der Tabelle </w:t>
      </w:r>
      <w:r w:rsidR="00FC2991" w:rsidRPr="00302310">
        <w:rPr>
          <w:i/>
          <w:iCs/>
          <w:color w:val="000000" w:themeColor="text1"/>
        </w:rPr>
        <w:t>Kursbelegung</w:t>
      </w:r>
      <w:r w:rsidR="00FC2991">
        <w:rPr>
          <w:color w:val="000000" w:themeColor="text1"/>
        </w:rPr>
        <w:t>.</w:t>
      </w:r>
    </w:p>
    <w:p w14:paraId="3853D450" w14:textId="1E951B32" w:rsidR="005636D5" w:rsidRDefault="005636D5" w:rsidP="009F603D">
      <w:pPr>
        <w:spacing w:after="0"/>
        <w:rPr>
          <w:color w:val="000000" w:themeColor="text1"/>
        </w:rPr>
      </w:pPr>
      <w:r w:rsidRPr="00533B13">
        <w:rPr>
          <w:b/>
          <w:bCs/>
          <w:color w:val="000000" w:themeColor="text1"/>
        </w:rPr>
        <w:t xml:space="preserve">Aufgabe </w:t>
      </w:r>
      <w:r w:rsidR="00597B13">
        <w:rPr>
          <w:b/>
          <w:bCs/>
          <w:color w:val="000000" w:themeColor="text1"/>
        </w:rPr>
        <w:t>7</w:t>
      </w:r>
      <w:r w:rsidRPr="00533B13">
        <w:rPr>
          <w:b/>
          <w:bCs/>
          <w:color w:val="000000" w:themeColor="text1"/>
        </w:rPr>
        <w:t>:</w:t>
      </w:r>
      <w:r>
        <w:rPr>
          <w:color w:val="000000" w:themeColor="text1"/>
        </w:rPr>
        <w:t xml:space="preserve">  Ergänzen Sie zu der folgenden Beschreibung geeignete Datensätze in den Tabellen in Abb</w:t>
      </w:r>
      <w:r w:rsidR="0026020A">
        <w:rPr>
          <w:color w:val="000000" w:themeColor="text1"/>
        </w:rPr>
        <w:t>i</w:t>
      </w:r>
      <w:r>
        <w:rPr>
          <w:color w:val="000000" w:themeColor="text1"/>
        </w:rPr>
        <w:t>ldung</w:t>
      </w:r>
      <w:r w:rsidR="0026020A">
        <w:rPr>
          <w:color w:val="000000" w:themeColor="text1"/>
        </w:rPr>
        <w:t xml:space="preserve"> </w:t>
      </w:r>
      <w:r w:rsidR="005754C2">
        <w:rPr>
          <w:color w:val="000000" w:themeColor="text1"/>
        </w:rPr>
        <w:t>4</w:t>
      </w:r>
      <w:r w:rsidR="0026020A">
        <w:rPr>
          <w:color w:val="000000" w:themeColor="text1"/>
        </w:rPr>
        <w:t>.</w:t>
      </w:r>
    </w:p>
    <w:p w14:paraId="5B8D29C7" w14:textId="3818FC01" w:rsidR="005636D5" w:rsidRDefault="005636D5" w:rsidP="009F603D">
      <w:pPr>
        <w:spacing w:after="120"/>
        <w:rPr>
          <w:color w:val="000000" w:themeColor="text1"/>
        </w:rPr>
      </w:pPr>
      <w:bookmarkStart w:id="3" w:name="_Hlk76553876"/>
      <w:r>
        <w:rPr>
          <w:color w:val="000000" w:themeColor="text1"/>
        </w:rPr>
        <w:t>Trainerin Getrud Wiesel leitet dienstags von 19:00 bis 20:00 Uhr den Kurs</w:t>
      </w:r>
      <w:r w:rsidR="00904425">
        <w:rPr>
          <w:color w:val="000000" w:themeColor="text1"/>
        </w:rPr>
        <w:t xml:space="preserve"> Kunstturnen</w:t>
      </w:r>
      <w:r>
        <w:rPr>
          <w:color w:val="000000" w:themeColor="text1"/>
        </w:rPr>
        <w:t xml:space="preserve"> mit der ID </w:t>
      </w:r>
      <w:r w:rsidR="00904425">
        <w:rPr>
          <w:color w:val="000000" w:themeColor="text1"/>
        </w:rPr>
        <w:t>KTG</w:t>
      </w:r>
      <w:r w:rsidR="0026020A">
        <w:rPr>
          <w:color w:val="000000" w:themeColor="text1"/>
        </w:rPr>
        <w:t xml:space="preserve"> in Trainingsraum 1. An dem Kurs nehmen Armin Bauer, Amalia Liebig und Sara Meier teil. Der Beitrag für den Kurs beträgt 20 €. </w:t>
      </w:r>
    </w:p>
    <w:bookmarkEnd w:id="3"/>
    <w:p w14:paraId="1B2CC433" w14:textId="2F6EB1FB" w:rsidR="0026020A" w:rsidRPr="00533B13" w:rsidRDefault="00533B13" w:rsidP="0063717B">
      <w:pPr>
        <w:spacing w:after="0"/>
        <w:rPr>
          <w:b/>
          <w:bCs/>
          <w:color w:val="000000" w:themeColor="text1"/>
        </w:rPr>
      </w:pPr>
      <w:r w:rsidRPr="00533B13">
        <w:rPr>
          <w:b/>
          <w:bCs/>
          <w:color w:val="000000" w:themeColor="text1"/>
        </w:rPr>
        <w:t xml:space="preserve">Aufgabe </w:t>
      </w:r>
      <w:r w:rsidR="00597B13">
        <w:rPr>
          <w:b/>
          <w:bCs/>
          <w:color w:val="000000" w:themeColor="text1"/>
        </w:rPr>
        <w:t>8</w:t>
      </w:r>
      <w:r w:rsidRPr="00533B13">
        <w:rPr>
          <w:b/>
          <w:bCs/>
          <w:color w:val="000000" w:themeColor="text1"/>
        </w:rPr>
        <w:t xml:space="preserve">: </w:t>
      </w:r>
    </w:p>
    <w:p w14:paraId="3D4667A5" w14:textId="1C48E9FB" w:rsidR="00533B13" w:rsidRDefault="00533B13" w:rsidP="00CF584B">
      <w:pPr>
        <w:pStyle w:val="Listenabsatz"/>
        <w:numPr>
          <w:ilvl w:val="0"/>
          <w:numId w:val="6"/>
        </w:numPr>
        <w:rPr>
          <w:color w:val="000000" w:themeColor="text1"/>
        </w:rPr>
      </w:pPr>
      <w:r>
        <w:rPr>
          <w:color w:val="000000" w:themeColor="text1"/>
        </w:rPr>
        <w:t xml:space="preserve">Begründen Sie, dass es nicht ausreicht, eines der Attribute der Tabelle </w:t>
      </w:r>
      <w:r w:rsidRPr="005754C2">
        <w:rPr>
          <w:i/>
          <w:iCs/>
          <w:color w:val="000000" w:themeColor="text1"/>
        </w:rPr>
        <w:t>Kursbelegung</w:t>
      </w:r>
      <w:r>
        <w:rPr>
          <w:color w:val="000000" w:themeColor="text1"/>
        </w:rPr>
        <w:t xml:space="preserve"> als Primärschlüssel festzulegen.</w:t>
      </w:r>
    </w:p>
    <w:p w14:paraId="4DA3B44E" w14:textId="7E06D847" w:rsidR="00533B13" w:rsidRPr="00533B13" w:rsidRDefault="00533B13" w:rsidP="009F603D">
      <w:pPr>
        <w:pStyle w:val="Listenabsatz"/>
        <w:numPr>
          <w:ilvl w:val="0"/>
          <w:numId w:val="6"/>
        </w:numPr>
        <w:spacing w:after="120"/>
        <w:rPr>
          <w:color w:val="000000" w:themeColor="text1"/>
        </w:rPr>
      </w:pPr>
      <w:r>
        <w:rPr>
          <w:color w:val="000000" w:themeColor="text1"/>
        </w:rPr>
        <w:t>Untersuchen Sie</w:t>
      </w:r>
      <w:r w:rsidR="00C21204">
        <w:rPr>
          <w:color w:val="000000" w:themeColor="text1"/>
        </w:rPr>
        <w:t>,</w:t>
      </w:r>
      <w:r>
        <w:rPr>
          <w:color w:val="000000" w:themeColor="text1"/>
        </w:rPr>
        <w:t xml:space="preserve"> welche Attribute sich als Primärschlüssel für die Tabelle </w:t>
      </w:r>
      <w:r w:rsidRPr="007C3F3E">
        <w:rPr>
          <w:i/>
          <w:iCs/>
          <w:color w:val="000000" w:themeColor="text1"/>
        </w:rPr>
        <w:t>Trainer</w:t>
      </w:r>
      <w:r>
        <w:rPr>
          <w:color w:val="000000" w:themeColor="text1"/>
        </w:rPr>
        <w:t xml:space="preserve"> eignen würden, wenn man auf das Attribut </w:t>
      </w:r>
      <w:r w:rsidRPr="007C3F3E">
        <w:rPr>
          <w:i/>
          <w:iCs/>
          <w:color w:val="000000" w:themeColor="text1"/>
        </w:rPr>
        <w:t>TrainerID</w:t>
      </w:r>
      <w:r>
        <w:rPr>
          <w:color w:val="000000" w:themeColor="text1"/>
        </w:rPr>
        <w:t xml:space="preserve"> verzichten möchte.</w:t>
      </w:r>
    </w:p>
    <w:p w14:paraId="02FBD0D2" w14:textId="7F890D03" w:rsidR="006B04C0" w:rsidRPr="00533B13" w:rsidRDefault="0026020A" w:rsidP="009F603D">
      <w:pPr>
        <w:spacing w:after="0"/>
        <w:rPr>
          <w:b/>
          <w:bCs/>
          <w:color w:val="000000" w:themeColor="text1"/>
        </w:rPr>
      </w:pPr>
      <w:r w:rsidRPr="00533B13">
        <w:rPr>
          <w:b/>
          <w:bCs/>
          <w:color w:val="000000" w:themeColor="text1"/>
        </w:rPr>
        <w:t xml:space="preserve">Aufgabe </w:t>
      </w:r>
      <w:r w:rsidR="00597B13">
        <w:rPr>
          <w:b/>
          <w:bCs/>
          <w:color w:val="000000" w:themeColor="text1"/>
        </w:rPr>
        <w:t>9</w:t>
      </w:r>
      <w:r w:rsidRPr="00533B13">
        <w:rPr>
          <w:b/>
          <w:bCs/>
          <w:color w:val="000000" w:themeColor="text1"/>
        </w:rPr>
        <w:t xml:space="preserve">: </w:t>
      </w:r>
    </w:p>
    <w:p w14:paraId="2EB75349" w14:textId="75BB9FFF" w:rsidR="0026020A" w:rsidRPr="006B04C0" w:rsidRDefault="0026020A" w:rsidP="00CF584B">
      <w:pPr>
        <w:pStyle w:val="Listenabsatz"/>
        <w:numPr>
          <w:ilvl w:val="0"/>
          <w:numId w:val="4"/>
        </w:numPr>
        <w:rPr>
          <w:color w:val="000000" w:themeColor="text1"/>
        </w:rPr>
      </w:pPr>
      <w:r w:rsidRPr="006B04C0">
        <w:rPr>
          <w:color w:val="000000" w:themeColor="text1"/>
        </w:rPr>
        <w:t>Beschreiben Sie, wie man vorgehen müsste, um</w:t>
      </w:r>
    </w:p>
    <w:p w14:paraId="24604A4F" w14:textId="5ED22067" w:rsidR="0026020A" w:rsidRPr="006B04C0" w:rsidRDefault="0026020A" w:rsidP="00CF584B">
      <w:pPr>
        <w:pStyle w:val="Listenabsatz"/>
        <w:numPr>
          <w:ilvl w:val="0"/>
          <w:numId w:val="5"/>
        </w:numPr>
        <w:rPr>
          <w:color w:val="000000" w:themeColor="text1"/>
        </w:rPr>
      </w:pPr>
      <w:r w:rsidRPr="006B04C0">
        <w:rPr>
          <w:color w:val="000000" w:themeColor="text1"/>
        </w:rPr>
        <w:t>eine Liste aller Zeiten zu erstellen, zu denen Sporthalle 2 belegt ist</w:t>
      </w:r>
      <w:r w:rsidR="000F1CE7">
        <w:rPr>
          <w:color w:val="000000" w:themeColor="text1"/>
        </w:rPr>
        <w:t>.</w:t>
      </w:r>
    </w:p>
    <w:p w14:paraId="5FAC6F9B" w14:textId="4BFAA412" w:rsidR="0026020A" w:rsidRPr="006B04C0" w:rsidRDefault="0026020A" w:rsidP="00CF584B">
      <w:pPr>
        <w:pStyle w:val="Listenabsatz"/>
        <w:numPr>
          <w:ilvl w:val="0"/>
          <w:numId w:val="5"/>
        </w:numPr>
        <w:rPr>
          <w:color w:val="000000" w:themeColor="text1"/>
        </w:rPr>
      </w:pPr>
      <w:r w:rsidRPr="006B04C0">
        <w:rPr>
          <w:color w:val="000000" w:themeColor="text1"/>
        </w:rPr>
        <w:t xml:space="preserve">eine Liste aller </w:t>
      </w:r>
      <w:r w:rsidR="006B04C0" w:rsidRPr="006B04C0">
        <w:rPr>
          <w:color w:val="000000" w:themeColor="text1"/>
        </w:rPr>
        <w:t>Mitglieder</w:t>
      </w:r>
      <w:r w:rsidRPr="006B04C0">
        <w:rPr>
          <w:color w:val="000000" w:themeColor="text1"/>
        </w:rPr>
        <w:t xml:space="preserve"> mit Vor- und Nachname </w:t>
      </w:r>
      <w:r w:rsidR="006B04C0" w:rsidRPr="006B04C0">
        <w:rPr>
          <w:color w:val="000000" w:themeColor="text1"/>
        </w:rPr>
        <w:t xml:space="preserve">zu erstellen, die am </w:t>
      </w:r>
      <w:r w:rsidRPr="006B04C0">
        <w:rPr>
          <w:color w:val="000000" w:themeColor="text1"/>
        </w:rPr>
        <w:t>Handballkurs</w:t>
      </w:r>
      <w:r w:rsidR="006B04C0" w:rsidRPr="006B04C0">
        <w:rPr>
          <w:color w:val="000000" w:themeColor="text1"/>
        </w:rPr>
        <w:t xml:space="preserve"> HHE teilnehmen</w:t>
      </w:r>
      <w:r w:rsidR="0030474B">
        <w:rPr>
          <w:color w:val="000000" w:themeColor="text1"/>
        </w:rPr>
        <w:t>.</w:t>
      </w:r>
    </w:p>
    <w:p w14:paraId="6CDB68C9" w14:textId="1EB583EA" w:rsidR="006B04C0" w:rsidRPr="006B04C0" w:rsidRDefault="006B04C0" w:rsidP="00CF584B">
      <w:pPr>
        <w:pStyle w:val="Listenabsatz"/>
        <w:numPr>
          <w:ilvl w:val="0"/>
          <w:numId w:val="5"/>
        </w:numPr>
        <w:rPr>
          <w:color w:val="000000" w:themeColor="text1"/>
        </w:rPr>
      </w:pPr>
      <w:r w:rsidRPr="006B04C0">
        <w:rPr>
          <w:color w:val="000000" w:themeColor="text1"/>
        </w:rPr>
        <w:t>eine Liste aller Mitglieder zu erstellen, die Handball spielen</w:t>
      </w:r>
      <w:r>
        <w:rPr>
          <w:color w:val="000000" w:themeColor="text1"/>
        </w:rPr>
        <w:t>.</w:t>
      </w:r>
    </w:p>
    <w:p w14:paraId="33564B19" w14:textId="16D30659" w:rsidR="006B04C0" w:rsidRPr="006B04C0" w:rsidRDefault="006B04C0" w:rsidP="00CF584B">
      <w:pPr>
        <w:pStyle w:val="Listenabsatz"/>
        <w:numPr>
          <w:ilvl w:val="0"/>
          <w:numId w:val="4"/>
        </w:numPr>
        <w:rPr>
          <w:color w:val="000000" w:themeColor="text1"/>
        </w:rPr>
        <w:sectPr w:rsidR="006B04C0" w:rsidRPr="006B04C0" w:rsidSect="002C0930">
          <w:headerReference w:type="default" r:id="rId20"/>
          <w:footerReference w:type="default" r:id="rId21"/>
          <w:pgSz w:w="11906" w:h="16838"/>
          <w:pgMar w:top="2111" w:right="1417" w:bottom="1276" w:left="1417" w:header="708" w:footer="708" w:gutter="0"/>
          <w:cols w:space="708"/>
          <w:docGrid w:linePitch="360"/>
        </w:sectPr>
      </w:pPr>
      <w:r w:rsidRPr="006B04C0">
        <w:rPr>
          <w:color w:val="000000" w:themeColor="text1"/>
        </w:rPr>
        <w:t>Nennen Sie Beispiele für weitere Informationen, die man aus den Daten gewinnen könnte.</w:t>
      </w:r>
    </w:p>
    <w:p w14:paraId="1A45C6D3" w14:textId="5D73C682" w:rsidR="00ED39BE" w:rsidRPr="00F01856" w:rsidRDefault="00F01856" w:rsidP="009900D3">
      <w:pPr>
        <w:rPr>
          <w:b/>
          <w:bCs/>
          <w:color w:val="000000" w:themeColor="text1"/>
        </w:rPr>
      </w:pPr>
      <w:r w:rsidRPr="00F01856">
        <w:rPr>
          <w:b/>
          <w:bCs/>
          <w:color w:val="000000" w:themeColor="text1"/>
        </w:rPr>
        <w:lastRenderedPageBreak/>
        <w:t>Trainer</w:t>
      </w:r>
    </w:p>
    <w:tbl>
      <w:tblPr>
        <w:tblStyle w:val="Gitternetztabelle4Akzent1"/>
        <w:tblW w:w="10206" w:type="dxa"/>
        <w:tblInd w:w="-5" w:type="dxa"/>
        <w:tblLook w:val="0420" w:firstRow="1" w:lastRow="0" w:firstColumn="0" w:lastColumn="0" w:noHBand="0" w:noVBand="1"/>
      </w:tblPr>
      <w:tblGrid>
        <w:gridCol w:w="1222"/>
        <w:gridCol w:w="1107"/>
        <w:gridCol w:w="983"/>
        <w:gridCol w:w="979"/>
        <w:gridCol w:w="860"/>
        <w:gridCol w:w="944"/>
        <w:gridCol w:w="891"/>
        <w:gridCol w:w="1803"/>
        <w:gridCol w:w="1417"/>
      </w:tblGrid>
      <w:tr w:rsidR="00F01856" w:rsidRPr="006646FA" w14:paraId="0051C632" w14:textId="77777777" w:rsidTr="00001620">
        <w:trPr>
          <w:cnfStyle w:val="100000000000" w:firstRow="1" w:lastRow="0" w:firstColumn="0" w:lastColumn="0" w:oddVBand="0" w:evenVBand="0" w:oddHBand="0" w:evenHBand="0" w:firstRowFirstColumn="0" w:firstRowLastColumn="0" w:lastRowFirstColumn="0" w:lastRowLastColumn="0"/>
        </w:trPr>
        <w:tc>
          <w:tcPr>
            <w:tcW w:w="1222" w:type="dxa"/>
            <w:shd w:val="clear" w:color="auto" w:fill="ED7D31" w:themeFill="accent2"/>
          </w:tcPr>
          <w:p w14:paraId="00674BB8" w14:textId="4DF4AAD9" w:rsidR="00F01856" w:rsidRPr="00FD576A" w:rsidRDefault="00F01856" w:rsidP="008816F6">
            <w:pPr>
              <w:spacing w:after="0"/>
              <w:rPr>
                <w:sz w:val="20"/>
                <w:szCs w:val="20"/>
                <w:u w:val="single"/>
              </w:rPr>
            </w:pPr>
            <w:r w:rsidRPr="00FD576A">
              <w:rPr>
                <w:sz w:val="20"/>
                <w:szCs w:val="20"/>
                <w:u w:val="single"/>
              </w:rPr>
              <w:t>TrainerID</w:t>
            </w:r>
          </w:p>
        </w:tc>
        <w:tc>
          <w:tcPr>
            <w:tcW w:w="1107" w:type="dxa"/>
            <w:shd w:val="clear" w:color="auto" w:fill="4E6B9E"/>
          </w:tcPr>
          <w:p w14:paraId="15D0816D" w14:textId="77777777" w:rsidR="00F01856" w:rsidRPr="00FD576A" w:rsidRDefault="00F01856" w:rsidP="008816F6">
            <w:pPr>
              <w:spacing w:after="0"/>
              <w:rPr>
                <w:sz w:val="20"/>
                <w:szCs w:val="20"/>
              </w:rPr>
            </w:pPr>
            <w:r w:rsidRPr="00FD576A">
              <w:rPr>
                <w:sz w:val="20"/>
                <w:szCs w:val="20"/>
              </w:rPr>
              <w:t>Nachname</w:t>
            </w:r>
          </w:p>
        </w:tc>
        <w:tc>
          <w:tcPr>
            <w:tcW w:w="983" w:type="dxa"/>
            <w:shd w:val="clear" w:color="auto" w:fill="4E6B9E"/>
          </w:tcPr>
          <w:p w14:paraId="7B01F32F" w14:textId="77777777" w:rsidR="00F01856" w:rsidRPr="00FD576A" w:rsidRDefault="00F01856" w:rsidP="008816F6">
            <w:pPr>
              <w:spacing w:after="0"/>
              <w:rPr>
                <w:sz w:val="20"/>
                <w:szCs w:val="20"/>
              </w:rPr>
            </w:pPr>
            <w:r w:rsidRPr="00FD576A">
              <w:rPr>
                <w:sz w:val="20"/>
                <w:szCs w:val="20"/>
              </w:rPr>
              <w:t>Vorname</w:t>
            </w:r>
          </w:p>
        </w:tc>
        <w:tc>
          <w:tcPr>
            <w:tcW w:w="979" w:type="dxa"/>
            <w:shd w:val="clear" w:color="auto" w:fill="4E6B9E"/>
          </w:tcPr>
          <w:p w14:paraId="14DB5050" w14:textId="77777777" w:rsidR="00F01856" w:rsidRPr="00FD576A" w:rsidRDefault="00F01856" w:rsidP="008816F6">
            <w:pPr>
              <w:spacing w:after="0"/>
              <w:rPr>
                <w:sz w:val="20"/>
                <w:szCs w:val="20"/>
              </w:rPr>
            </w:pPr>
            <w:r w:rsidRPr="00FD576A">
              <w:rPr>
                <w:sz w:val="20"/>
                <w:szCs w:val="20"/>
              </w:rPr>
              <w:t>Strasse</w:t>
            </w:r>
          </w:p>
        </w:tc>
        <w:tc>
          <w:tcPr>
            <w:tcW w:w="860" w:type="dxa"/>
            <w:shd w:val="clear" w:color="auto" w:fill="4E6B9E"/>
          </w:tcPr>
          <w:p w14:paraId="3CA4CAE1" w14:textId="145A7F8E" w:rsidR="00F01856" w:rsidRPr="00FD576A" w:rsidRDefault="00F01856" w:rsidP="008816F6">
            <w:pPr>
              <w:spacing w:after="0"/>
              <w:rPr>
                <w:sz w:val="20"/>
                <w:szCs w:val="20"/>
              </w:rPr>
            </w:pPr>
            <w:r w:rsidRPr="00FD576A">
              <w:rPr>
                <w:sz w:val="20"/>
                <w:szCs w:val="20"/>
              </w:rPr>
              <w:t xml:space="preserve">Hausnr </w:t>
            </w:r>
          </w:p>
        </w:tc>
        <w:tc>
          <w:tcPr>
            <w:tcW w:w="944" w:type="dxa"/>
            <w:shd w:val="clear" w:color="auto" w:fill="4E6B9E"/>
          </w:tcPr>
          <w:p w14:paraId="1907EDF6" w14:textId="77777777" w:rsidR="00F01856" w:rsidRPr="00FD576A" w:rsidRDefault="00F01856" w:rsidP="008816F6">
            <w:pPr>
              <w:spacing w:after="0"/>
              <w:rPr>
                <w:sz w:val="20"/>
                <w:szCs w:val="20"/>
              </w:rPr>
            </w:pPr>
            <w:r w:rsidRPr="00FD576A">
              <w:rPr>
                <w:sz w:val="20"/>
                <w:szCs w:val="20"/>
              </w:rPr>
              <w:t>PLZ</w:t>
            </w:r>
          </w:p>
        </w:tc>
        <w:tc>
          <w:tcPr>
            <w:tcW w:w="891" w:type="dxa"/>
            <w:shd w:val="clear" w:color="auto" w:fill="4E6B9E"/>
          </w:tcPr>
          <w:p w14:paraId="6040B023" w14:textId="77777777" w:rsidR="00F01856" w:rsidRPr="00FD576A" w:rsidRDefault="00F01856" w:rsidP="008816F6">
            <w:pPr>
              <w:spacing w:after="0"/>
              <w:rPr>
                <w:sz w:val="20"/>
                <w:szCs w:val="20"/>
              </w:rPr>
            </w:pPr>
            <w:r w:rsidRPr="00FD576A">
              <w:rPr>
                <w:sz w:val="20"/>
                <w:szCs w:val="20"/>
              </w:rPr>
              <w:t>Ort</w:t>
            </w:r>
          </w:p>
        </w:tc>
        <w:tc>
          <w:tcPr>
            <w:tcW w:w="1803" w:type="dxa"/>
            <w:shd w:val="clear" w:color="auto" w:fill="4E6B9E"/>
          </w:tcPr>
          <w:p w14:paraId="2CB20A47" w14:textId="77777777" w:rsidR="00F01856" w:rsidRPr="00FD576A" w:rsidRDefault="00F01856" w:rsidP="008816F6">
            <w:pPr>
              <w:spacing w:after="0"/>
              <w:rPr>
                <w:sz w:val="20"/>
                <w:szCs w:val="20"/>
              </w:rPr>
            </w:pPr>
            <w:r w:rsidRPr="00FD576A">
              <w:rPr>
                <w:sz w:val="20"/>
                <w:szCs w:val="20"/>
              </w:rPr>
              <w:t>Telefon</w:t>
            </w:r>
          </w:p>
        </w:tc>
        <w:tc>
          <w:tcPr>
            <w:tcW w:w="1417" w:type="dxa"/>
            <w:shd w:val="clear" w:color="auto" w:fill="4E6B9E"/>
          </w:tcPr>
          <w:p w14:paraId="45411E49" w14:textId="3E0C34CA" w:rsidR="00F01856" w:rsidRPr="00FD576A" w:rsidRDefault="00F01856" w:rsidP="008816F6">
            <w:pPr>
              <w:spacing w:after="0"/>
              <w:rPr>
                <w:sz w:val="20"/>
                <w:szCs w:val="20"/>
              </w:rPr>
            </w:pPr>
            <w:r w:rsidRPr="00FD576A">
              <w:rPr>
                <w:sz w:val="20"/>
                <w:szCs w:val="20"/>
              </w:rPr>
              <w:t>Ge</w:t>
            </w:r>
            <w:r w:rsidR="00CB0EB8">
              <w:rPr>
                <w:sz w:val="20"/>
                <w:szCs w:val="20"/>
              </w:rPr>
              <w:t>b</w:t>
            </w:r>
            <w:r w:rsidRPr="00FD576A">
              <w:rPr>
                <w:sz w:val="20"/>
                <w:szCs w:val="20"/>
              </w:rPr>
              <w:t>Datum</w:t>
            </w:r>
          </w:p>
        </w:tc>
      </w:tr>
      <w:tr w:rsidR="00F01856" w:rsidRPr="006646FA" w14:paraId="578C5865" w14:textId="7777777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4C98BA13" w14:textId="665569E7" w:rsidR="00F01856" w:rsidRPr="00FD576A" w:rsidRDefault="00F01856" w:rsidP="008816F6">
            <w:pPr>
              <w:spacing w:after="0"/>
              <w:rPr>
                <w:sz w:val="20"/>
                <w:szCs w:val="20"/>
              </w:rPr>
            </w:pPr>
            <w:r w:rsidRPr="00FD576A">
              <w:rPr>
                <w:sz w:val="20"/>
                <w:szCs w:val="20"/>
              </w:rPr>
              <w:t>…</w:t>
            </w:r>
          </w:p>
        </w:tc>
        <w:tc>
          <w:tcPr>
            <w:tcW w:w="1107" w:type="dxa"/>
          </w:tcPr>
          <w:p w14:paraId="1A2745A5" w14:textId="73F2B57F" w:rsidR="00F01856" w:rsidRPr="00FD576A" w:rsidRDefault="00F01856" w:rsidP="008816F6">
            <w:pPr>
              <w:spacing w:after="0"/>
              <w:rPr>
                <w:sz w:val="20"/>
                <w:szCs w:val="20"/>
              </w:rPr>
            </w:pPr>
            <w:r w:rsidRPr="00FD576A">
              <w:rPr>
                <w:sz w:val="20"/>
                <w:szCs w:val="20"/>
              </w:rPr>
              <w:t>…</w:t>
            </w:r>
          </w:p>
        </w:tc>
        <w:tc>
          <w:tcPr>
            <w:tcW w:w="983" w:type="dxa"/>
          </w:tcPr>
          <w:p w14:paraId="6FA77D24" w14:textId="23BD4779" w:rsidR="00F01856" w:rsidRPr="00FD576A" w:rsidRDefault="00F01856" w:rsidP="008816F6">
            <w:pPr>
              <w:spacing w:after="0"/>
              <w:rPr>
                <w:sz w:val="20"/>
                <w:szCs w:val="20"/>
              </w:rPr>
            </w:pPr>
            <w:r w:rsidRPr="00FD576A">
              <w:rPr>
                <w:sz w:val="20"/>
                <w:szCs w:val="20"/>
              </w:rPr>
              <w:t>…</w:t>
            </w:r>
          </w:p>
        </w:tc>
        <w:tc>
          <w:tcPr>
            <w:tcW w:w="979" w:type="dxa"/>
          </w:tcPr>
          <w:p w14:paraId="0778C2BF" w14:textId="6777CFA6" w:rsidR="00F01856" w:rsidRPr="00FD576A" w:rsidRDefault="00F01856" w:rsidP="008816F6">
            <w:pPr>
              <w:spacing w:after="0"/>
              <w:rPr>
                <w:sz w:val="20"/>
                <w:szCs w:val="20"/>
              </w:rPr>
            </w:pPr>
            <w:r w:rsidRPr="00FD576A">
              <w:rPr>
                <w:sz w:val="20"/>
                <w:szCs w:val="20"/>
              </w:rPr>
              <w:t>…</w:t>
            </w:r>
          </w:p>
        </w:tc>
        <w:tc>
          <w:tcPr>
            <w:tcW w:w="860" w:type="dxa"/>
          </w:tcPr>
          <w:p w14:paraId="3ED3C5D2" w14:textId="2D7F2BF7" w:rsidR="00F01856" w:rsidRPr="00FD576A" w:rsidRDefault="00F01856" w:rsidP="008816F6">
            <w:pPr>
              <w:spacing w:after="0"/>
              <w:rPr>
                <w:sz w:val="20"/>
                <w:szCs w:val="20"/>
              </w:rPr>
            </w:pPr>
            <w:r w:rsidRPr="00FD576A">
              <w:rPr>
                <w:sz w:val="20"/>
                <w:szCs w:val="20"/>
              </w:rPr>
              <w:t>…</w:t>
            </w:r>
          </w:p>
        </w:tc>
        <w:tc>
          <w:tcPr>
            <w:tcW w:w="944" w:type="dxa"/>
          </w:tcPr>
          <w:p w14:paraId="5D58D81D" w14:textId="67A491AD" w:rsidR="00F01856" w:rsidRPr="00FD576A" w:rsidRDefault="00F01856" w:rsidP="008816F6">
            <w:pPr>
              <w:spacing w:after="0"/>
              <w:rPr>
                <w:sz w:val="20"/>
                <w:szCs w:val="20"/>
              </w:rPr>
            </w:pPr>
            <w:r w:rsidRPr="00FD576A">
              <w:rPr>
                <w:sz w:val="20"/>
                <w:szCs w:val="20"/>
              </w:rPr>
              <w:t>…</w:t>
            </w:r>
          </w:p>
        </w:tc>
        <w:tc>
          <w:tcPr>
            <w:tcW w:w="891" w:type="dxa"/>
          </w:tcPr>
          <w:p w14:paraId="3467ADAC" w14:textId="7F67A650" w:rsidR="00F01856" w:rsidRPr="00FD576A" w:rsidRDefault="00F01856" w:rsidP="008816F6">
            <w:pPr>
              <w:spacing w:after="0"/>
              <w:rPr>
                <w:sz w:val="20"/>
                <w:szCs w:val="20"/>
              </w:rPr>
            </w:pPr>
            <w:r w:rsidRPr="00FD576A">
              <w:rPr>
                <w:sz w:val="20"/>
                <w:szCs w:val="20"/>
              </w:rPr>
              <w:t>…</w:t>
            </w:r>
          </w:p>
        </w:tc>
        <w:tc>
          <w:tcPr>
            <w:tcW w:w="1803" w:type="dxa"/>
          </w:tcPr>
          <w:p w14:paraId="087E70DC" w14:textId="04D10876" w:rsidR="00F01856" w:rsidRPr="00FD576A" w:rsidRDefault="00F01856" w:rsidP="008816F6">
            <w:pPr>
              <w:spacing w:after="0"/>
              <w:rPr>
                <w:sz w:val="20"/>
                <w:szCs w:val="20"/>
              </w:rPr>
            </w:pPr>
            <w:r w:rsidRPr="00FD576A">
              <w:rPr>
                <w:sz w:val="20"/>
                <w:szCs w:val="20"/>
              </w:rPr>
              <w:t>…</w:t>
            </w:r>
          </w:p>
        </w:tc>
        <w:tc>
          <w:tcPr>
            <w:tcW w:w="1417" w:type="dxa"/>
          </w:tcPr>
          <w:p w14:paraId="75BC656F" w14:textId="6E7026BD" w:rsidR="00F01856" w:rsidRPr="00FD576A" w:rsidRDefault="00F01856" w:rsidP="008816F6">
            <w:pPr>
              <w:spacing w:after="0"/>
              <w:rPr>
                <w:sz w:val="20"/>
                <w:szCs w:val="20"/>
              </w:rPr>
            </w:pPr>
            <w:r w:rsidRPr="00FD576A">
              <w:rPr>
                <w:sz w:val="20"/>
                <w:szCs w:val="20"/>
              </w:rPr>
              <w:t>…</w:t>
            </w:r>
          </w:p>
        </w:tc>
      </w:tr>
      <w:tr w:rsidR="000329CD" w:rsidRPr="006646FA" w14:paraId="0DF8B5B9" w14:textId="77777777" w:rsidTr="00F01856">
        <w:tc>
          <w:tcPr>
            <w:tcW w:w="1222" w:type="dxa"/>
          </w:tcPr>
          <w:p w14:paraId="5C2D0B2F" w14:textId="2CD7C62B" w:rsidR="000329CD" w:rsidRPr="00FD576A" w:rsidRDefault="000329CD" w:rsidP="000329CD">
            <w:pPr>
              <w:spacing w:after="0"/>
              <w:rPr>
                <w:sz w:val="20"/>
                <w:szCs w:val="20"/>
              </w:rPr>
            </w:pPr>
            <w:r w:rsidRPr="00FD576A">
              <w:rPr>
                <w:sz w:val="20"/>
                <w:szCs w:val="20"/>
              </w:rPr>
              <w:t>25</w:t>
            </w:r>
          </w:p>
        </w:tc>
        <w:tc>
          <w:tcPr>
            <w:tcW w:w="1107" w:type="dxa"/>
          </w:tcPr>
          <w:p w14:paraId="4712EB8F" w14:textId="1C9C47AD" w:rsidR="000329CD" w:rsidRPr="00FD576A" w:rsidRDefault="000329CD" w:rsidP="000329CD">
            <w:pPr>
              <w:spacing w:after="0"/>
              <w:rPr>
                <w:sz w:val="20"/>
                <w:szCs w:val="20"/>
              </w:rPr>
            </w:pPr>
            <w:r w:rsidRPr="00FD576A">
              <w:rPr>
                <w:sz w:val="20"/>
                <w:szCs w:val="20"/>
              </w:rPr>
              <w:t>Hüpfer</w:t>
            </w:r>
          </w:p>
        </w:tc>
        <w:tc>
          <w:tcPr>
            <w:tcW w:w="983" w:type="dxa"/>
          </w:tcPr>
          <w:p w14:paraId="3BE39AE0" w14:textId="133A8521" w:rsidR="000329CD" w:rsidRPr="00FD576A" w:rsidRDefault="000329CD" w:rsidP="000329CD">
            <w:pPr>
              <w:spacing w:after="0"/>
              <w:rPr>
                <w:sz w:val="20"/>
                <w:szCs w:val="20"/>
              </w:rPr>
            </w:pPr>
            <w:r w:rsidRPr="00FD576A">
              <w:rPr>
                <w:sz w:val="20"/>
                <w:szCs w:val="20"/>
              </w:rPr>
              <w:t>Rudi</w:t>
            </w:r>
          </w:p>
        </w:tc>
        <w:tc>
          <w:tcPr>
            <w:tcW w:w="979" w:type="dxa"/>
          </w:tcPr>
          <w:p w14:paraId="25B9599F" w14:textId="4290384F" w:rsidR="000329CD" w:rsidRPr="00FD576A" w:rsidRDefault="000329CD" w:rsidP="000329CD">
            <w:pPr>
              <w:spacing w:after="0"/>
              <w:rPr>
                <w:sz w:val="20"/>
                <w:szCs w:val="20"/>
              </w:rPr>
            </w:pPr>
            <w:r w:rsidRPr="00FD576A">
              <w:rPr>
                <w:sz w:val="20"/>
                <w:szCs w:val="20"/>
              </w:rPr>
              <w:t>Walstr.</w:t>
            </w:r>
          </w:p>
        </w:tc>
        <w:tc>
          <w:tcPr>
            <w:tcW w:w="860" w:type="dxa"/>
          </w:tcPr>
          <w:p w14:paraId="52AFDEDC" w14:textId="31CD0D09" w:rsidR="000329CD" w:rsidRPr="00FD576A" w:rsidRDefault="000329CD" w:rsidP="000329CD">
            <w:pPr>
              <w:spacing w:after="0"/>
              <w:rPr>
                <w:sz w:val="20"/>
                <w:szCs w:val="20"/>
              </w:rPr>
            </w:pPr>
            <w:r w:rsidRPr="00FD576A">
              <w:rPr>
                <w:sz w:val="20"/>
                <w:szCs w:val="20"/>
              </w:rPr>
              <w:t>7</w:t>
            </w:r>
          </w:p>
        </w:tc>
        <w:tc>
          <w:tcPr>
            <w:tcW w:w="944" w:type="dxa"/>
          </w:tcPr>
          <w:p w14:paraId="40057D4E" w14:textId="77777777" w:rsidR="000329CD" w:rsidRPr="00FD576A" w:rsidRDefault="000329CD" w:rsidP="000329CD">
            <w:pPr>
              <w:spacing w:after="0"/>
              <w:rPr>
                <w:sz w:val="20"/>
                <w:szCs w:val="20"/>
              </w:rPr>
            </w:pPr>
            <w:r w:rsidRPr="00FD576A">
              <w:rPr>
                <w:sz w:val="20"/>
                <w:szCs w:val="20"/>
              </w:rPr>
              <w:t>23413</w:t>
            </w:r>
          </w:p>
        </w:tc>
        <w:tc>
          <w:tcPr>
            <w:tcW w:w="891" w:type="dxa"/>
          </w:tcPr>
          <w:p w14:paraId="2DA4FBF1" w14:textId="77777777" w:rsidR="000329CD" w:rsidRPr="00FD576A" w:rsidRDefault="000329CD" w:rsidP="000329CD">
            <w:pPr>
              <w:spacing w:after="0"/>
              <w:rPr>
                <w:sz w:val="20"/>
                <w:szCs w:val="20"/>
              </w:rPr>
            </w:pPr>
            <w:r w:rsidRPr="00FD576A">
              <w:rPr>
                <w:sz w:val="20"/>
                <w:szCs w:val="20"/>
              </w:rPr>
              <w:t>Fitstadt</w:t>
            </w:r>
          </w:p>
        </w:tc>
        <w:tc>
          <w:tcPr>
            <w:tcW w:w="1803" w:type="dxa"/>
          </w:tcPr>
          <w:p w14:paraId="2D6227E4" w14:textId="61AD73B5" w:rsidR="000329CD" w:rsidRPr="00FD576A" w:rsidRDefault="000329CD" w:rsidP="000329CD">
            <w:pPr>
              <w:spacing w:after="0"/>
              <w:rPr>
                <w:sz w:val="20"/>
                <w:szCs w:val="20"/>
              </w:rPr>
            </w:pPr>
            <w:r w:rsidRPr="00FD576A">
              <w:rPr>
                <w:sz w:val="20"/>
                <w:szCs w:val="20"/>
              </w:rPr>
              <w:t>0171-830218432</w:t>
            </w:r>
          </w:p>
        </w:tc>
        <w:tc>
          <w:tcPr>
            <w:tcW w:w="1417" w:type="dxa"/>
          </w:tcPr>
          <w:p w14:paraId="29A1196A" w14:textId="13C02D88" w:rsidR="000329CD" w:rsidRPr="000329CD" w:rsidRDefault="000329CD" w:rsidP="000329CD">
            <w:pPr>
              <w:spacing w:after="0"/>
              <w:rPr>
                <w:rFonts w:cstheme="minorHAnsi"/>
                <w:sz w:val="20"/>
                <w:szCs w:val="20"/>
              </w:rPr>
            </w:pPr>
            <w:r w:rsidRPr="000329CD">
              <w:rPr>
                <w:rFonts w:cstheme="minorHAnsi"/>
                <w:kern w:val="24"/>
                <w:sz w:val="20"/>
                <w:szCs w:val="20"/>
              </w:rPr>
              <w:t>1993-01-23</w:t>
            </w:r>
          </w:p>
        </w:tc>
      </w:tr>
      <w:tr w:rsidR="000329CD" w:rsidRPr="006646FA" w14:paraId="6B96F625" w14:textId="7777777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196029CA" w14:textId="3E4783B3" w:rsidR="000329CD" w:rsidRPr="00FD576A" w:rsidRDefault="000329CD" w:rsidP="000329CD">
            <w:pPr>
              <w:spacing w:after="0"/>
              <w:rPr>
                <w:sz w:val="20"/>
                <w:szCs w:val="20"/>
              </w:rPr>
            </w:pPr>
            <w:r w:rsidRPr="00FD576A">
              <w:rPr>
                <w:sz w:val="20"/>
                <w:szCs w:val="20"/>
              </w:rPr>
              <w:t>26</w:t>
            </w:r>
          </w:p>
        </w:tc>
        <w:tc>
          <w:tcPr>
            <w:tcW w:w="1107" w:type="dxa"/>
          </w:tcPr>
          <w:p w14:paraId="192FEAF9" w14:textId="40C0B75D" w:rsidR="000329CD" w:rsidRPr="00FD576A" w:rsidRDefault="000329CD" w:rsidP="000329CD">
            <w:pPr>
              <w:spacing w:after="0"/>
              <w:rPr>
                <w:sz w:val="20"/>
                <w:szCs w:val="20"/>
              </w:rPr>
            </w:pPr>
            <w:r w:rsidRPr="00FD576A">
              <w:rPr>
                <w:sz w:val="20"/>
                <w:szCs w:val="20"/>
              </w:rPr>
              <w:t xml:space="preserve">Wiesel </w:t>
            </w:r>
          </w:p>
        </w:tc>
        <w:tc>
          <w:tcPr>
            <w:tcW w:w="983" w:type="dxa"/>
          </w:tcPr>
          <w:p w14:paraId="5E561BF6" w14:textId="3C474620" w:rsidR="000329CD" w:rsidRPr="00FD576A" w:rsidRDefault="000329CD" w:rsidP="000329CD">
            <w:pPr>
              <w:spacing w:after="0"/>
              <w:rPr>
                <w:sz w:val="20"/>
                <w:szCs w:val="20"/>
              </w:rPr>
            </w:pPr>
            <w:r w:rsidRPr="00FD576A">
              <w:rPr>
                <w:sz w:val="20"/>
                <w:szCs w:val="20"/>
              </w:rPr>
              <w:t>Gertrud</w:t>
            </w:r>
          </w:p>
        </w:tc>
        <w:tc>
          <w:tcPr>
            <w:tcW w:w="979" w:type="dxa"/>
          </w:tcPr>
          <w:p w14:paraId="287B8D7A" w14:textId="05D34D4C" w:rsidR="000329CD" w:rsidRPr="00FD576A" w:rsidRDefault="000329CD" w:rsidP="000329CD">
            <w:pPr>
              <w:spacing w:after="0"/>
              <w:rPr>
                <w:sz w:val="20"/>
                <w:szCs w:val="20"/>
              </w:rPr>
            </w:pPr>
            <w:r w:rsidRPr="00FD576A">
              <w:rPr>
                <w:sz w:val="20"/>
                <w:szCs w:val="20"/>
              </w:rPr>
              <w:t xml:space="preserve">Turmstr. </w:t>
            </w:r>
          </w:p>
        </w:tc>
        <w:tc>
          <w:tcPr>
            <w:tcW w:w="860" w:type="dxa"/>
          </w:tcPr>
          <w:p w14:paraId="26EF4462" w14:textId="0AB61C48" w:rsidR="000329CD" w:rsidRPr="00FD576A" w:rsidRDefault="000329CD" w:rsidP="000329CD">
            <w:pPr>
              <w:spacing w:after="0"/>
              <w:rPr>
                <w:sz w:val="20"/>
                <w:szCs w:val="20"/>
              </w:rPr>
            </w:pPr>
            <w:r w:rsidRPr="00FD576A">
              <w:rPr>
                <w:sz w:val="20"/>
                <w:szCs w:val="20"/>
              </w:rPr>
              <w:t>67</w:t>
            </w:r>
          </w:p>
        </w:tc>
        <w:tc>
          <w:tcPr>
            <w:tcW w:w="944" w:type="dxa"/>
          </w:tcPr>
          <w:p w14:paraId="441F2CE2" w14:textId="22733BDD" w:rsidR="000329CD" w:rsidRPr="00FD576A" w:rsidRDefault="000329CD" w:rsidP="000329CD">
            <w:pPr>
              <w:spacing w:after="0"/>
              <w:rPr>
                <w:sz w:val="20"/>
                <w:szCs w:val="20"/>
              </w:rPr>
            </w:pPr>
            <w:r w:rsidRPr="00FD576A">
              <w:rPr>
                <w:sz w:val="20"/>
                <w:szCs w:val="20"/>
              </w:rPr>
              <w:t>23411</w:t>
            </w:r>
          </w:p>
        </w:tc>
        <w:tc>
          <w:tcPr>
            <w:tcW w:w="891" w:type="dxa"/>
          </w:tcPr>
          <w:p w14:paraId="7B09A64D" w14:textId="39CC427C" w:rsidR="000329CD" w:rsidRPr="00FD576A" w:rsidRDefault="000329CD" w:rsidP="000329CD">
            <w:pPr>
              <w:spacing w:after="0"/>
              <w:rPr>
                <w:sz w:val="20"/>
                <w:szCs w:val="20"/>
              </w:rPr>
            </w:pPr>
            <w:r w:rsidRPr="00FD576A">
              <w:rPr>
                <w:sz w:val="20"/>
                <w:szCs w:val="20"/>
              </w:rPr>
              <w:t>Neudorf</w:t>
            </w:r>
          </w:p>
        </w:tc>
        <w:tc>
          <w:tcPr>
            <w:tcW w:w="1803" w:type="dxa"/>
          </w:tcPr>
          <w:p w14:paraId="3C3DCDC3" w14:textId="51CCBFEE" w:rsidR="000329CD" w:rsidRPr="00FD576A" w:rsidRDefault="000329CD" w:rsidP="000329CD">
            <w:pPr>
              <w:spacing w:after="0"/>
              <w:rPr>
                <w:sz w:val="20"/>
                <w:szCs w:val="20"/>
              </w:rPr>
            </w:pPr>
            <w:r>
              <w:rPr>
                <w:sz w:val="20"/>
                <w:szCs w:val="20"/>
              </w:rPr>
              <w:t>08234 - 578612349</w:t>
            </w:r>
          </w:p>
        </w:tc>
        <w:tc>
          <w:tcPr>
            <w:tcW w:w="1417" w:type="dxa"/>
          </w:tcPr>
          <w:p w14:paraId="2A0B79FF" w14:textId="5424F5D6" w:rsidR="000329CD" w:rsidRPr="000329CD" w:rsidRDefault="000329CD" w:rsidP="000329CD">
            <w:pPr>
              <w:spacing w:after="0"/>
              <w:rPr>
                <w:rFonts w:cstheme="minorHAnsi"/>
                <w:sz w:val="20"/>
                <w:szCs w:val="20"/>
              </w:rPr>
            </w:pPr>
            <w:r w:rsidRPr="000329CD">
              <w:rPr>
                <w:rFonts w:cstheme="minorHAnsi"/>
                <w:kern w:val="24"/>
                <w:sz w:val="20"/>
                <w:szCs w:val="20"/>
              </w:rPr>
              <w:t>1980-06-24</w:t>
            </w:r>
          </w:p>
        </w:tc>
      </w:tr>
      <w:tr w:rsidR="00F01856" w14:paraId="5D29DAA6" w14:textId="77777777" w:rsidTr="00F01856">
        <w:tc>
          <w:tcPr>
            <w:tcW w:w="1222" w:type="dxa"/>
          </w:tcPr>
          <w:p w14:paraId="42E810A1" w14:textId="007BDF4D" w:rsidR="00F01856" w:rsidRPr="00FD576A" w:rsidRDefault="00F01856" w:rsidP="00F01856">
            <w:pPr>
              <w:spacing w:after="0"/>
              <w:rPr>
                <w:sz w:val="20"/>
                <w:szCs w:val="20"/>
              </w:rPr>
            </w:pPr>
            <w:r w:rsidRPr="00FD576A">
              <w:rPr>
                <w:sz w:val="20"/>
                <w:szCs w:val="20"/>
              </w:rPr>
              <w:t>…</w:t>
            </w:r>
          </w:p>
        </w:tc>
        <w:tc>
          <w:tcPr>
            <w:tcW w:w="1107" w:type="dxa"/>
          </w:tcPr>
          <w:p w14:paraId="5BD2C289" w14:textId="77777777" w:rsidR="00F01856" w:rsidRPr="00FD576A" w:rsidRDefault="00F01856" w:rsidP="00F01856">
            <w:pPr>
              <w:spacing w:after="0"/>
              <w:rPr>
                <w:sz w:val="20"/>
                <w:szCs w:val="20"/>
              </w:rPr>
            </w:pPr>
            <w:r w:rsidRPr="00FD576A">
              <w:rPr>
                <w:sz w:val="20"/>
                <w:szCs w:val="20"/>
              </w:rPr>
              <w:t>…</w:t>
            </w:r>
          </w:p>
        </w:tc>
        <w:tc>
          <w:tcPr>
            <w:tcW w:w="983" w:type="dxa"/>
          </w:tcPr>
          <w:p w14:paraId="3F7DD7A3" w14:textId="77777777" w:rsidR="00F01856" w:rsidRPr="00FD576A" w:rsidRDefault="00F01856" w:rsidP="00F01856">
            <w:pPr>
              <w:spacing w:after="0"/>
              <w:rPr>
                <w:sz w:val="20"/>
                <w:szCs w:val="20"/>
              </w:rPr>
            </w:pPr>
            <w:r w:rsidRPr="00FD576A">
              <w:rPr>
                <w:sz w:val="20"/>
                <w:szCs w:val="20"/>
              </w:rPr>
              <w:t>…</w:t>
            </w:r>
          </w:p>
        </w:tc>
        <w:tc>
          <w:tcPr>
            <w:tcW w:w="979" w:type="dxa"/>
          </w:tcPr>
          <w:p w14:paraId="59C66832" w14:textId="77777777" w:rsidR="00F01856" w:rsidRPr="00FD576A" w:rsidRDefault="00F01856" w:rsidP="00F01856">
            <w:pPr>
              <w:spacing w:after="0"/>
              <w:rPr>
                <w:sz w:val="20"/>
                <w:szCs w:val="20"/>
              </w:rPr>
            </w:pPr>
            <w:r w:rsidRPr="00FD576A">
              <w:rPr>
                <w:sz w:val="20"/>
                <w:szCs w:val="20"/>
              </w:rPr>
              <w:t>…</w:t>
            </w:r>
          </w:p>
        </w:tc>
        <w:tc>
          <w:tcPr>
            <w:tcW w:w="860" w:type="dxa"/>
          </w:tcPr>
          <w:p w14:paraId="2B983A28" w14:textId="115AC602" w:rsidR="00F01856" w:rsidRPr="00FD576A" w:rsidRDefault="00F01856" w:rsidP="00F01856">
            <w:pPr>
              <w:spacing w:after="0"/>
              <w:rPr>
                <w:sz w:val="20"/>
                <w:szCs w:val="20"/>
              </w:rPr>
            </w:pPr>
            <w:r w:rsidRPr="00FD576A">
              <w:rPr>
                <w:sz w:val="20"/>
                <w:szCs w:val="20"/>
              </w:rPr>
              <w:t>…</w:t>
            </w:r>
          </w:p>
        </w:tc>
        <w:tc>
          <w:tcPr>
            <w:tcW w:w="944" w:type="dxa"/>
          </w:tcPr>
          <w:p w14:paraId="09FBCAE7" w14:textId="45B6F3B7" w:rsidR="00F01856" w:rsidRPr="00FD576A" w:rsidRDefault="00F01856" w:rsidP="00F01856">
            <w:pPr>
              <w:spacing w:after="0"/>
              <w:rPr>
                <w:sz w:val="20"/>
                <w:szCs w:val="20"/>
              </w:rPr>
            </w:pPr>
            <w:r w:rsidRPr="00FD576A">
              <w:rPr>
                <w:sz w:val="20"/>
                <w:szCs w:val="20"/>
              </w:rPr>
              <w:t>…</w:t>
            </w:r>
          </w:p>
        </w:tc>
        <w:tc>
          <w:tcPr>
            <w:tcW w:w="891" w:type="dxa"/>
          </w:tcPr>
          <w:p w14:paraId="1BA3C681" w14:textId="1542A966" w:rsidR="00F01856" w:rsidRPr="00FD576A" w:rsidRDefault="00F01856" w:rsidP="00F01856">
            <w:pPr>
              <w:spacing w:after="0"/>
              <w:rPr>
                <w:sz w:val="20"/>
                <w:szCs w:val="20"/>
              </w:rPr>
            </w:pPr>
            <w:r w:rsidRPr="00FD576A">
              <w:rPr>
                <w:sz w:val="20"/>
                <w:szCs w:val="20"/>
              </w:rPr>
              <w:t>…</w:t>
            </w:r>
          </w:p>
        </w:tc>
        <w:tc>
          <w:tcPr>
            <w:tcW w:w="1803" w:type="dxa"/>
          </w:tcPr>
          <w:p w14:paraId="7502FA62" w14:textId="77777777" w:rsidR="00F01856" w:rsidRPr="00FD576A" w:rsidRDefault="00F01856" w:rsidP="00F01856">
            <w:pPr>
              <w:spacing w:after="0"/>
              <w:rPr>
                <w:sz w:val="20"/>
                <w:szCs w:val="20"/>
              </w:rPr>
            </w:pPr>
            <w:r w:rsidRPr="00FD576A">
              <w:rPr>
                <w:sz w:val="20"/>
                <w:szCs w:val="20"/>
              </w:rPr>
              <w:t>…</w:t>
            </w:r>
          </w:p>
        </w:tc>
        <w:tc>
          <w:tcPr>
            <w:tcW w:w="1417" w:type="dxa"/>
          </w:tcPr>
          <w:p w14:paraId="0E4C724C" w14:textId="77777777" w:rsidR="00F01856" w:rsidRPr="00FD576A" w:rsidRDefault="00F01856" w:rsidP="00F01856">
            <w:pPr>
              <w:spacing w:after="0"/>
              <w:rPr>
                <w:sz w:val="20"/>
                <w:szCs w:val="20"/>
              </w:rPr>
            </w:pPr>
            <w:r w:rsidRPr="00FD576A">
              <w:rPr>
                <w:sz w:val="20"/>
                <w:szCs w:val="20"/>
              </w:rPr>
              <w:t>…</w:t>
            </w:r>
          </w:p>
        </w:tc>
      </w:tr>
    </w:tbl>
    <w:p w14:paraId="3D9348B0" w14:textId="77777777" w:rsidR="00F01856" w:rsidRDefault="00F01856" w:rsidP="009900D3">
      <w:pPr>
        <w:rPr>
          <w:color w:val="000000" w:themeColor="text1"/>
        </w:rPr>
      </w:pPr>
    </w:p>
    <w:p w14:paraId="26109C53" w14:textId="536CA53B" w:rsidR="00F01856" w:rsidRPr="00F01856" w:rsidRDefault="00F01856" w:rsidP="009900D3">
      <w:pPr>
        <w:rPr>
          <w:b/>
          <w:bCs/>
          <w:color w:val="000000" w:themeColor="text1"/>
        </w:rPr>
      </w:pPr>
      <w:r w:rsidRPr="00F01856">
        <w:rPr>
          <w:b/>
          <w:bCs/>
          <w:color w:val="000000" w:themeColor="text1"/>
        </w:rPr>
        <w:t>Mitglied</w:t>
      </w:r>
    </w:p>
    <w:tbl>
      <w:tblPr>
        <w:tblStyle w:val="Gitternetztabelle4Akzent1"/>
        <w:tblW w:w="14034" w:type="dxa"/>
        <w:tblInd w:w="-5" w:type="dxa"/>
        <w:tblLook w:val="0420" w:firstRow="1" w:lastRow="0" w:firstColumn="0" w:lastColumn="0" w:noHBand="0" w:noVBand="1"/>
      </w:tblPr>
      <w:tblGrid>
        <w:gridCol w:w="1222"/>
        <w:gridCol w:w="1107"/>
        <w:gridCol w:w="983"/>
        <w:gridCol w:w="979"/>
        <w:gridCol w:w="860"/>
        <w:gridCol w:w="944"/>
        <w:gridCol w:w="891"/>
        <w:gridCol w:w="1803"/>
        <w:gridCol w:w="1417"/>
        <w:gridCol w:w="2837"/>
        <w:gridCol w:w="991"/>
      </w:tblGrid>
      <w:tr w:rsidR="006646FA" w14:paraId="5EDEBE43" w14:textId="14EC12ED" w:rsidTr="00001620">
        <w:trPr>
          <w:cnfStyle w:val="100000000000" w:firstRow="1" w:lastRow="0" w:firstColumn="0" w:lastColumn="0" w:oddVBand="0" w:evenVBand="0" w:oddHBand="0" w:evenHBand="0" w:firstRowFirstColumn="0" w:firstRowLastColumn="0" w:lastRowFirstColumn="0" w:lastRowLastColumn="0"/>
        </w:trPr>
        <w:tc>
          <w:tcPr>
            <w:tcW w:w="1222" w:type="dxa"/>
            <w:shd w:val="clear" w:color="auto" w:fill="ED7D31" w:themeFill="accent2"/>
          </w:tcPr>
          <w:p w14:paraId="3A704F43" w14:textId="7606F8B8" w:rsidR="006646FA" w:rsidRPr="006646FA" w:rsidRDefault="006646FA" w:rsidP="008816F6">
            <w:pPr>
              <w:spacing w:after="0"/>
              <w:rPr>
                <w:sz w:val="20"/>
                <w:szCs w:val="20"/>
              </w:rPr>
            </w:pPr>
            <w:r w:rsidRPr="00FD576A">
              <w:rPr>
                <w:sz w:val="20"/>
                <w:szCs w:val="20"/>
                <w:u w:val="single"/>
              </w:rPr>
              <w:t>Mitgliedsnr</w:t>
            </w:r>
          </w:p>
        </w:tc>
        <w:tc>
          <w:tcPr>
            <w:tcW w:w="1107" w:type="dxa"/>
            <w:shd w:val="clear" w:color="auto" w:fill="4E6B9E"/>
          </w:tcPr>
          <w:p w14:paraId="51ED7EA5" w14:textId="07C8B910" w:rsidR="006646FA" w:rsidRPr="006646FA" w:rsidRDefault="006646FA" w:rsidP="008816F6">
            <w:pPr>
              <w:spacing w:after="0"/>
              <w:rPr>
                <w:sz w:val="20"/>
                <w:szCs w:val="20"/>
              </w:rPr>
            </w:pPr>
            <w:r w:rsidRPr="006646FA">
              <w:rPr>
                <w:sz w:val="20"/>
                <w:szCs w:val="20"/>
              </w:rPr>
              <w:t>Nachname</w:t>
            </w:r>
          </w:p>
        </w:tc>
        <w:tc>
          <w:tcPr>
            <w:tcW w:w="983" w:type="dxa"/>
            <w:shd w:val="clear" w:color="auto" w:fill="4E6B9E"/>
          </w:tcPr>
          <w:p w14:paraId="1F2068EB" w14:textId="77777777" w:rsidR="006646FA" w:rsidRPr="006646FA" w:rsidRDefault="006646FA" w:rsidP="008816F6">
            <w:pPr>
              <w:spacing w:after="0"/>
              <w:rPr>
                <w:sz w:val="20"/>
                <w:szCs w:val="20"/>
              </w:rPr>
            </w:pPr>
            <w:r w:rsidRPr="006646FA">
              <w:rPr>
                <w:sz w:val="20"/>
                <w:szCs w:val="20"/>
              </w:rPr>
              <w:t>Vorname</w:t>
            </w:r>
          </w:p>
        </w:tc>
        <w:tc>
          <w:tcPr>
            <w:tcW w:w="979" w:type="dxa"/>
            <w:shd w:val="clear" w:color="auto" w:fill="4E6B9E"/>
          </w:tcPr>
          <w:p w14:paraId="3965C534" w14:textId="5515024D" w:rsidR="006646FA" w:rsidRPr="006646FA" w:rsidRDefault="006646FA" w:rsidP="008816F6">
            <w:pPr>
              <w:spacing w:after="0"/>
              <w:rPr>
                <w:sz w:val="20"/>
                <w:szCs w:val="20"/>
              </w:rPr>
            </w:pPr>
            <w:r w:rsidRPr="006646FA">
              <w:rPr>
                <w:sz w:val="20"/>
                <w:szCs w:val="20"/>
              </w:rPr>
              <w:t>Strasse</w:t>
            </w:r>
          </w:p>
        </w:tc>
        <w:tc>
          <w:tcPr>
            <w:tcW w:w="860" w:type="dxa"/>
            <w:shd w:val="clear" w:color="auto" w:fill="4E6B9E"/>
          </w:tcPr>
          <w:p w14:paraId="3D8FB90B" w14:textId="6EDC33DD" w:rsidR="006646FA" w:rsidRPr="006646FA" w:rsidRDefault="006646FA" w:rsidP="008816F6">
            <w:pPr>
              <w:spacing w:after="0"/>
              <w:rPr>
                <w:sz w:val="20"/>
                <w:szCs w:val="20"/>
              </w:rPr>
            </w:pPr>
            <w:r w:rsidRPr="006646FA">
              <w:rPr>
                <w:sz w:val="20"/>
                <w:szCs w:val="20"/>
              </w:rPr>
              <w:t xml:space="preserve">Hausnr </w:t>
            </w:r>
          </w:p>
        </w:tc>
        <w:tc>
          <w:tcPr>
            <w:tcW w:w="944" w:type="dxa"/>
            <w:shd w:val="clear" w:color="auto" w:fill="4E6B9E"/>
          </w:tcPr>
          <w:p w14:paraId="545247BB" w14:textId="562EC673" w:rsidR="006646FA" w:rsidRPr="006646FA" w:rsidRDefault="006646FA" w:rsidP="008816F6">
            <w:pPr>
              <w:spacing w:after="0"/>
              <w:rPr>
                <w:sz w:val="20"/>
                <w:szCs w:val="20"/>
              </w:rPr>
            </w:pPr>
            <w:r w:rsidRPr="006646FA">
              <w:rPr>
                <w:sz w:val="20"/>
                <w:szCs w:val="20"/>
              </w:rPr>
              <w:t>PLZ</w:t>
            </w:r>
          </w:p>
        </w:tc>
        <w:tc>
          <w:tcPr>
            <w:tcW w:w="891" w:type="dxa"/>
            <w:shd w:val="clear" w:color="auto" w:fill="4E6B9E"/>
          </w:tcPr>
          <w:p w14:paraId="3BC7C8F3" w14:textId="5988EB4D" w:rsidR="006646FA" w:rsidRPr="006646FA" w:rsidRDefault="006646FA" w:rsidP="008816F6">
            <w:pPr>
              <w:spacing w:after="0"/>
              <w:rPr>
                <w:sz w:val="20"/>
                <w:szCs w:val="20"/>
              </w:rPr>
            </w:pPr>
            <w:r w:rsidRPr="006646FA">
              <w:rPr>
                <w:sz w:val="20"/>
                <w:szCs w:val="20"/>
              </w:rPr>
              <w:t>Ort</w:t>
            </w:r>
          </w:p>
        </w:tc>
        <w:tc>
          <w:tcPr>
            <w:tcW w:w="1803" w:type="dxa"/>
            <w:shd w:val="clear" w:color="auto" w:fill="4E6B9E"/>
          </w:tcPr>
          <w:p w14:paraId="104B40D3" w14:textId="2D088AF6" w:rsidR="006646FA" w:rsidRPr="006646FA" w:rsidRDefault="006646FA" w:rsidP="008816F6">
            <w:pPr>
              <w:spacing w:after="0"/>
              <w:rPr>
                <w:sz w:val="20"/>
                <w:szCs w:val="20"/>
              </w:rPr>
            </w:pPr>
            <w:r w:rsidRPr="006646FA">
              <w:rPr>
                <w:sz w:val="20"/>
                <w:szCs w:val="20"/>
              </w:rPr>
              <w:t>Telefon</w:t>
            </w:r>
          </w:p>
        </w:tc>
        <w:tc>
          <w:tcPr>
            <w:tcW w:w="1417" w:type="dxa"/>
            <w:shd w:val="clear" w:color="auto" w:fill="4E6B9E"/>
          </w:tcPr>
          <w:p w14:paraId="32028577" w14:textId="7551FCED" w:rsidR="006646FA" w:rsidRPr="006646FA" w:rsidRDefault="006646FA" w:rsidP="008816F6">
            <w:pPr>
              <w:spacing w:after="0"/>
              <w:rPr>
                <w:sz w:val="20"/>
                <w:szCs w:val="20"/>
              </w:rPr>
            </w:pPr>
            <w:r w:rsidRPr="006646FA">
              <w:rPr>
                <w:sz w:val="20"/>
                <w:szCs w:val="20"/>
              </w:rPr>
              <w:t>GebDatum</w:t>
            </w:r>
          </w:p>
        </w:tc>
        <w:tc>
          <w:tcPr>
            <w:tcW w:w="2837" w:type="dxa"/>
            <w:shd w:val="clear" w:color="auto" w:fill="4E6B9E"/>
          </w:tcPr>
          <w:p w14:paraId="25C70385" w14:textId="56236935" w:rsidR="006646FA" w:rsidRPr="006646FA" w:rsidRDefault="006646FA" w:rsidP="008816F6">
            <w:pPr>
              <w:spacing w:after="0"/>
              <w:rPr>
                <w:sz w:val="20"/>
                <w:szCs w:val="20"/>
              </w:rPr>
            </w:pPr>
            <w:r w:rsidRPr="006646FA">
              <w:rPr>
                <w:sz w:val="20"/>
                <w:szCs w:val="20"/>
              </w:rPr>
              <w:t>Kontonr</w:t>
            </w:r>
          </w:p>
        </w:tc>
        <w:tc>
          <w:tcPr>
            <w:tcW w:w="991" w:type="dxa"/>
            <w:shd w:val="clear" w:color="auto" w:fill="4E6B9E"/>
          </w:tcPr>
          <w:p w14:paraId="3F9EC911" w14:textId="2A64E8E4" w:rsidR="006646FA" w:rsidRPr="006646FA" w:rsidRDefault="006646FA" w:rsidP="008816F6">
            <w:pPr>
              <w:spacing w:after="0"/>
              <w:rPr>
                <w:sz w:val="20"/>
                <w:szCs w:val="20"/>
              </w:rPr>
            </w:pPr>
            <w:r w:rsidRPr="006646FA">
              <w:rPr>
                <w:sz w:val="20"/>
                <w:szCs w:val="20"/>
              </w:rPr>
              <w:t>Beitrag</w:t>
            </w:r>
          </w:p>
        </w:tc>
      </w:tr>
      <w:tr w:rsidR="00FD576A" w:rsidRPr="00FD576A" w14:paraId="5BA0E68E" w14:textId="7777777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27232E24" w14:textId="5C576DDF" w:rsidR="00FD576A" w:rsidRPr="00FD576A" w:rsidRDefault="00FD576A" w:rsidP="00FD576A">
            <w:pPr>
              <w:spacing w:after="0"/>
              <w:rPr>
                <w:sz w:val="20"/>
                <w:szCs w:val="20"/>
              </w:rPr>
            </w:pPr>
            <w:r w:rsidRPr="00FD576A">
              <w:rPr>
                <w:sz w:val="20"/>
                <w:szCs w:val="20"/>
              </w:rPr>
              <w:t>…</w:t>
            </w:r>
          </w:p>
        </w:tc>
        <w:tc>
          <w:tcPr>
            <w:tcW w:w="1107" w:type="dxa"/>
          </w:tcPr>
          <w:p w14:paraId="0BADDEBE" w14:textId="211EE80B" w:rsidR="00FD576A" w:rsidRPr="00FD576A" w:rsidRDefault="00FD576A" w:rsidP="00FD576A">
            <w:pPr>
              <w:spacing w:after="0"/>
              <w:rPr>
                <w:sz w:val="20"/>
                <w:szCs w:val="20"/>
              </w:rPr>
            </w:pPr>
            <w:r w:rsidRPr="00FD576A">
              <w:rPr>
                <w:sz w:val="20"/>
                <w:szCs w:val="20"/>
              </w:rPr>
              <w:t>…</w:t>
            </w:r>
          </w:p>
        </w:tc>
        <w:tc>
          <w:tcPr>
            <w:tcW w:w="983" w:type="dxa"/>
          </w:tcPr>
          <w:p w14:paraId="2846D353" w14:textId="39B8B448" w:rsidR="00FD576A" w:rsidRPr="00FD576A" w:rsidRDefault="00FD576A" w:rsidP="00FD576A">
            <w:pPr>
              <w:spacing w:after="0"/>
              <w:rPr>
                <w:sz w:val="20"/>
                <w:szCs w:val="20"/>
              </w:rPr>
            </w:pPr>
            <w:r w:rsidRPr="00FD576A">
              <w:rPr>
                <w:sz w:val="20"/>
                <w:szCs w:val="20"/>
              </w:rPr>
              <w:t>…</w:t>
            </w:r>
          </w:p>
        </w:tc>
        <w:tc>
          <w:tcPr>
            <w:tcW w:w="979" w:type="dxa"/>
          </w:tcPr>
          <w:p w14:paraId="4025E8C0" w14:textId="7DE8F02A" w:rsidR="00FD576A" w:rsidRPr="00FD576A" w:rsidRDefault="00FD576A" w:rsidP="00FD576A">
            <w:pPr>
              <w:spacing w:after="0"/>
              <w:rPr>
                <w:sz w:val="20"/>
                <w:szCs w:val="20"/>
              </w:rPr>
            </w:pPr>
            <w:r w:rsidRPr="00FD576A">
              <w:rPr>
                <w:sz w:val="20"/>
                <w:szCs w:val="20"/>
              </w:rPr>
              <w:t>…</w:t>
            </w:r>
          </w:p>
        </w:tc>
        <w:tc>
          <w:tcPr>
            <w:tcW w:w="860" w:type="dxa"/>
          </w:tcPr>
          <w:p w14:paraId="095EE02D" w14:textId="6C527C6F" w:rsidR="00FD576A" w:rsidRPr="00FD576A" w:rsidRDefault="00FD576A" w:rsidP="00FD576A">
            <w:pPr>
              <w:spacing w:after="0"/>
              <w:rPr>
                <w:sz w:val="20"/>
                <w:szCs w:val="20"/>
              </w:rPr>
            </w:pPr>
            <w:r w:rsidRPr="00FD576A">
              <w:rPr>
                <w:sz w:val="20"/>
                <w:szCs w:val="20"/>
              </w:rPr>
              <w:t>…</w:t>
            </w:r>
          </w:p>
        </w:tc>
        <w:tc>
          <w:tcPr>
            <w:tcW w:w="944" w:type="dxa"/>
          </w:tcPr>
          <w:p w14:paraId="17CACA55" w14:textId="337C8DDC" w:rsidR="00FD576A" w:rsidRPr="00FD576A" w:rsidRDefault="00FD576A" w:rsidP="00FD576A">
            <w:pPr>
              <w:spacing w:after="0"/>
              <w:rPr>
                <w:sz w:val="20"/>
                <w:szCs w:val="20"/>
              </w:rPr>
            </w:pPr>
            <w:r w:rsidRPr="00FD576A">
              <w:rPr>
                <w:sz w:val="20"/>
                <w:szCs w:val="20"/>
              </w:rPr>
              <w:t>…</w:t>
            </w:r>
          </w:p>
        </w:tc>
        <w:tc>
          <w:tcPr>
            <w:tcW w:w="891" w:type="dxa"/>
          </w:tcPr>
          <w:p w14:paraId="59C0EA41" w14:textId="4C5AFB2D" w:rsidR="00FD576A" w:rsidRPr="00FD576A" w:rsidRDefault="00FD576A" w:rsidP="00FD576A">
            <w:pPr>
              <w:spacing w:after="0"/>
              <w:rPr>
                <w:sz w:val="20"/>
                <w:szCs w:val="20"/>
              </w:rPr>
            </w:pPr>
            <w:r w:rsidRPr="00FD576A">
              <w:rPr>
                <w:sz w:val="20"/>
                <w:szCs w:val="20"/>
              </w:rPr>
              <w:t>…</w:t>
            </w:r>
          </w:p>
        </w:tc>
        <w:tc>
          <w:tcPr>
            <w:tcW w:w="1803" w:type="dxa"/>
          </w:tcPr>
          <w:p w14:paraId="58E7B579" w14:textId="5962C769" w:rsidR="00FD576A" w:rsidRPr="00FD576A" w:rsidRDefault="00FD576A" w:rsidP="00FD576A">
            <w:pPr>
              <w:spacing w:after="0"/>
              <w:rPr>
                <w:sz w:val="20"/>
                <w:szCs w:val="20"/>
              </w:rPr>
            </w:pPr>
            <w:r w:rsidRPr="00FD576A">
              <w:rPr>
                <w:sz w:val="20"/>
                <w:szCs w:val="20"/>
              </w:rPr>
              <w:t>…</w:t>
            </w:r>
          </w:p>
        </w:tc>
        <w:tc>
          <w:tcPr>
            <w:tcW w:w="1417" w:type="dxa"/>
          </w:tcPr>
          <w:p w14:paraId="4C29D872" w14:textId="3D88EDB9" w:rsidR="00FD576A" w:rsidRPr="00FD576A" w:rsidRDefault="00FD576A" w:rsidP="00FD576A">
            <w:pPr>
              <w:spacing w:after="0"/>
              <w:rPr>
                <w:sz w:val="20"/>
                <w:szCs w:val="20"/>
              </w:rPr>
            </w:pPr>
            <w:r w:rsidRPr="00FD576A">
              <w:rPr>
                <w:sz w:val="20"/>
                <w:szCs w:val="20"/>
              </w:rPr>
              <w:t>…</w:t>
            </w:r>
          </w:p>
        </w:tc>
        <w:tc>
          <w:tcPr>
            <w:tcW w:w="2837" w:type="dxa"/>
          </w:tcPr>
          <w:p w14:paraId="7C61600E" w14:textId="49149F3C" w:rsidR="00FD576A" w:rsidRPr="00FD576A" w:rsidRDefault="00FD576A" w:rsidP="00FD576A">
            <w:pPr>
              <w:spacing w:after="0"/>
              <w:rPr>
                <w:sz w:val="20"/>
                <w:szCs w:val="20"/>
              </w:rPr>
            </w:pPr>
            <w:r w:rsidRPr="00FD576A">
              <w:rPr>
                <w:sz w:val="20"/>
                <w:szCs w:val="20"/>
              </w:rPr>
              <w:t>…</w:t>
            </w:r>
          </w:p>
        </w:tc>
        <w:tc>
          <w:tcPr>
            <w:tcW w:w="991" w:type="dxa"/>
          </w:tcPr>
          <w:p w14:paraId="3EAF06B3" w14:textId="372D9026" w:rsidR="00FD576A" w:rsidRPr="00FD576A" w:rsidRDefault="00FD576A" w:rsidP="00FD576A">
            <w:pPr>
              <w:spacing w:after="0"/>
              <w:rPr>
                <w:sz w:val="20"/>
                <w:szCs w:val="20"/>
              </w:rPr>
            </w:pPr>
            <w:r w:rsidRPr="00FD576A">
              <w:rPr>
                <w:sz w:val="20"/>
                <w:szCs w:val="20"/>
              </w:rPr>
              <w:t>…</w:t>
            </w:r>
          </w:p>
        </w:tc>
      </w:tr>
      <w:tr w:rsidR="000329CD" w:rsidRPr="00FD576A" w14:paraId="2D344A72" w14:textId="49946924" w:rsidTr="00F01856">
        <w:tc>
          <w:tcPr>
            <w:tcW w:w="1222" w:type="dxa"/>
          </w:tcPr>
          <w:p w14:paraId="1698078F" w14:textId="0DCCD72D" w:rsidR="000329CD" w:rsidRPr="00FD576A" w:rsidRDefault="000329CD" w:rsidP="000329CD">
            <w:pPr>
              <w:spacing w:after="0"/>
              <w:rPr>
                <w:sz w:val="20"/>
                <w:szCs w:val="20"/>
              </w:rPr>
            </w:pPr>
            <w:r w:rsidRPr="00FD576A">
              <w:rPr>
                <w:sz w:val="20"/>
                <w:szCs w:val="20"/>
              </w:rPr>
              <w:t>124</w:t>
            </w:r>
          </w:p>
        </w:tc>
        <w:tc>
          <w:tcPr>
            <w:tcW w:w="1107" w:type="dxa"/>
          </w:tcPr>
          <w:p w14:paraId="2235EBFB" w14:textId="019D9CE1" w:rsidR="000329CD" w:rsidRPr="00FD576A" w:rsidRDefault="000329CD" w:rsidP="000329CD">
            <w:pPr>
              <w:spacing w:after="0"/>
              <w:rPr>
                <w:sz w:val="20"/>
                <w:szCs w:val="20"/>
              </w:rPr>
            </w:pPr>
            <w:r w:rsidRPr="00FD576A">
              <w:rPr>
                <w:sz w:val="20"/>
                <w:szCs w:val="20"/>
              </w:rPr>
              <w:t>Ahorn</w:t>
            </w:r>
          </w:p>
        </w:tc>
        <w:tc>
          <w:tcPr>
            <w:tcW w:w="983" w:type="dxa"/>
          </w:tcPr>
          <w:p w14:paraId="09AAB548" w14:textId="77777777" w:rsidR="000329CD" w:rsidRPr="00FD576A" w:rsidRDefault="000329CD" w:rsidP="000329CD">
            <w:pPr>
              <w:spacing w:after="0"/>
              <w:rPr>
                <w:sz w:val="20"/>
                <w:szCs w:val="20"/>
              </w:rPr>
            </w:pPr>
            <w:r w:rsidRPr="00FD576A">
              <w:rPr>
                <w:sz w:val="20"/>
                <w:szCs w:val="20"/>
              </w:rPr>
              <w:t>Rainer</w:t>
            </w:r>
          </w:p>
        </w:tc>
        <w:tc>
          <w:tcPr>
            <w:tcW w:w="979" w:type="dxa"/>
          </w:tcPr>
          <w:p w14:paraId="74F94E5D" w14:textId="5CC6E3C0" w:rsidR="000329CD" w:rsidRPr="00FD576A" w:rsidRDefault="000329CD" w:rsidP="000329CD">
            <w:pPr>
              <w:spacing w:after="0"/>
              <w:rPr>
                <w:sz w:val="20"/>
                <w:szCs w:val="20"/>
              </w:rPr>
            </w:pPr>
            <w:r w:rsidRPr="00FD576A">
              <w:rPr>
                <w:sz w:val="20"/>
                <w:szCs w:val="20"/>
              </w:rPr>
              <w:t>Uferweg</w:t>
            </w:r>
          </w:p>
        </w:tc>
        <w:tc>
          <w:tcPr>
            <w:tcW w:w="860" w:type="dxa"/>
          </w:tcPr>
          <w:p w14:paraId="0DB2B330" w14:textId="50A61A75" w:rsidR="000329CD" w:rsidRPr="00FD576A" w:rsidRDefault="000329CD" w:rsidP="000329CD">
            <w:pPr>
              <w:spacing w:after="0"/>
              <w:rPr>
                <w:sz w:val="20"/>
                <w:szCs w:val="20"/>
              </w:rPr>
            </w:pPr>
            <w:r w:rsidRPr="00FD576A">
              <w:rPr>
                <w:sz w:val="20"/>
                <w:szCs w:val="20"/>
              </w:rPr>
              <w:t>3</w:t>
            </w:r>
          </w:p>
        </w:tc>
        <w:tc>
          <w:tcPr>
            <w:tcW w:w="944" w:type="dxa"/>
          </w:tcPr>
          <w:p w14:paraId="75140BC1" w14:textId="46F16689" w:rsidR="000329CD" w:rsidRPr="00FD576A" w:rsidRDefault="000329CD" w:rsidP="000329CD">
            <w:pPr>
              <w:spacing w:after="0"/>
              <w:rPr>
                <w:sz w:val="20"/>
                <w:szCs w:val="20"/>
              </w:rPr>
            </w:pPr>
            <w:r w:rsidRPr="00FD576A">
              <w:rPr>
                <w:sz w:val="20"/>
                <w:szCs w:val="20"/>
              </w:rPr>
              <w:t>23413</w:t>
            </w:r>
          </w:p>
        </w:tc>
        <w:tc>
          <w:tcPr>
            <w:tcW w:w="891" w:type="dxa"/>
          </w:tcPr>
          <w:p w14:paraId="6EF57636" w14:textId="3C241E2B" w:rsidR="000329CD" w:rsidRPr="00FD576A" w:rsidRDefault="000329CD" w:rsidP="000329CD">
            <w:pPr>
              <w:spacing w:after="0"/>
              <w:rPr>
                <w:sz w:val="20"/>
                <w:szCs w:val="20"/>
              </w:rPr>
            </w:pPr>
            <w:r w:rsidRPr="00FD576A">
              <w:rPr>
                <w:sz w:val="20"/>
                <w:szCs w:val="20"/>
              </w:rPr>
              <w:t>Fitstadt</w:t>
            </w:r>
          </w:p>
        </w:tc>
        <w:tc>
          <w:tcPr>
            <w:tcW w:w="1803" w:type="dxa"/>
          </w:tcPr>
          <w:p w14:paraId="1B40435E" w14:textId="7A74D3FC" w:rsidR="000329CD" w:rsidRPr="00FD576A" w:rsidRDefault="000329CD" w:rsidP="000329CD">
            <w:pPr>
              <w:spacing w:after="0"/>
              <w:rPr>
                <w:sz w:val="20"/>
                <w:szCs w:val="20"/>
              </w:rPr>
            </w:pPr>
            <w:r w:rsidRPr="00FD576A">
              <w:rPr>
                <w:sz w:val="20"/>
                <w:szCs w:val="20"/>
              </w:rPr>
              <w:t>08234-123412</w:t>
            </w:r>
          </w:p>
        </w:tc>
        <w:tc>
          <w:tcPr>
            <w:tcW w:w="1417" w:type="dxa"/>
          </w:tcPr>
          <w:p w14:paraId="0B65311D" w14:textId="5BE50A1F" w:rsidR="000329CD" w:rsidRPr="000329CD" w:rsidRDefault="000329CD" w:rsidP="000329CD">
            <w:pPr>
              <w:spacing w:after="0"/>
              <w:rPr>
                <w:rFonts w:cstheme="minorHAnsi"/>
                <w:sz w:val="20"/>
                <w:szCs w:val="20"/>
              </w:rPr>
            </w:pPr>
            <w:r w:rsidRPr="000329CD">
              <w:rPr>
                <w:rFonts w:cstheme="minorHAnsi"/>
                <w:kern w:val="24"/>
                <w:sz w:val="20"/>
                <w:szCs w:val="20"/>
              </w:rPr>
              <w:t>2000-02002</w:t>
            </w:r>
          </w:p>
        </w:tc>
        <w:tc>
          <w:tcPr>
            <w:tcW w:w="2837" w:type="dxa"/>
          </w:tcPr>
          <w:p w14:paraId="4419CF58" w14:textId="77777777" w:rsidR="000329CD" w:rsidRPr="00FD576A" w:rsidRDefault="000329CD" w:rsidP="000329CD">
            <w:pPr>
              <w:spacing w:after="0"/>
              <w:rPr>
                <w:sz w:val="20"/>
                <w:szCs w:val="20"/>
              </w:rPr>
            </w:pPr>
            <w:r w:rsidRPr="00FD576A">
              <w:rPr>
                <w:sz w:val="20"/>
                <w:szCs w:val="20"/>
              </w:rPr>
              <w:t>DE12 2654 6879 5587 5316 75</w:t>
            </w:r>
          </w:p>
        </w:tc>
        <w:tc>
          <w:tcPr>
            <w:tcW w:w="991" w:type="dxa"/>
          </w:tcPr>
          <w:p w14:paraId="5D926D5B" w14:textId="34A94D5A" w:rsidR="000329CD" w:rsidRPr="00FD576A" w:rsidRDefault="000329CD" w:rsidP="000329CD">
            <w:pPr>
              <w:spacing w:after="0"/>
              <w:rPr>
                <w:sz w:val="20"/>
                <w:szCs w:val="20"/>
              </w:rPr>
            </w:pPr>
            <w:r w:rsidRPr="00FD576A">
              <w:rPr>
                <w:sz w:val="20"/>
                <w:szCs w:val="20"/>
              </w:rPr>
              <w:t>40</w:t>
            </w:r>
          </w:p>
        </w:tc>
      </w:tr>
      <w:tr w:rsidR="000329CD" w:rsidRPr="00FD576A" w14:paraId="19A1FB78" w14:textId="557A2FBF"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39EEFA69" w14:textId="24384BFA" w:rsidR="000329CD" w:rsidRPr="00FD576A" w:rsidRDefault="000329CD" w:rsidP="000329CD">
            <w:pPr>
              <w:spacing w:after="0"/>
              <w:rPr>
                <w:sz w:val="20"/>
                <w:szCs w:val="20"/>
              </w:rPr>
            </w:pPr>
            <w:r w:rsidRPr="00FD576A">
              <w:rPr>
                <w:sz w:val="20"/>
                <w:szCs w:val="20"/>
              </w:rPr>
              <w:t>632</w:t>
            </w:r>
          </w:p>
        </w:tc>
        <w:tc>
          <w:tcPr>
            <w:tcW w:w="1107" w:type="dxa"/>
          </w:tcPr>
          <w:p w14:paraId="4A18CB55" w14:textId="6166A5AE" w:rsidR="000329CD" w:rsidRPr="00FD576A" w:rsidRDefault="000329CD" w:rsidP="000329CD">
            <w:pPr>
              <w:spacing w:after="0"/>
              <w:rPr>
                <w:sz w:val="20"/>
                <w:szCs w:val="20"/>
              </w:rPr>
            </w:pPr>
            <w:r w:rsidRPr="00FD576A">
              <w:rPr>
                <w:sz w:val="20"/>
                <w:szCs w:val="20"/>
              </w:rPr>
              <w:t>Bauer</w:t>
            </w:r>
          </w:p>
        </w:tc>
        <w:tc>
          <w:tcPr>
            <w:tcW w:w="983" w:type="dxa"/>
          </w:tcPr>
          <w:p w14:paraId="343D6681" w14:textId="77777777" w:rsidR="000329CD" w:rsidRPr="00FD576A" w:rsidRDefault="000329CD" w:rsidP="000329CD">
            <w:pPr>
              <w:spacing w:after="0"/>
              <w:rPr>
                <w:sz w:val="20"/>
                <w:szCs w:val="20"/>
              </w:rPr>
            </w:pPr>
            <w:r w:rsidRPr="00FD576A">
              <w:rPr>
                <w:sz w:val="20"/>
                <w:szCs w:val="20"/>
              </w:rPr>
              <w:t>Armin</w:t>
            </w:r>
          </w:p>
        </w:tc>
        <w:tc>
          <w:tcPr>
            <w:tcW w:w="979" w:type="dxa"/>
          </w:tcPr>
          <w:p w14:paraId="3292288C" w14:textId="414EE8C0" w:rsidR="000329CD" w:rsidRPr="00FD576A" w:rsidRDefault="000329CD" w:rsidP="000329CD">
            <w:pPr>
              <w:spacing w:after="0"/>
              <w:rPr>
                <w:sz w:val="20"/>
                <w:szCs w:val="20"/>
              </w:rPr>
            </w:pPr>
            <w:r w:rsidRPr="00FD576A">
              <w:rPr>
                <w:sz w:val="20"/>
                <w:szCs w:val="20"/>
              </w:rPr>
              <w:t>Seestr.</w:t>
            </w:r>
          </w:p>
        </w:tc>
        <w:tc>
          <w:tcPr>
            <w:tcW w:w="860" w:type="dxa"/>
          </w:tcPr>
          <w:p w14:paraId="205B7155" w14:textId="03C382E6" w:rsidR="000329CD" w:rsidRPr="00FD576A" w:rsidRDefault="000329CD" w:rsidP="000329CD">
            <w:pPr>
              <w:spacing w:after="0"/>
              <w:rPr>
                <w:sz w:val="20"/>
                <w:szCs w:val="20"/>
              </w:rPr>
            </w:pPr>
            <w:r w:rsidRPr="00FD576A">
              <w:rPr>
                <w:sz w:val="20"/>
                <w:szCs w:val="20"/>
              </w:rPr>
              <w:t>56</w:t>
            </w:r>
          </w:p>
        </w:tc>
        <w:tc>
          <w:tcPr>
            <w:tcW w:w="944" w:type="dxa"/>
          </w:tcPr>
          <w:p w14:paraId="20B5CE7C" w14:textId="799ACA85" w:rsidR="000329CD" w:rsidRPr="00FD576A" w:rsidRDefault="000329CD" w:rsidP="000329CD">
            <w:pPr>
              <w:spacing w:after="0"/>
              <w:rPr>
                <w:sz w:val="20"/>
                <w:szCs w:val="20"/>
              </w:rPr>
            </w:pPr>
            <w:r w:rsidRPr="00FD576A">
              <w:rPr>
                <w:sz w:val="20"/>
                <w:szCs w:val="20"/>
              </w:rPr>
              <w:t>23413</w:t>
            </w:r>
          </w:p>
        </w:tc>
        <w:tc>
          <w:tcPr>
            <w:tcW w:w="891" w:type="dxa"/>
          </w:tcPr>
          <w:p w14:paraId="71AA66F8" w14:textId="09E866B6" w:rsidR="000329CD" w:rsidRPr="00FD576A" w:rsidRDefault="000329CD" w:rsidP="000329CD">
            <w:pPr>
              <w:spacing w:after="0"/>
              <w:rPr>
                <w:sz w:val="20"/>
                <w:szCs w:val="20"/>
              </w:rPr>
            </w:pPr>
            <w:r w:rsidRPr="00FD576A">
              <w:rPr>
                <w:sz w:val="20"/>
                <w:szCs w:val="20"/>
              </w:rPr>
              <w:t>Fitstadt</w:t>
            </w:r>
          </w:p>
        </w:tc>
        <w:tc>
          <w:tcPr>
            <w:tcW w:w="1803" w:type="dxa"/>
          </w:tcPr>
          <w:p w14:paraId="2C2A59DA" w14:textId="59C4E5A2" w:rsidR="000329CD" w:rsidRPr="00FD576A" w:rsidRDefault="000329CD" w:rsidP="000329CD">
            <w:pPr>
              <w:spacing w:after="0"/>
              <w:rPr>
                <w:sz w:val="20"/>
                <w:szCs w:val="20"/>
              </w:rPr>
            </w:pPr>
            <w:r w:rsidRPr="00FD576A">
              <w:rPr>
                <w:sz w:val="20"/>
                <w:szCs w:val="20"/>
              </w:rPr>
              <w:t>0141-3265987</w:t>
            </w:r>
          </w:p>
        </w:tc>
        <w:tc>
          <w:tcPr>
            <w:tcW w:w="1417" w:type="dxa"/>
          </w:tcPr>
          <w:p w14:paraId="6FC5D59C" w14:textId="56D652D8" w:rsidR="000329CD" w:rsidRPr="000329CD" w:rsidRDefault="000329CD" w:rsidP="000329CD">
            <w:pPr>
              <w:spacing w:after="0"/>
              <w:rPr>
                <w:rFonts w:cstheme="minorHAnsi"/>
                <w:sz w:val="20"/>
                <w:szCs w:val="20"/>
              </w:rPr>
            </w:pPr>
            <w:r w:rsidRPr="000329CD">
              <w:rPr>
                <w:rFonts w:cstheme="minorHAnsi"/>
                <w:color w:val="000000" w:themeColor="dark1"/>
                <w:kern w:val="24"/>
                <w:sz w:val="20"/>
                <w:szCs w:val="20"/>
              </w:rPr>
              <w:t>2001-08-15</w:t>
            </w:r>
          </w:p>
        </w:tc>
        <w:tc>
          <w:tcPr>
            <w:tcW w:w="2837" w:type="dxa"/>
          </w:tcPr>
          <w:p w14:paraId="13A0C493" w14:textId="77777777" w:rsidR="000329CD" w:rsidRPr="00FD576A" w:rsidRDefault="000329CD" w:rsidP="000329CD">
            <w:pPr>
              <w:spacing w:after="0"/>
              <w:rPr>
                <w:sz w:val="20"/>
                <w:szCs w:val="20"/>
              </w:rPr>
            </w:pPr>
            <w:r w:rsidRPr="00FD576A">
              <w:rPr>
                <w:sz w:val="20"/>
                <w:szCs w:val="20"/>
              </w:rPr>
              <w:t>DE34 7852 6487 3254 1279 58</w:t>
            </w:r>
          </w:p>
        </w:tc>
        <w:tc>
          <w:tcPr>
            <w:tcW w:w="991" w:type="dxa"/>
          </w:tcPr>
          <w:p w14:paraId="4B869D9C" w14:textId="3D756FDC" w:rsidR="000329CD" w:rsidRPr="00FD576A" w:rsidRDefault="00904425" w:rsidP="000329CD">
            <w:pPr>
              <w:spacing w:after="0"/>
              <w:rPr>
                <w:sz w:val="20"/>
                <w:szCs w:val="20"/>
              </w:rPr>
            </w:pPr>
            <w:r>
              <w:rPr>
                <w:sz w:val="20"/>
                <w:szCs w:val="20"/>
              </w:rPr>
              <w:t>40</w:t>
            </w:r>
          </w:p>
        </w:tc>
      </w:tr>
      <w:tr w:rsidR="000329CD" w:rsidRPr="00FD576A" w14:paraId="642CD244" w14:textId="065940BE" w:rsidTr="00F01856">
        <w:tc>
          <w:tcPr>
            <w:tcW w:w="1222" w:type="dxa"/>
          </w:tcPr>
          <w:p w14:paraId="241D9DC3" w14:textId="4C53C8B2" w:rsidR="000329CD" w:rsidRPr="00FD576A" w:rsidRDefault="000329CD" w:rsidP="000329CD">
            <w:pPr>
              <w:spacing w:after="0"/>
              <w:rPr>
                <w:sz w:val="20"/>
                <w:szCs w:val="20"/>
              </w:rPr>
            </w:pPr>
            <w:r w:rsidRPr="00FD576A">
              <w:rPr>
                <w:sz w:val="20"/>
                <w:szCs w:val="20"/>
              </w:rPr>
              <w:t>701</w:t>
            </w:r>
          </w:p>
        </w:tc>
        <w:tc>
          <w:tcPr>
            <w:tcW w:w="1107" w:type="dxa"/>
          </w:tcPr>
          <w:p w14:paraId="7638E9AE" w14:textId="20096969" w:rsidR="000329CD" w:rsidRPr="00FD576A" w:rsidRDefault="000329CD" w:rsidP="000329CD">
            <w:pPr>
              <w:spacing w:after="0"/>
              <w:rPr>
                <w:sz w:val="20"/>
                <w:szCs w:val="20"/>
              </w:rPr>
            </w:pPr>
            <w:r w:rsidRPr="00FD576A">
              <w:rPr>
                <w:sz w:val="20"/>
                <w:szCs w:val="20"/>
              </w:rPr>
              <w:t>Lang</w:t>
            </w:r>
          </w:p>
        </w:tc>
        <w:tc>
          <w:tcPr>
            <w:tcW w:w="983" w:type="dxa"/>
          </w:tcPr>
          <w:p w14:paraId="0069B62B" w14:textId="77777777" w:rsidR="000329CD" w:rsidRPr="00FD576A" w:rsidRDefault="000329CD" w:rsidP="000329CD">
            <w:pPr>
              <w:spacing w:after="0"/>
              <w:rPr>
                <w:sz w:val="20"/>
                <w:szCs w:val="20"/>
              </w:rPr>
            </w:pPr>
            <w:r w:rsidRPr="00FD576A">
              <w:rPr>
                <w:sz w:val="20"/>
                <w:szCs w:val="20"/>
              </w:rPr>
              <w:t>Stefan</w:t>
            </w:r>
          </w:p>
        </w:tc>
        <w:tc>
          <w:tcPr>
            <w:tcW w:w="979" w:type="dxa"/>
          </w:tcPr>
          <w:p w14:paraId="727E5022" w14:textId="0B43F681" w:rsidR="000329CD" w:rsidRPr="00FD576A" w:rsidRDefault="000329CD" w:rsidP="000329CD">
            <w:pPr>
              <w:spacing w:after="0"/>
              <w:rPr>
                <w:sz w:val="20"/>
                <w:szCs w:val="20"/>
              </w:rPr>
            </w:pPr>
            <w:r w:rsidRPr="00FD576A">
              <w:rPr>
                <w:sz w:val="20"/>
                <w:szCs w:val="20"/>
              </w:rPr>
              <w:t xml:space="preserve">Hauptstr. </w:t>
            </w:r>
          </w:p>
        </w:tc>
        <w:tc>
          <w:tcPr>
            <w:tcW w:w="860" w:type="dxa"/>
          </w:tcPr>
          <w:p w14:paraId="731CBEA2" w14:textId="6CECAE3F" w:rsidR="000329CD" w:rsidRPr="00FD576A" w:rsidRDefault="000329CD" w:rsidP="000329CD">
            <w:pPr>
              <w:spacing w:after="0"/>
              <w:rPr>
                <w:sz w:val="20"/>
                <w:szCs w:val="20"/>
              </w:rPr>
            </w:pPr>
            <w:r w:rsidRPr="00FD576A">
              <w:rPr>
                <w:sz w:val="20"/>
                <w:szCs w:val="20"/>
              </w:rPr>
              <w:t>90</w:t>
            </w:r>
          </w:p>
        </w:tc>
        <w:tc>
          <w:tcPr>
            <w:tcW w:w="944" w:type="dxa"/>
          </w:tcPr>
          <w:p w14:paraId="368F4EFF" w14:textId="5DCA0D2F" w:rsidR="000329CD" w:rsidRPr="00FD576A" w:rsidRDefault="000329CD" w:rsidP="000329CD">
            <w:pPr>
              <w:spacing w:after="0"/>
              <w:rPr>
                <w:sz w:val="20"/>
                <w:szCs w:val="20"/>
              </w:rPr>
            </w:pPr>
            <w:r w:rsidRPr="00FD576A">
              <w:rPr>
                <w:sz w:val="20"/>
                <w:szCs w:val="20"/>
              </w:rPr>
              <w:t>23411</w:t>
            </w:r>
          </w:p>
        </w:tc>
        <w:tc>
          <w:tcPr>
            <w:tcW w:w="891" w:type="dxa"/>
          </w:tcPr>
          <w:p w14:paraId="110AD6F3" w14:textId="5AE1B6E6" w:rsidR="000329CD" w:rsidRPr="00FD576A" w:rsidRDefault="000329CD" w:rsidP="000329CD">
            <w:pPr>
              <w:spacing w:after="0"/>
              <w:rPr>
                <w:sz w:val="20"/>
                <w:szCs w:val="20"/>
              </w:rPr>
            </w:pPr>
            <w:r w:rsidRPr="00FD576A">
              <w:rPr>
                <w:sz w:val="20"/>
                <w:szCs w:val="20"/>
              </w:rPr>
              <w:t>Neudorf</w:t>
            </w:r>
          </w:p>
        </w:tc>
        <w:tc>
          <w:tcPr>
            <w:tcW w:w="1803" w:type="dxa"/>
          </w:tcPr>
          <w:p w14:paraId="72D51140" w14:textId="313D203F" w:rsidR="000329CD" w:rsidRPr="00FD576A" w:rsidRDefault="000329CD" w:rsidP="000329CD">
            <w:pPr>
              <w:spacing w:after="0"/>
              <w:rPr>
                <w:sz w:val="20"/>
                <w:szCs w:val="20"/>
              </w:rPr>
            </w:pPr>
            <w:r w:rsidRPr="00FD576A">
              <w:rPr>
                <w:sz w:val="20"/>
                <w:szCs w:val="20"/>
              </w:rPr>
              <w:t>0179 - 6523125789</w:t>
            </w:r>
          </w:p>
        </w:tc>
        <w:tc>
          <w:tcPr>
            <w:tcW w:w="1417" w:type="dxa"/>
          </w:tcPr>
          <w:p w14:paraId="7303B7DD" w14:textId="48C5D570" w:rsidR="000329CD" w:rsidRPr="000329CD" w:rsidRDefault="000329CD" w:rsidP="000329CD">
            <w:pPr>
              <w:spacing w:after="0"/>
              <w:rPr>
                <w:rFonts w:cstheme="minorHAnsi"/>
                <w:sz w:val="20"/>
                <w:szCs w:val="20"/>
              </w:rPr>
            </w:pPr>
            <w:r w:rsidRPr="000329CD">
              <w:rPr>
                <w:rFonts w:cstheme="minorHAnsi"/>
                <w:color w:val="000000" w:themeColor="dark1"/>
                <w:kern w:val="24"/>
                <w:sz w:val="20"/>
                <w:szCs w:val="20"/>
              </w:rPr>
              <w:t>1999-01-18</w:t>
            </w:r>
          </w:p>
        </w:tc>
        <w:tc>
          <w:tcPr>
            <w:tcW w:w="2837" w:type="dxa"/>
          </w:tcPr>
          <w:p w14:paraId="70B17D9D" w14:textId="77777777" w:rsidR="000329CD" w:rsidRPr="00FD576A" w:rsidRDefault="000329CD" w:rsidP="000329CD">
            <w:pPr>
              <w:spacing w:after="0"/>
              <w:rPr>
                <w:sz w:val="20"/>
                <w:szCs w:val="20"/>
              </w:rPr>
            </w:pPr>
            <w:r w:rsidRPr="00FD576A">
              <w:rPr>
                <w:sz w:val="20"/>
                <w:szCs w:val="20"/>
              </w:rPr>
              <w:t>DE83 7654 3495 7612 9458 87</w:t>
            </w:r>
          </w:p>
        </w:tc>
        <w:tc>
          <w:tcPr>
            <w:tcW w:w="991" w:type="dxa"/>
          </w:tcPr>
          <w:p w14:paraId="29156F0C" w14:textId="054D8AF2" w:rsidR="000329CD" w:rsidRPr="00FD576A" w:rsidRDefault="000329CD" w:rsidP="000329CD">
            <w:pPr>
              <w:spacing w:after="0"/>
              <w:rPr>
                <w:sz w:val="20"/>
                <w:szCs w:val="20"/>
              </w:rPr>
            </w:pPr>
            <w:r w:rsidRPr="00FD576A">
              <w:rPr>
                <w:sz w:val="20"/>
                <w:szCs w:val="20"/>
              </w:rPr>
              <w:t>40</w:t>
            </w:r>
          </w:p>
        </w:tc>
      </w:tr>
      <w:tr w:rsidR="00FD576A" w:rsidRPr="00FD576A" w14:paraId="05D94454" w14:textId="3651F7C7" w:rsidTr="00FD576A">
        <w:trPr>
          <w:cnfStyle w:val="000000100000" w:firstRow="0" w:lastRow="0" w:firstColumn="0" w:lastColumn="0" w:oddVBand="0" w:evenVBand="0" w:oddHBand="1" w:evenHBand="0" w:firstRowFirstColumn="0" w:firstRowLastColumn="0" w:lastRowFirstColumn="0" w:lastRowLastColumn="0"/>
        </w:trPr>
        <w:tc>
          <w:tcPr>
            <w:tcW w:w="1222" w:type="dxa"/>
            <w:shd w:val="clear" w:color="auto" w:fill="FBE4D5" w:themeFill="accent2" w:themeFillTint="33"/>
          </w:tcPr>
          <w:p w14:paraId="12F71761" w14:textId="28F4EC25" w:rsidR="006646FA" w:rsidRPr="00FD576A" w:rsidRDefault="00FD576A" w:rsidP="008816F6">
            <w:pPr>
              <w:spacing w:after="0"/>
              <w:rPr>
                <w:sz w:val="20"/>
                <w:szCs w:val="20"/>
              </w:rPr>
            </w:pPr>
            <w:r w:rsidRPr="00FD576A">
              <w:rPr>
                <w:sz w:val="20"/>
                <w:szCs w:val="20"/>
              </w:rPr>
              <w:t>…</w:t>
            </w:r>
          </w:p>
        </w:tc>
        <w:tc>
          <w:tcPr>
            <w:tcW w:w="1107" w:type="dxa"/>
          </w:tcPr>
          <w:p w14:paraId="268B59A4" w14:textId="1F3A19A8" w:rsidR="006646FA" w:rsidRPr="00FD576A" w:rsidRDefault="006646FA" w:rsidP="008816F6">
            <w:pPr>
              <w:spacing w:after="0"/>
              <w:rPr>
                <w:sz w:val="20"/>
                <w:szCs w:val="20"/>
              </w:rPr>
            </w:pPr>
            <w:r w:rsidRPr="00FD576A">
              <w:rPr>
                <w:sz w:val="20"/>
                <w:szCs w:val="20"/>
              </w:rPr>
              <w:t>…</w:t>
            </w:r>
          </w:p>
        </w:tc>
        <w:tc>
          <w:tcPr>
            <w:tcW w:w="983" w:type="dxa"/>
          </w:tcPr>
          <w:p w14:paraId="4AFAA160" w14:textId="77777777" w:rsidR="006646FA" w:rsidRPr="00FD576A" w:rsidRDefault="006646FA" w:rsidP="008816F6">
            <w:pPr>
              <w:spacing w:after="0"/>
              <w:rPr>
                <w:sz w:val="20"/>
                <w:szCs w:val="20"/>
              </w:rPr>
            </w:pPr>
            <w:r w:rsidRPr="00FD576A">
              <w:rPr>
                <w:sz w:val="20"/>
                <w:szCs w:val="20"/>
              </w:rPr>
              <w:t>…</w:t>
            </w:r>
          </w:p>
        </w:tc>
        <w:tc>
          <w:tcPr>
            <w:tcW w:w="979" w:type="dxa"/>
          </w:tcPr>
          <w:p w14:paraId="0C0DAD94" w14:textId="77777777" w:rsidR="006646FA" w:rsidRPr="00FD576A" w:rsidRDefault="006646FA" w:rsidP="008816F6">
            <w:pPr>
              <w:spacing w:after="0"/>
              <w:rPr>
                <w:sz w:val="20"/>
                <w:szCs w:val="20"/>
              </w:rPr>
            </w:pPr>
            <w:r w:rsidRPr="00FD576A">
              <w:rPr>
                <w:sz w:val="20"/>
                <w:szCs w:val="20"/>
              </w:rPr>
              <w:t>…</w:t>
            </w:r>
          </w:p>
        </w:tc>
        <w:tc>
          <w:tcPr>
            <w:tcW w:w="860" w:type="dxa"/>
          </w:tcPr>
          <w:p w14:paraId="5A7F74E7" w14:textId="58911346" w:rsidR="006646FA" w:rsidRPr="00FD576A" w:rsidRDefault="00FD576A" w:rsidP="008816F6">
            <w:pPr>
              <w:spacing w:after="0"/>
              <w:rPr>
                <w:sz w:val="20"/>
                <w:szCs w:val="20"/>
              </w:rPr>
            </w:pPr>
            <w:r w:rsidRPr="00FD576A">
              <w:rPr>
                <w:sz w:val="20"/>
                <w:szCs w:val="20"/>
              </w:rPr>
              <w:t>…</w:t>
            </w:r>
          </w:p>
        </w:tc>
        <w:tc>
          <w:tcPr>
            <w:tcW w:w="944" w:type="dxa"/>
          </w:tcPr>
          <w:p w14:paraId="63E1821D" w14:textId="3DBAE546" w:rsidR="006646FA" w:rsidRPr="00FD576A" w:rsidRDefault="00FD576A" w:rsidP="008816F6">
            <w:pPr>
              <w:spacing w:after="0"/>
              <w:rPr>
                <w:sz w:val="20"/>
                <w:szCs w:val="20"/>
              </w:rPr>
            </w:pPr>
            <w:r w:rsidRPr="00FD576A">
              <w:rPr>
                <w:sz w:val="20"/>
                <w:szCs w:val="20"/>
              </w:rPr>
              <w:t>…</w:t>
            </w:r>
          </w:p>
        </w:tc>
        <w:tc>
          <w:tcPr>
            <w:tcW w:w="891" w:type="dxa"/>
          </w:tcPr>
          <w:p w14:paraId="50DAF7C7" w14:textId="6E5A7B27" w:rsidR="006646FA" w:rsidRPr="00FD576A" w:rsidRDefault="00FD576A" w:rsidP="008816F6">
            <w:pPr>
              <w:spacing w:after="0"/>
              <w:rPr>
                <w:sz w:val="20"/>
                <w:szCs w:val="20"/>
              </w:rPr>
            </w:pPr>
            <w:r w:rsidRPr="00FD576A">
              <w:rPr>
                <w:sz w:val="20"/>
                <w:szCs w:val="20"/>
              </w:rPr>
              <w:t>…</w:t>
            </w:r>
          </w:p>
        </w:tc>
        <w:tc>
          <w:tcPr>
            <w:tcW w:w="1803" w:type="dxa"/>
          </w:tcPr>
          <w:p w14:paraId="03C8C81B" w14:textId="67E4D562" w:rsidR="006646FA" w:rsidRPr="00FD576A" w:rsidRDefault="006646FA" w:rsidP="008816F6">
            <w:pPr>
              <w:spacing w:after="0"/>
              <w:rPr>
                <w:sz w:val="20"/>
                <w:szCs w:val="20"/>
              </w:rPr>
            </w:pPr>
            <w:r w:rsidRPr="00FD576A">
              <w:rPr>
                <w:sz w:val="20"/>
                <w:szCs w:val="20"/>
              </w:rPr>
              <w:t>…</w:t>
            </w:r>
          </w:p>
        </w:tc>
        <w:tc>
          <w:tcPr>
            <w:tcW w:w="1417" w:type="dxa"/>
          </w:tcPr>
          <w:p w14:paraId="48B17645" w14:textId="77777777" w:rsidR="006646FA" w:rsidRPr="00FD576A" w:rsidRDefault="006646FA" w:rsidP="008816F6">
            <w:pPr>
              <w:spacing w:after="0"/>
              <w:rPr>
                <w:sz w:val="20"/>
                <w:szCs w:val="20"/>
              </w:rPr>
            </w:pPr>
            <w:r w:rsidRPr="00FD576A">
              <w:rPr>
                <w:sz w:val="20"/>
                <w:szCs w:val="20"/>
              </w:rPr>
              <w:t>…</w:t>
            </w:r>
          </w:p>
        </w:tc>
        <w:tc>
          <w:tcPr>
            <w:tcW w:w="2837" w:type="dxa"/>
          </w:tcPr>
          <w:p w14:paraId="5B131353" w14:textId="77777777" w:rsidR="006646FA" w:rsidRPr="00FD576A" w:rsidRDefault="006646FA" w:rsidP="008816F6">
            <w:pPr>
              <w:keepNext/>
              <w:spacing w:after="0"/>
              <w:rPr>
                <w:sz w:val="20"/>
                <w:szCs w:val="20"/>
              </w:rPr>
            </w:pPr>
            <w:r w:rsidRPr="00FD576A">
              <w:rPr>
                <w:sz w:val="20"/>
                <w:szCs w:val="20"/>
              </w:rPr>
              <w:t>…</w:t>
            </w:r>
          </w:p>
        </w:tc>
        <w:tc>
          <w:tcPr>
            <w:tcW w:w="991" w:type="dxa"/>
          </w:tcPr>
          <w:p w14:paraId="019B4DA9" w14:textId="0BB7BDBE" w:rsidR="006646FA" w:rsidRPr="00FD576A" w:rsidRDefault="00FD576A" w:rsidP="008816F6">
            <w:pPr>
              <w:keepNext/>
              <w:spacing w:after="0"/>
              <w:rPr>
                <w:sz w:val="20"/>
                <w:szCs w:val="20"/>
              </w:rPr>
            </w:pPr>
            <w:r w:rsidRPr="00FD576A">
              <w:rPr>
                <w:sz w:val="20"/>
                <w:szCs w:val="20"/>
              </w:rPr>
              <w:t>…</w:t>
            </w:r>
          </w:p>
        </w:tc>
      </w:tr>
    </w:tbl>
    <w:p w14:paraId="219D489F" w14:textId="77777777" w:rsidR="006646FA" w:rsidRPr="00FD576A" w:rsidRDefault="006646FA" w:rsidP="009900D3">
      <w:pPr>
        <w:rPr>
          <w:color w:val="000000" w:themeColor="text1"/>
          <w:sz w:val="20"/>
          <w:szCs w:val="20"/>
        </w:rPr>
      </w:pPr>
    </w:p>
    <w:p w14:paraId="2E884CBA" w14:textId="77777777" w:rsidR="00F01856" w:rsidRPr="00FD576A" w:rsidRDefault="00F01856" w:rsidP="009900D3">
      <w:pPr>
        <w:rPr>
          <w:b/>
          <w:bCs/>
          <w:color w:val="000000" w:themeColor="text1"/>
        </w:rPr>
      </w:pPr>
      <w:r w:rsidRPr="00FD576A">
        <w:rPr>
          <w:b/>
          <w:bCs/>
          <w:color w:val="000000" w:themeColor="text1"/>
        </w:rPr>
        <w:t>Kurs</w:t>
      </w:r>
    </w:p>
    <w:tbl>
      <w:tblPr>
        <w:tblStyle w:val="Gitternetztabelle4Akzent1"/>
        <w:tblW w:w="10206" w:type="dxa"/>
        <w:tblInd w:w="-5" w:type="dxa"/>
        <w:tblLook w:val="0420" w:firstRow="1" w:lastRow="0" w:firstColumn="0" w:lastColumn="0" w:noHBand="0" w:noVBand="1"/>
      </w:tblPr>
      <w:tblGrid>
        <w:gridCol w:w="1697"/>
        <w:gridCol w:w="1538"/>
        <w:gridCol w:w="1604"/>
        <w:gridCol w:w="1622"/>
        <w:gridCol w:w="1195"/>
        <w:gridCol w:w="1312"/>
        <w:gridCol w:w="1238"/>
      </w:tblGrid>
      <w:tr w:rsidR="00F01856" w:rsidRPr="006646FA" w14:paraId="5FA743A0" w14:textId="77777777" w:rsidTr="00001620">
        <w:trPr>
          <w:cnfStyle w:val="100000000000" w:firstRow="1" w:lastRow="0" w:firstColumn="0" w:lastColumn="0" w:oddVBand="0" w:evenVBand="0" w:oddHBand="0" w:evenHBand="0" w:firstRowFirstColumn="0" w:firstRowLastColumn="0" w:lastRowFirstColumn="0" w:lastRowLastColumn="0"/>
        </w:trPr>
        <w:tc>
          <w:tcPr>
            <w:tcW w:w="1697" w:type="dxa"/>
            <w:shd w:val="clear" w:color="auto" w:fill="ED7D31" w:themeFill="accent2"/>
          </w:tcPr>
          <w:p w14:paraId="3DF44A2C" w14:textId="649751EE" w:rsidR="00F01856" w:rsidRPr="00FD576A" w:rsidRDefault="00F01856" w:rsidP="008816F6">
            <w:pPr>
              <w:spacing w:after="0"/>
              <w:rPr>
                <w:sz w:val="20"/>
                <w:szCs w:val="20"/>
                <w:u w:val="single"/>
              </w:rPr>
            </w:pPr>
            <w:r w:rsidRPr="00FD576A">
              <w:rPr>
                <w:sz w:val="20"/>
                <w:szCs w:val="20"/>
                <w:u w:val="single"/>
              </w:rPr>
              <w:t>KursID</w:t>
            </w:r>
          </w:p>
        </w:tc>
        <w:tc>
          <w:tcPr>
            <w:tcW w:w="1538" w:type="dxa"/>
            <w:shd w:val="clear" w:color="auto" w:fill="4E6B9E"/>
          </w:tcPr>
          <w:p w14:paraId="5FCE4237" w14:textId="7DDD84BA" w:rsidR="00F01856" w:rsidRPr="006646FA" w:rsidRDefault="00F01856" w:rsidP="008816F6">
            <w:pPr>
              <w:spacing w:after="0"/>
              <w:rPr>
                <w:sz w:val="20"/>
                <w:szCs w:val="20"/>
              </w:rPr>
            </w:pPr>
            <w:r>
              <w:rPr>
                <w:sz w:val="20"/>
                <w:szCs w:val="20"/>
              </w:rPr>
              <w:t>Sportart</w:t>
            </w:r>
          </w:p>
        </w:tc>
        <w:tc>
          <w:tcPr>
            <w:tcW w:w="1604" w:type="dxa"/>
            <w:shd w:val="clear" w:color="auto" w:fill="4E6B9E"/>
          </w:tcPr>
          <w:p w14:paraId="06CF15B8" w14:textId="695B0140" w:rsidR="00F01856" w:rsidRPr="006646FA" w:rsidRDefault="00F01856" w:rsidP="008816F6">
            <w:pPr>
              <w:spacing w:after="0"/>
              <w:rPr>
                <w:sz w:val="20"/>
                <w:szCs w:val="20"/>
              </w:rPr>
            </w:pPr>
            <w:r>
              <w:rPr>
                <w:sz w:val="20"/>
                <w:szCs w:val="20"/>
              </w:rPr>
              <w:t>Sportst</w:t>
            </w:r>
            <w:r w:rsidR="00F24757">
              <w:rPr>
                <w:sz w:val="20"/>
                <w:szCs w:val="20"/>
              </w:rPr>
              <w:t>ae</w:t>
            </w:r>
            <w:r>
              <w:rPr>
                <w:sz w:val="20"/>
                <w:szCs w:val="20"/>
              </w:rPr>
              <w:t>tte</w:t>
            </w:r>
          </w:p>
        </w:tc>
        <w:tc>
          <w:tcPr>
            <w:tcW w:w="1622" w:type="dxa"/>
            <w:shd w:val="clear" w:color="auto" w:fill="4E6B9E"/>
          </w:tcPr>
          <w:p w14:paraId="5180F03C" w14:textId="373C67EA" w:rsidR="00F01856" w:rsidRPr="006646FA" w:rsidRDefault="00F01856" w:rsidP="008816F6">
            <w:pPr>
              <w:spacing w:after="0"/>
              <w:rPr>
                <w:sz w:val="20"/>
                <w:szCs w:val="20"/>
              </w:rPr>
            </w:pPr>
            <w:r>
              <w:rPr>
                <w:sz w:val="20"/>
                <w:szCs w:val="20"/>
              </w:rPr>
              <w:t>Wochentag</w:t>
            </w:r>
          </w:p>
        </w:tc>
        <w:tc>
          <w:tcPr>
            <w:tcW w:w="1195" w:type="dxa"/>
            <w:shd w:val="clear" w:color="auto" w:fill="4E6B9E"/>
          </w:tcPr>
          <w:p w14:paraId="5A8D1712" w14:textId="6A2D8582" w:rsidR="00F01856" w:rsidRPr="006646FA" w:rsidRDefault="00F01856" w:rsidP="008816F6">
            <w:pPr>
              <w:spacing w:after="0"/>
              <w:rPr>
                <w:sz w:val="20"/>
                <w:szCs w:val="20"/>
              </w:rPr>
            </w:pPr>
            <w:r>
              <w:rPr>
                <w:sz w:val="20"/>
                <w:szCs w:val="20"/>
              </w:rPr>
              <w:t>Uhrzeit</w:t>
            </w:r>
          </w:p>
        </w:tc>
        <w:tc>
          <w:tcPr>
            <w:tcW w:w="1312" w:type="dxa"/>
            <w:shd w:val="clear" w:color="auto" w:fill="4E6B9E"/>
          </w:tcPr>
          <w:p w14:paraId="71BAEF3E" w14:textId="33BA183A" w:rsidR="00F01856" w:rsidRPr="006646FA" w:rsidRDefault="00F01856" w:rsidP="008816F6">
            <w:pPr>
              <w:spacing w:after="0"/>
              <w:rPr>
                <w:sz w:val="20"/>
                <w:szCs w:val="20"/>
              </w:rPr>
            </w:pPr>
            <w:r>
              <w:rPr>
                <w:sz w:val="20"/>
                <w:szCs w:val="20"/>
              </w:rPr>
              <w:t>Dauer</w:t>
            </w:r>
          </w:p>
        </w:tc>
        <w:tc>
          <w:tcPr>
            <w:tcW w:w="1238" w:type="dxa"/>
            <w:shd w:val="clear" w:color="auto" w:fill="FFC000" w:themeFill="accent4"/>
          </w:tcPr>
          <w:p w14:paraId="2B791855" w14:textId="5382886B" w:rsidR="00F01856" w:rsidRPr="006646FA" w:rsidRDefault="00F01856" w:rsidP="008816F6">
            <w:pPr>
              <w:spacing w:after="0"/>
              <w:rPr>
                <w:sz w:val="20"/>
                <w:szCs w:val="20"/>
              </w:rPr>
            </w:pPr>
            <w:r>
              <w:rPr>
                <w:sz w:val="20"/>
                <w:szCs w:val="20"/>
              </w:rPr>
              <w:t>Trainer</w:t>
            </w:r>
          </w:p>
        </w:tc>
      </w:tr>
      <w:tr w:rsidR="00390E4E" w:rsidRPr="006646FA" w14:paraId="50F1AC10" w14:textId="77777777" w:rsidTr="00390E4E">
        <w:trPr>
          <w:cnfStyle w:val="000000100000" w:firstRow="0" w:lastRow="0" w:firstColumn="0" w:lastColumn="0" w:oddVBand="0" w:evenVBand="0" w:oddHBand="1" w:evenHBand="0" w:firstRowFirstColumn="0" w:firstRowLastColumn="0" w:lastRowFirstColumn="0" w:lastRowLastColumn="0"/>
        </w:trPr>
        <w:tc>
          <w:tcPr>
            <w:tcW w:w="1697" w:type="dxa"/>
            <w:shd w:val="clear" w:color="auto" w:fill="FBE4D5" w:themeFill="accent2" w:themeFillTint="33"/>
          </w:tcPr>
          <w:p w14:paraId="2EDA4DA8" w14:textId="38143069" w:rsidR="00390E4E" w:rsidRPr="00FD576A" w:rsidRDefault="00390E4E" w:rsidP="00390E4E">
            <w:pPr>
              <w:spacing w:after="0"/>
              <w:rPr>
                <w:sz w:val="20"/>
                <w:szCs w:val="20"/>
              </w:rPr>
            </w:pPr>
            <w:r w:rsidRPr="00FD576A">
              <w:rPr>
                <w:sz w:val="20"/>
                <w:szCs w:val="20"/>
              </w:rPr>
              <w:t>…</w:t>
            </w:r>
          </w:p>
        </w:tc>
        <w:tc>
          <w:tcPr>
            <w:tcW w:w="1538" w:type="dxa"/>
          </w:tcPr>
          <w:p w14:paraId="07E1FB87" w14:textId="7991FB44" w:rsidR="00390E4E" w:rsidRPr="00FD576A" w:rsidRDefault="00390E4E" w:rsidP="00390E4E">
            <w:pPr>
              <w:spacing w:after="0"/>
              <w:rPr>
                <w:sz w:val="20"/>
                <w:szCs w:val="20"/>
              </w:rPr>
            </w:pPr>
            <w:r w:rsidRPr="00FD576A">
              <w:rPr>
                <w:sz w:val="20"/>
                <w:szCs w:val="20"/>
              </w:rPr>
              <w:t>…</w:t>
            </w:r>
          </w:p>
        </w:tc>
        <w:tc>
          <w:tcPr>
            <w:tcW w:w="1604" w:type="dxa"/>
          </w:tcPr>
          <w:p w14:paraId="037B2730" w14:textId="706158B6" w:rsidR="00390E4E" w:rsidRPr="00FD576A" w:rsidRDefault="00390E4E" w:rsidP="00390E4E">
            <w:pPr>
              <w:spacing w:after="0"/>
              <w:rPr>
                <w:sz w:val="20"/>
                <w:szCs w:val="20"/>
              </w:rPr>
            </w:pPr>
            <w:r w:rsidRPr="00FD576A">
              <w:rPr>
                <w:sz w:val="20"/>
                <w:szCs w:val="20"/>
              </w:rPr>
              <w:t>…</w:t>
            </w:r>
          </w:p>
        </w:tc>
        <w:tc>
          <w:tcPr>
            <w:tcW w:w="1622" w:type="dxa"/>
          </w:tcPr>
          <w:p w14:paraId="269B184F" w14:textId="61952571" w:rsidR="00390E4E" w:rsidRPr="00FD576A" w:rsidRDefault="00390E4E" w:rsidP="00390E4E">
            <w:pPr>
              <w:spacing w:after="0"/>
              <w:rPr>
                <w:sz w:val="20"/>
                <w:szCs w:val="20"/>
              </w:rPr>
            </w:pPr>
            <w:r w:rsidRPr="00FD576A">
              <w:rPr>
                <w:sz w:val="20"/>
                <w:szCs w:val="20"/>
              </w:rPr>
              <w:t>…</w:t>
            </w:r>
          </w:p>
        </w:tc>
        <w:tc>
          <w:tcPr>
            <w:tcW w:w="1195" w:type="dxa"/>
          </w:tcPr>
          <w:p w14:paraId="27004732" w14:textId="31CA4C79" w:rsidR="00390E4E" w:rsidRPr="00FD576A" w:rsidRDefault="00390E4E" w:rsidP="00390E4E">
            <w:pPr>
              <w:spacing w:after="0"/>
              <w:rPr>
                <w:sz w:val="20"/>
                <w:szCs w:val="20"/>
              </w:rPr>
            </w:pPr>
            <w:r w:rsidRPr="00FD576A">
              <w:rPr>
                <w:sz w:val="20"/>
                <w:szCs w:val="20"/>
              </w:rPr>
              <w:t>…</w:t>
            </w:r>
          </w:p>
        </w:tc>
        <w:tc>
          <w:tcPr>
            <w:tcW w:w="1312" w:type="dxa"/>
          </w:tcPr>
          <w:p w14:paraId="50B8215B" w14:textId="38E4916E" w:rsidR="00390E4E" w:rsidRPr="00FD576A" w:rsidRDefault="00390E4E" w:rsidP="00390E4E">
            <w:pPr>
              <w:spacing w:after="0"/>
              <w:rPr>
                <w:sz w:val="20"/>
                <w:szCs w:val="20"/>
              </w:rPr>
            </w:pPr>
            <w:r w:rsidRPr="00FD576A">
              <w:rPr>
                <w:sz w:val="20"/>
                <w:szCs w:val="20"/>
              </w:rPr>
              <w:t>…</w:t>
            </w:r>
          </w:p>
        </w:tc>
        <w:tc>
          <w:tcPr>
            <w:tcW w:w="1238" w:type="dxa"/>
            <w:shd w:val="clear" w:color="auto" w:fill="FFF2CC" w:themeFill="accent4" w:themeFillTint="33"/>
          </w:tcPr>
          <w:p w14:paraId="42E471E1" w14:textId="33ABE9C6" w:rsidR="00390E4E" w:rsidRPr="00FD576A" w:rsidRDefault="00390E4E" w:rsidP="00390E4E">
            <w:pPr>
              <w:spacing w:after="0"/>
              <w:rPr>
                <w:sz w:val="20"/>
                <w:szCs w:val="20"/>
              </w:rPr>
            </w:pPr>
            <w:r w:rsidRPr="00FD576A">
              <w:rPr>
                <w:sz w:val="20"/>
                <w:szCs w:val="20"/>
              </w:rPr>
              <w:t>…</w:t>
            </w:r>
          </w:p>
        </w:tc>
      </w:tr>
      <w:tr w:rsidR="00F01856" w:rsidRPr="006646FA" w14:paraId="62920A1D" w14:textId="77777777" w:rsidTr="00390E4E">
        <w:tc>
          <w:tcPr>
            <w:tcW w:w="1697" w:type="dxa"/>
          </w:tcPr>
          <w:p w14:paraId="6262CE28" w14:textId="6305D88B" w:rsidR="00F01856" w:rsidRPr="00FD576A" w:rsidRDefault="00F01856" w:rsidP="008816F6">
            <w:pPr>
              <w:spacing w:after="0"/>
              <w:rPr>
                <w:sz w:val="20"/>
                <w:szCs w:val="20"/>
              </w:rPr>
            </w:pPr>
            <w:r w:rsidRPr="00FD576A">
              <w:rPr>
                <w:sz w:val="20"/>
                <w:szCs w:val="20"/>
              </w:rPr>
              <w:t>H</w:t>
            </w:r>
            <w:r w:rsidR="00FD576A" w:rsidRPr="00FD576A">
              <w:rPr>
                <w:sz w:val="20"/>
                <w:szCs w:val="20"/>
              </w:rPr>
              <w:t>H</w:t>
            </w:r>
            <w:r w:rsidRPr="00FD576A">
              <w:rPr>
                <w:sz w:val="20"/>
                <w:szCs w:val="20"/>
              </w:rPr>
              <w:t>E</w:t>
            </w:r>
          </w:p>
        </w:tc>
        <w:tc>
          <w:tcPr>
            <w:tcW w:w="1538" w:type="dxa"/>
          </w:tcPr>
          <w:p w14:paraId="038BC766" w14:textId="65CB4009" w:rsidR="00F01856" w:rsidRPr="00FD576A" w:rsidRDefault="00F01856" w:rsidP="008816F6">
            <w:pPr>
              <w:spacing w:after="0"/>
              <w:rPr>
                <w:sz w:val="20"/>
                <w:szCs w:val="20"/>
              </w:rPr>
            </w:pPr>
            <w:r w:rsidRPr="00FD576A">
              <w:rPr>
                <w:sz w:val="20"/>
                <w:szCs w:val="20"/>
              </w:rPr>
              <w:t>Handball</w:t>
            </w:r>
          </w:p>
        </w:tc>
        <w:tc>
          <w:tcPr>
            <w:tcW w:w="1604" w:type="dxa"/>
          </w:tcPr>
          <w:p w14:paraId="246D58FE" w14:textId="3CFABF82" w:rsidR="00F01856" w:rsidRPr="00FD576A" w:rsidRDefault="00F01856" w:rsidP="008816F6">
            <w:pPr>
              <w:spacing w:after="0"/>
              <w:rPr>
                <w:sz w:val="20"/>
                <w:szCs w:val="20"/>
              </w:rPr>
            </w:pPr>
            <w:r w:rsidRPr="00FD576A">
              <w:rPr>
                <w:sz w:val="20"/>
                <w:szCs w:val="20"/>
              </w:rPr>
              <w:t>Sporthalle 2</w:t>
            </w:r>
          </w:p>
        </w:tc>
        <w:tc>
          <w:tcPr>
            <w:tcW w:w="1622" w:type="dxa"/>
          </w:tcPr>
          <w:p w14:paraId="11FBBFF3" w14:textId="78A7432A" w:rsidR="00F01856" w:rsidRPr="00FD576A" w:rsidRDefault="00F01856" w:rsidP="008816F6">
            <w:pPr>
              <w:spacing w:after="0"/>
              <w:rPr>
                <w:sz w:val="20"/>
                <w:szCs w:val="20"/>
              </w:rPr>
            </w:pPr>
            <w:r w:rsidRPr="00FD576A">
              <w:rPr>
                <w:sz w:val="20"/>
                <w:szCs w:val="20"/>
              </w:rPr>
              <w:t>Mittwoch</w:t>
            </w:r>
          </w:p>
        </w:tc>
        <w:tc>
          <w:tcPr>
            <w:tcW w:w="1195" w:type="dxa"/>
          </w:tcPr>
          <w:p w14:paraId="01FF7F2F" w14:textId="589E30B5" w:rsidR="00F01856" w:rsidRPr="00FD576A" w:rsidRDefault="00F01856" w:rsidP="008816F6">
            <w:pPr>
              <w:spacing w:after="0"/>
              <w:rPr>
                <w:sz w:val="20"/>
                <w:szCs w:val="20"/>
              </w:rPr>
            </w:pPr>
            <w:r w:rsidRPr="00FD576A">
              <w:rPr>
                <w:sz w:val="20"/>
                <w:szCs w:val="20"/>
              </w:rPr>
              <w:t>17:30</w:t>
            </w:r>
          </w:p>
        </w:tc>
        <w:tc>
          <w:tcPr>
            <w:tcW w:w="1312" w:type="dxa"/>
          </w:tcPr>
          <w:p w14:paraId="41BEE080" w14:textId="155F7C9A" w:rsidR="00F01856" w:rsidRPr="00FD576A" w:rsidRDefault="00F01856" w:rsidP="008816F6">
            <w:pPr>
              <w:spacing w:after="0"/>
              <w:rPr>
                <w:sz w:val="20"/>
                <w:szCs w:val="20"/>
              </w:rPr>
            </w:pPr>
            <w:r w:rsidRPr="00FD576A">
              <w:rPr>
                <w:sz w:val="20"/>
                <w:szCs w:val="20"/>
              </w:rPr>
              <w:t>90</w:t>
            </w:r>
          </w:p>
        </w:tc>
        <w:tc>
          <w:tcPr>
            <w:tcW w:w="1238" w:type="dxa"/>
          </w:tcPr>
          <w:p w14:paraId="52B771B5" w14:textId="10AC2D9A" w:rsidR="00F01856" w:rsidRPr="00FD576A" w:rsidRDefault="00F01856" w:rsidP="008816F6">
            <w:pPr>
              <w:spacing w:after="0"/>
              <w:rPr>
                <w:sz w:val="20"/>
                <w:szCs w:val="20"/>
              </w:rPr>
            </w:pPr>
            <w:r w:rsidRPr="00FD576A">
              <w:rPr>
                <w:sz w:val="20"/>
                <w:szCs w:val="20"/>
              </w:rPr>
              <w:t>25</w:t>
            </w:r>
          </w:p>
        </w:tc>
      </w:tr>
      <w:tr w:rsidR="00F01856" w:rsidRPr="006646FA" w14:paraId="0BC856F4" w14:textId="77777777" w:rsidTr="00390E4E">
        <w:trPr>
          <w:cnfStyle w:val="000000100000" w:firstRow="0" w:lastRow="0" w:firstColumn="0" w:lastColumn="0" w:oddVBand="0" w:evenVBand="0" w:oddHBand="1" w:evenHBand="0" w:firstRowFirstColumn="0" w:firstRowLastColumn="0" w:lastRowFirstColumn="0" w:lastRowLastColumn="0"/>
        </w:trPr>
        <w:tc>
          <w:tcPr>
            <w:tcW w:w="1697" w:type="dxa"/>
            <w:shd w:val="clear" w:color="auto" w:fill="FBE4D5" w:themeFill="accent2" w:themeFillTint="33"/>
          </w:tcPr>
          <w:p w14:paraId="179AE0D1" w14:textId="413A6ACE" w:rsidR="00F01856" w:rsidRPr="00FD576A" w:rsidRDefault="00FD576A" w:rsidP="008816F6">
            <w:pPr>
              <w:spacing w:after="0"/>
              <w:rPr>
                <w:sz w:val="20"/>
                <w:szCs w:val="20"/>
              </w:rPr>
            </w:pPr>
            <w:r w:rsidRPr="00FD576A">
              <w:rPr>
                <w:sz w:val="20"/>
                <w:szCs w:val="20"/>
              </w:rPr>
              <w:t>HHJ</w:t>
            </w:r>
          </w:p>
        </w:tc>
        <w:tc>
          <w:tcPr>
            <w:tcW w:w="1538" w:type="dxa"/>
          </w:tcPr>
          <w:p w14:paraId="2BAF6315" w14:textId="1DDED590" w:rsidR="00F01856" w:rsidRPr="00FD576A" w:rsidRDefault="00FD576A" w:rsidP="008816F6">
            <w:pPr>
              <w:spacing w:after="0"/>
              <w:rPr>
                <w:sz w:val="20"/>
                <w:szCs w:val="20"/>
              </w:rPr>
            </w:pPr>
            <w:r w:rsidRPr="00FD576A">
              <w:rPr>
                <w:sz w:val="20"/>
                <w:szCs w:val="20"/>
              </w:rPr>
              <w:t>Handball</w:t>
            </w:r>
          </w:p>
        </w:tc>
        <w:tc>
          <w:tcPr>
            <w:tcW w:w="1604" w:type="dxa"/>
          </w:tcPr>
          <w:p w14:paraId="0278D61A" w14:textId="7310BAD9" w:rsidR="00F01856" w:rsidRPr="00FD576A" w:rsidRDefault="00FD576A" w:rsidP="008816F6">
            <w:pPr>
              <w:spacing w:after="0"/>
              <w:rPr>
                <w:sz w:val="20"/>
                <w:szCs w:val="20"/>
              </w:rPr>
            </w:pPr>
            <w:r w:rsidRPr="00FD576A">
              <w:rPr>
                <w:sz w:val="20"/>
                <w:szCs w:val="20"/>
              </w:rPr>
              <w:t>Sporthalle 2</w:t>
            </w:r>
          </w:p>
        </w:tc>
        <w:tc>
          <w:tcPr>
            <w:tcW w:w="1622" w:type="dxa"/>
          </w:tcPr>
          <w:p w14:paraId="70BA6322" w14:textId="7F9F0344" w:rsidR="00F01856" w:rsidRPr="00FD576A" w:rsidRDefault="00FD576A" w:rsidP="008816F6">
            <w:pPr>
              <w:spacing w:after="0"/>
              <w:rPr>
                <w:sz w:val="20"/>
                <w:szCs w:val="20"/>
              </w:rPr>
            </w:pPr>
            <w:r w:rsidRPr="00FD576A">
              <w:rPr>
                <w:sz w:val="20"/>
                <w:szCs w:val="20"/>
              </w:rPr>
              <w:t>Donnerstag</w:t>
            </w:r>
          </w:p>
        </w:tc>
        <w:tc>
          <w:tcPr>
            <w:tcW w:w="1195" w:type="dxa"/>
          </w:tcPr>
          <w:p w14:paraId="3979F854" w14:textId="2BDE6188" w:rsidR="00F01856" w:rsidRPr="00FD576A" w:rsidRDefault="00FD576A" w:rsidP="008816F6">
            <w:pPr>
              <w:spacing w:after="0"/>
              <w:rPr>
                <w:sz w:val="20"/>
                <w:szCs w:val="20"/>
              </w:rPr>
            </w:pPr>
            <w:r w:rsidRPr="00FD576A">
              <w:rPr>
                <w:sz w:val="20"/>
                <w:szCs w:val="20"/>
              </w:rPr>
              <w:t>17:00</w:t>
            </w:r>
          </w:p>
        </w:tc>
        <w:tc>
          <w:tcPr>
            <w:tcW w:w="1312" w:type="dxa"/>
          </w:tcPr>
          <w:p w14:paraId="17388B5B" w14:textId="609837C9" w:rsidR="00F01856" w:rsidRPr="00FD576A" w:rsidRDefault="00FD576A" w:rsidP="008816F6">
            <w:pPr>
              <w:spacing w:after="0"/>
              <w:rPr>
                <w:sz w:val="20"/>
                <w:szCs w:val="20"/>
              </w:rPr>
            </w:pPr>
            <w:r w:rsidRPr="00FD576A">
              <w:rPr>
                <w:sz w:val="20"/>
                <w:szCs w:val="20"/>
              </w:rPr>
              <w:t>60</w:t>
            </w:r>
          </w:p>
        </w:tc>
        <w:tc>
          <w:tcPr>
            <w:tcW w:w="1238" w:type="dxa"/>
            <w:shd w:val="clear" w:color="auto" w:fill="FFF2CC" w:themeFill="accent4" w:themeFillTint="33"/>
          </w:tcPr>
          <w:p w14:paraId="6F46D78E" w14:textId="1D3EFF02" w:rsidR="00F01856" w:rsidRPr="00FD576A" w:rsidRDefault="00FD576A" w:rsidP="008816F6">
            <w:pPr>
              <w:spacing w:after="0"/>
              <w:rPr>
                <w:sz w:val="20"/>
                <w:szCs w:val="20"/>
              </w:rPr>
            </w:pPr>
            <w:r w:rsidRPr="00FD576A">
              <w:rPr>
                <w:sz w:val="20"/>
                <w:szCs w:val="20"/>
              </w:rPr>
              <w:t>25</w:t>
            </w:r>
          </w:p>
        </w:tc>
      </w:tr>
      <w:tr w:rsidR="00F01856" w14:paraId="68A59838" w14:textId="77777777" w:rsidTr="00390E4E">
        <w:tc>
          <w:tcPr>
            <w:tcW w:w="1697" w:type="dxa"/>
          </w:tcPr>
          <w:p w14:paraId="1FBC8591" w14:textId="77777777" w:rsidR="00F01856" w:rsidRPr="00FD576A" w:rsidRDefault="00F01856" w:rsidP="008816F6">
            <w:pPr>
              <w:spacing w:after="0"/>
              <w:rPr>
                <w:sz w:val="20"/>
                <w:szCs w:val="20"/>
              </w:rPr>
            </w:pPr>
            <w:r w:rsidRPr="00FD576A">
              <w:rPr>
                <w:sz w:val="20"/>
                <w:szCs w:val="20"/>
              </w:rPr>
              <w:t>…</w:t>
            </w:r>
          </w:p>
        </w:tc>
        <w:tc>
          <w:tcPr>
            <w:tcW w:w="1538" w:type="dxa"/>
          </w:tcPr>
          <w:p w14:paraId="1E5CC4A0" w14:textId="77777777" w:rsidR="00F01856" w:rsidRPr="00FD576A" w:rsidRDefault="00F01856" w:rsidP="008816F6">
            <w:pPr>
              <w:spacing w:after="0"/>
              <w:rPr>
                <w:sz w:val="20"/>
                <w:szCs w:val="20"/>
              </w:rPr>
            </w:pPr>
            <w:r w:rsidRPr="00FD576A">
              <w:rPr>
                <w:sz w:val="20"/>
                <w:szCs w:val="20"/>
              </w:rPr>
              <w:t>…</w:t>
            </w:r>
          </w:p>
        </w:tc>
        <w:tc>
          <w:tcPr>
            <w:tcW w:w="1604" w:type="dxa"/>
          </w:tcPr>
          <w:p w14:paraId="67EFE366" w14:textId="77777777" w:rsidR="00F01856" w:rsidRPr="00FD576A" w:rsidRDefault="00F01856" w:rsidP="008816F6">
            <w:pPr>
              <w:spacing w:after="0"/>
              <w:rPr>
                <w:sz w:val="20"/>
                <w:szCs w:val="20"/>
              </w:rPr>
            </w:pPr>
            <w:r w:rsidRPr="00FD576A">
              <w:rPr>
                <w:sz w:val="20"/>
                <w:szCs w:val="20"/>
              </w:rPr>
              <w:t>…</w:t>
            </w:r>
          </w:p>
        </w:tc>
        <w:tc>
          <w:tcPr>
            <w:tcW w:w="1622" w:type="dxa"/>
          </w:tcPr>
          <w:p w14:paraId="78F39F83" w14:textId="77777777" w:rsidR="00F01856" w:rsidRPr="00FD576A" w:rsidRDefault="00F01856" w:rsidP="008816F6">
            <w:pPr>
              <w:spacing w:after="0"/>
              <w:rPr>
                <w:sz w:val="20"/>
                <w:szCs w:val="20"/>
              </w:rPr>
            </w:pPr>
            <w:r w:rsidRPr="00FD576A">
              <w:rPr>
                <w:sz w:val="20"/>
                <w:szCs w:val="20"/>
              </w:rPr>
              <w:t>…</w:t>
            </w:r>
          </w:p>
        </w:tc>
        <w:tc>
          <w:tcPr>
            <w:tcW w:w="1195" w:type="dxa"/>
          </w:tcPr>
          <w:p w14:paraId="353B4E2A" w14:textId="77777777" w:rsidR="00F01856" w:rsidRPr="00FD576A" w:rsidRDefault="00F01856" w:rsidP="008816F6">
            <w:pPr>
              <w:spacing w:after="0"/>
              <w:rPr>
                <w:sz w:val="20"/>
                <w:szCs w:val="20"/>
              </w:rPr>
            </w:pPr>
            <w:r w:rsidRPr="00FD576A">
              <w:rPr>
                <w:sz w:val="20"/>
                <w:szCs w:val="20"/>
              </w:rPr>
              <w:t>…</w:t>
            </w:r>
          </w:p>
        </w:tc>
        <w:tc>
          <w:tcPr>
            <w:tcW w:w="1312" w:type="dxa"/>
          </w:tcPr>
          <w:p w14:paraId="3F32788D" w14:textId="77777777" w:rsidR="00F01856" w:rsidRPr="00FD576A" w:rsidRDefault="00F01856" w:rsidP="008816F6">
            <w:pPr>
              <w:spacing w:after="0"/>
              <w:rPr>
                <w:sz w:val="20"/>
                <w:szCs w:val="20"/>
              </w:rPr>
            </w:pPr>
            <w:r w:rsidRPr="00FD576A">
              <w:rPr>
                <w:sz w:val="20"/>
                <w:szCs w:val="20"/>
              </w:rPr>
              <w:t>…</w:t>
            </w:r>
          </w:p>
        </w:tc>
        <w:tc>
          <w:tcPr>
            <w:tcW w:w="1238" w:type="dxa"/>
          </w:tcPr>
          <w:p w14:paraId="0E478428" w14:textId="77777777" w:rsidR="00F01856" w:rsidRPr="00FD576A" w:rsidRDefault="00F01856" w:rsidP="008816F6">
            <w:pPr>
              <w:spacing w:after="0"/>
              <w:rPr>
                <w:sz w:val="20"/>
                <w:szCs w:val="20"/>
              </w:rPr>
            </w:pPr>
            <w:r w:rsidRPr="00FD576A">
              <w:rPr>
                <w:sz w:val="20"/>
                <w:szCs w:val="20"/>
              </w:rPr>
              <w:t>…</w:t>
            </w:r>
          </w:p>
        </w:tc>
      </w:tr>
    </w:tbl>
    <w:p w14:paraId="394ED2F4" w14:textId="77777777" w:rsidR="00FD576A" w:rsidRDefault="00FD576A" w:rsidP="009900D3">
      <w:pPr>
        <w:rPr>
          <w:color w:val="000000" w:themeColor="text1"/>
        </w:rPr>
      </w:pPr>
    </w:p>
    <w:p w14:paraId="577B6224" w14:textId="77777777" w:rsidR="00FD576A" w:rsidRDefault="00FD576A" w:rsidP="009900D3">
      <w:pPr>
        <w:rPr>
          <w:b/>
          <w:bCs/>
          <w:color w:val="000000" w:themeColor="text1"/>
        </w:rPr>
      </w:pPr>
      <w:r w:rsidRPr="00FD576A">
        <w:rPr>
          <w:b/>
          <w:bCs/>
          <w:color w:val="000000" w:themeColor="text1"/>
        </w:rPr>
        <w:t>Kursbelegung</w:t>
      </w:r>
    </w:p>
    <w:tbl>
      <w:tblPr>
        <w:tblStyle w:val="Gitternetztabelle4Akzent1"/>
        <w:tblW w:w="4248" w:type="dxa"/>
        <w:tblLook w:val="0420" w:firstRow="1" w:lastRow="0" w:firstColumn="0" w:lastColumn="0" w:noHBand="0" w:noVBand="1"/>
      </w:tblPr>
      <w:tblGrid>
        <w:gridCol w:w="1169"/>
        <w:gridCol w:w="763"/>
        <w:gridCol w:w="2316"/>
      </w:tblGrid>
      <w:tr w:rsidR="0013640B" w:rsidRPr="006646FA" w14:paraId="0CEDADA6" w14:textId="078B1F70" w:rsidTr="0013640B">
        <w:trPr>
          <w:cnfStyle w:val="100000000000" w:firstRow="1" w:lastRow="0" w:firstColumn="0" w:lastColumn="0" w:oddVBand="0" w:evenVBand="0" w:oddHBand="0" w:evenHBand="0" w:firstRowFirstColumn="0" w:firstRowLastColumn="0" w:lastRowFirstColumn="0" w:lastRowLastColumn="0"/>
        </w:trPr>
        <w:tc>
          <w:tcPr>
            <w:tcW w:w="1169" w:type="dxa"/>
            <w:shd w:val="clear" w:color="auto" w:fill="FFC000" w:themeFill="accent4"/>
          </w:tcPr>
          <w:p w14:paraId="3370E428" w14:textId="0480A415" w:rsidR="0013640B" w:rsidRPr="00FD576A" w:rsidRDefault="0013640B" w:rsidP="008816F6">
            <w:pPr>
              <w:spacing w:after="0"/>
              <w:rPr>
                <w:sz w:val="20"/>
                <w:szCs w:val="20"/>
                <w:u w:val="single"/>
              </w:rPr>
            </w:pPr>
            <w:bookmarkStart w:id="4" w:name="_Hlk76395225"/>
            <w:r w:rsidRPr="00FD576A">
              <w:rPr>
                <w:sz w:val="20"/>
                <w:szCs w:val="20"/>
                <w:u w:val="single"/>
              </w:rPr>
              <w:t>Mitgliedsnr</w:t>
            </w:r>
          </w:p>
        </w:tc>
        <w:tc>
          <w:tcPr>
            <w:tcW w:w="763" w:type="dxa"/>
            <w:shd w:val="clear" w:color="auto" w:fill="FFC000" w:themeFill="accent4"/>
          </w:tcPr>
          <w:p w14:paraId="0FCA45AD" w14:textId="742AAFE9" w:rsidR="0013640B" w:rsidRPr="00FD576A" w:rsidRDefault="0013640B" w:rsidP="008816F6">
            <w:pPr>
              <w:spacing w:after="0"/>
              <w:rPr>
                <w:sz w:val="20"/>
                <w:szCs w:val="20"/>
                <w:u w:val="single"/>
              </w:rPr>
            </w:pPr>
            <w:r w:rsidRPr="00FD576A">
              <w:rPr>
                <w:sz w:val="20"/>
                <w:szCs w:val="20"/>
                <w:u w:val="single"/>
              </w:rPr>
              <w:t>KursID</w:t>
            </w:r>
          </w:p>
        </w:tc>
        <w:tc>
          <w:tcPr>
            <w:tcW w:w="2316" w:type="dxa"/>
            <w:shd w:val="clear" w:color="auto" w:fill="4E6B9E"/>
          </w:tcPr>
          <w:p w14:paraId="7F41C30E" w14:textId="0A2A408F" w:rsidR="0013640B" w:rsidRPr="0013640B" w:rsidRDefault="0013640B" w:rsidP="008816F6">
            <w:pPr>
              <w:spacing w:after="0"/>
              <w:rPr>
                <w:sz w:val="20"/>
                <w:szCs w:val="20"/>
              </w:rPr>
            </w:pPr>
            <w:r w:rsidRPr="0013640B">
              <w:rPr>
                <w:sz w:val="20"/>
                <w:szCs w:val="20"/>
              </w:rPr>
              <w:t>Teilnahme Wettbewerbe</w:t>
            </w:r>
          </w:p>
        </w:tc>
      </w:tr>
      <w:tr w:rsidR="0013640B" w14:paraId="3D410E9B" w14:textId="18E4F935" w:rsidTr="0013640B">
        <w:trPr>
          <w:cnfStyle w:val="000000100000" w:firstRow="0" w:lastRow="0" w:firstColumn="0" w:lastColumn="0" w:oddVBand="0" w:evenVBand="0" w:oddHBand="1" w:evenHBand="0" w:firstRowFirstColumn="0" w:firstRowLastColumn="0" w:lastRowFirstColumn="0" w:lastRowLastColumn="0"/>
        </w:trPr>
        <w:tc>
          <w:tcPr>
            <w:tcW w:w="1169" w:type="dxa"/>
            <w:shd w:val="clear" w:color="auto" w:fill="FFF2CC" w:themeFill="accent4" w:themeFillTint="33"/>
          </w:tcPr>
          <w:p w14:paraId="152B67FD" w14:textId="77777777" w:rsidR="0013640B" w:rsidRPr="00FD576A" w:rsidRDefault="0013640B" w:rsidP="008816F6">
            <w:pPr>
              <w:spacing w:after="0"/>
              <w:rPr>
                <w:sz w:val="20"/>
                <w:szCs w:val="20"/>
              </w:rPr>
            </w:pPr>
            <w:r w:rsidRPr="00FD576A">
              <w:rPr>
                <w:sz w:val="20"/>
                <w:szCs w:val="20"/>
              </w:rPr>
              <w:t>…</w:t>
            </w:r>
          </w:p>
        </w:tc>
        <w:tc>
          <w:tcPr>
            <w:tcW w:w="763" w:type="dxa"/>
            <w:shd w:val="clear" w:color="auto" w:fill="FFF2CC" w:themeFill="accent4" w:themeFillTint="33"/>
          </w:tcPr>
          <w:p w14:paraId="6A96E3D4" w14:textId="5B8E2F27" w:rsidR="0013640B" w:rsidRPr="00FD576A" w:rsidRDefault="0013640B" w:rsidP="008816F6">
            <w:pPr>
              <w:spacing w:after="0"/>
              <w:rPr>
                <w:sz w:val="20"/>
                <w:szCs w:val="20"/>
              </w:rPr>
            </w:pPr>
            <w:r>
              <w:rPr>
                <w:sz w:val="20"/>
                <w:szCs w:val="20"/>
              </w:rPr>
              <w:t>…</w:t>
            </w:r>
          </w:p>
        </w:tc>
        <w:tc>
          <w:tcPr>
            <w:tcW w:w="2316" w:type="dxa"/>
          </w:tcPr>
          <w:p w14:paraId="23392951" w14:textId="28D96912" w:rsidR="0013640B" w:rsidRDefault="0013640B" w:rsidP="008816F6">
            <w:pPr>
              <w:spacing w:after="0"/>
              <w:rPr>
                <w:sz w:val="20"/>
                <w:szCs w:val="20"/>
              </w:rPr>
            </w:pPr>
            <w:r>
              <w:rPr>
                <w:sz w:val="20"/>
                <w:szCs w:val="20"/>
              </w:rPr>
              <w:t>…</w:t>
            </w:r>
          </w:p>
        </w:tc>
      </w:tr>
      <w:tr w:rsidR="0013640B" w:rsidRPr="006646FA" w14:paraId="62C68E87" w14:textId="62F2D1B4" w:rsidTr="0013640B">
        <w:tc>
          <w:tcPr>
            <w:tcW w:w="1169" w:type="dxa"/>
          </w:tcPr>
          <w:p w14:paraId="03DA24E8" w14:textId="01A0A0F4" w:rsidR="0013640B" w:rsidRPr="00FD576A" w:rsidRDefault="0013640B" w:rsidP="008816F6">
            <w:pPr>
              <w:spacing w:after="0"/>
              <w:rPr>
                <w:sz w:val="20"/>
                <w:szCs w:val="20"/>
              </w:rPr>
            </w:pPr>
            <w:r w:rsidRPr="00FD576A">
              <w:rPr>
                <w:sz w:val="20"/>
                <w:szCs w:val="20"/>
              </w:rPr>
              <w:t>124</w:t>
            </w:r>
          </w:p>
        </w:tc>
        <w:tc>
          <w:tcPr>
            <w:tcW w:w="763" w:type="dxa"/>
          </w:tcPr>
          <w:p w14:paraId="11D42B76" w14:textId="495672FE" w:rsidR="0013640B" w:rsidRPr="00FD576A" w:rsidRDefault="0013640B" w:rsidP="008816F6">
            <w:pPr>
              <w:spacing w:after="0"/>
              <w:rPr>
                <w:sz w:val="20"/>
                <w:szCs w:val="20"/>
              </w:rPr>
            </w:pPr>
            <w:r w:rsidRPr="00FD576A">
              <w:rPr>
                <w:sz w:val="20"/>
                <w:szCs w:val="20"/>
              </w:rPr>
              <w:t>HHE</w:t>
            </w:r>
          </w:p>
        </w:tc>
        <w:tc>
          <w:tcPr>
            <w:tcW w:w="2316" w:type="dxa"/>
          </w:tcPr>
          <w:p w14:paraId="1863D8F5" w14:textId="421EBCD1" w:rsidR="0013640B" w:rsidRPr="00FD576A" w:rsidRDefault="0013640B" w:rsidP="008816F6">
            <w:pPr>
              <w:spacing w:after="0"/>
              <w:rPr>
                <w:sz w:val="20"/>
                <w:szCs w:val="20"/>
              </w:rPr>
            </w:pPr>
            <w:r>
              <w:rPr>
                <w:sz w:val="20"/>
                <w:szCs w:val="20"/>
              </w:rPr>
              <w:t>Ja</w:t>
            </w:r>
          </w:p>
        </w:tc>
      </w:tr>
      <w:tr w:rsidR="0013640B" w:rsidRPr="006646FA" w14:paraId="78D1D025" w14:textId="4986FE6D" w:rsidTr="0013640B">
        <w:trPr>
          <w:cnfStyle w:val="000000100000" w:firstRow="0" w:lastRow="0" w:firstColumn="0" w:lastColumn="0" w:oddVBand="0" w:evenVBand="0" w:oddHBand="1" w:evenHBand="0" w:firstRowFirstColumn="0" w:firstRowLastColumn="0" w:lastRowFirstColumn="0" w:lastRowLastColumn="0"/>
        </w:trPr>
        <w:tc>
          <w:tcPr>
            <w:tcW w:w="1169" w:type="dxa"/>
            <w:shd w:val="clear" w:color="auto" w:fill="FFF2CC" w:themeFill="accent4" w:themeFillTint="33"/>
          </w:tcPr>
          <w:p w14:paraId="7656BE5C" w14:textId="0209C18A" w:rsidR="0013640B" w:rsidRPr="00FD576A" w:rsidRDefault="0013640B" w:rsidP="008816F6">
            <w:pPr>
              <w:spacing w:after="0"/>
              <w:rPr>
                <w:sz w:val="20"/>
                <w:szCs w:val="20"/>
              </w:rPr>
            </w:pPr>
            <w:r w:rsidRPr="00FD576A">
              <w:rPr>
                <w:sz w:val="20"/>
                <w:szCs w:val="20"/>
              </w:rPr>
              <w:t>632</w:t>
            </w:r>
          </w:p>
        </w:tc>
        <w:tc>
          <w:tcPr>
            <w:tcW w:w="763" w:type="dxa"/>
            <w:shd w:val="clear" w:color="auto" w:fill="FFF2CC" w:themeFill="accent4" w:themeFillTint="33"/>
          </w:tcPr>
          <w:p w14:paraId="2F0A49E5" w14:textId="404CAF1F" w:rsidR="0013640B" w:rsidRPr="00FD576A" w:rsidRDefault="0013640B" w:rsidP="008816F6">
            <w:pPr>
              <w:spacing w:after="0"/>
              <w:rPr>
                <w:sz w:val="20"/>
                <w:szCs w:val="20"/>
              </w:rPr>
            </w:pPr>
            <w:r w:rsidRPr="00FD576A">
              <w:rPr>
                <w:sz w:val="20"/>
                <w:szCs w:val="20"/>
              </w:rPr>
              <w:t>HHE</w:t>
            </w:r>
          </w:p>
        </w:tc>
        <w:tc>
          <w:tcPr>
            <w:tcW w:w="2316" w:type="dxa"/>
          </w:tcPr>
          <w:p w14:paraId="5ADB8A1E" w14:textId="4B2C4524" w:rsidR="0013640B" w:rsidRPr="00FD576A" w:rsidRDefault="0013640B" w:rsidP="008816F6">
            <w:pPr>
              <w:spacing w:after="0"/>
              <w:rPr>
                <w:sz w:val="20"/>
                <w:szCs w:val="20"/>
              </w:rPr>
            </w:pPr>
            <w:r>
              <w:rPr>
                <w:sz w:val="20"/>
                <w:szCs w:val="20"/>
              </w:rPr>
              <w:t>Nein</w:t>
            </w:r>
          </w:p>
        </w:tc>
      </w:tr>
      <w:tr w:rsidR="0013640B" w14:paraId="252C568D" w14:textId="334E77AB" w:rsidTr="0013640B">
        <w:tc>
          <w:tcPr>
            <w:tcW w:w="1169" w:type="dxa"/>
          </w:tcPr>
          <w:p w14:paraId="242B1E0B" w14:textId="1F03C6EF" w:rsidR="0013640B" w:rsidRPr="00FD576A" w:rsidRDefault="0013640B" w:rsidP="008816F6">
            <w:pPr>
              <w:spacing w:after="0"/>
              <w:rPr>
                <w:sz w:val="20"/>
                <w:szCs w:val="20"/>
              </w:rPr>
            </w:pPr>
            <w:r w:rsidRPr="00FD576A">
              <w:rPr>
                <w:sz w:val="20"/>
                <w:szCs w:val="20"/>
              </w:rPr>
              <w:t>701</w:t>
            </w:r>
          </w:p>
        </w:tc>
        <w:tc>
          <w:tcPr>
            <w:tcW w:w="763" w:type="dxa"/>
          </w:tcPr>
          <w:p w14:paraId="75B6C0AD" w14:textId="680DB097" w:rsidR="0013640B" w:rsidRPr="00FD576A" w:rsidRDefault="0013640B" w:rsidP="008816F6">
            <w:pPr>
              <w:spacing w:after="0"/>
              <w:rPr>
                <w:sz w:val="20"/>
                <w:szCs w:val="20"/>
              </w:rPr>
            </w:pPr>
            <w:r w:rsidRPr="00FD576A">
              <w:rPr>
                <w:sz w:val="20"/>
                <w:szCs w:val="20"/>
              </w:rPr>
              <w:t>HHE</w:t>
            </w:r>
          </w:p>
        </w:tc>
        <w:tc>
          <w:tcPr>
            <w:tcW w:w="2316" w:type="dxa"/>
          </w:tcPr>
          <w:p w14:paraId="64519BA2" w14:textId="55FCB8F0" w:rsidR="0013640B" w:rsidRPr="00FD576A" w:rsidRDefault="0013640B" w:rsidP="008816F6">
            <w:pPr>
              <w:spacing w:after="0"/>
              <w:rPr>
                <w:sz w:val="20"/>
                <w:szCs w:val="20"/>
              </w:rPr>
            </w:pPr>
            <w:r>
              <w:rPr>
                <w:sz w:val="20"/>
                <w:szCs w:val="20"/>
              </w:rPr>
              <w:t>Ja</w:t>
            </w:r>
          </w:p>
        </w:tc>
      </w:tr>
      <w:tr w:rsidR="0013640B" w14:paraId="6B654C80" w14:textId="29CC7EC1" w:rsidTr="0013640B">
        <w:trPr>
          <w:cnfStyle w:val="000000100000" w:firstRow="0" w:lastRow="0" w:firstColumn="0" w:lastColumn="0" w:oddVBand="0" w:evenVBand="0" w:oddHBand="1" w:evenHBand="0" w:firstRowFirstColumn="0" w:firstRowLastColumn="0" w:lastRowFirstColumn="0" w:lastRowLastColumn="0"/>
        </w:trPr>
        <w:tc>
          <w:tcPr>
            <w:tcW w:w="1169" w:type="dxa"/>
            <w:shd w:val="clear" w:color="auto" w:fill="FFF2CC" w:themeFill="accent4" w:themeFillTint="33"/>
          </w:tcPr>
          <w:p w14:paraId="6242FAF3" w14:textId="15CDE3DA" w:rsidR="0013640B" w:rsidRPr="00FD576A" w:rsidRDefault="0013640B" w:rsidP="008816F6">
            <w:pPr>
              <w:spacing w:after="0"/>
              <w:rPr>
                <w:sz w:val="20"/>
                <w:szCs w:val="20"/>
              </w:rPr>
            </w:pPr>
            <w:r>
              <w:rPr>
                <w:sz w:val="20"/>
                <w:szCs w:val="20"/>
              </w:rPr>
              <w:t>…</w:t>
            </w:r>
          </w:p>
        </w:tc>
        <w:tc>
          <w:tcPr>
            <w:tcW w:w="763" w:type="dxa"/>
            <w:shd w:val="clear" w:color="auto" w:fill="FFF2CC" w:themeFill="accent4" w:themeFillTint="33"/>
          </w:tcPr>
          <w:p w14:paraId="3EA21751" w14:textId="3B7E094D" w:rsidR="0013640B" w:rsidRPr="00FD576A" w:rsidRDefault="0013640B" w:rsidP="008816F6">
            <w:pPr>
              <w:spacing w:after="0"/>
              <w:rPr>
                <w:sz w:val="20"/>
                <w:szCs w:val="20"/>
              </w:rPr>
            </w:pPr>
            <w:r>
              <w:rPr>
                <w:sz w:val="20"/>
                <w:szCs w:val="20"/>
              </w:rPr>
              <w:t>…</w:t>
            </w:r>
          </w:p>
        </w:tc>
        <w:tc>
          <w:tcPr>
            <w:tcW w:w="2316" w:type="dxa"/>
          </w:tcPr>
          <w:p w14:paraId="252770FB" w14:textId="10A7F5C7" w:rsidR="0013640B" w:rsidRDefault="0013640B" w:rsidP="008816F6">
            <w:pPr>
              <w:spacing w:after="0"/>
              <w:rPr>
                <w:sz w:val="20"/>
                <w:szCs w:val="20"/>
              </w:rPr>
            </w:pPr>
            <w:r>
              <w:rPr>
                <w:sz w:val="20"/>
                <w:szCs w:val="20"/>
              </w:rPr>
              <w:t>…</w:t>
            </w:r>
          </w:p>
        </w:tc>
      </w:tr>
    </w:tbl>
    <w:bookmarkEnd w:id="4"/>
    <w:p w14:paraId="60A7E1BD" w14:textId="3772849F" w:rsidR="00FD576A" w:rsidRPr="00FD576A" w:rsidRDefault="00DD365E" w:rsidP="00DD365E">
      <w:pPr>
        <w:pStyle w:val="UnterschriftINFSII"/>
        <w:rPr>
          <w:b/>
          <w:bCs/>
          <w:color w:val="000000" w:themeColor="text1"/>
        </w:rPr>
        <w:sectPr w:rsidR="00FD576A" w:rsidRPr="00FD576A" w:rsidSect="002C0930">
          <w:footerReference w:type="default" r:id="rId22"/>
          <w:pgSz w:w="16838" w:h="11906" w:orient="landscape"/>
          <w:pgMar w:top="1417" w:right="1417" w:bottom="1134" w:left="1417" w:header="708" w:footer="708" w:gutter="0"/>
          <w:cols w:space="708"/>
          <w:docGrid w:linePitch="360"/>
        </w:sectPr>
      </w:pPr>
      <w:r>
        <w:t xml:space="preserve">Abbildung </w:t>
      </w:r>
      <w:fldSimple w:instr=" SEQ Abbildung \* ARABIC ">
        <w:r w:rsidR="00065AC6">
          <w:rPr>
            <w:noProof/>
          </w:rPr>
          <w:t>4</w:t>
        </w:r>
      </w:fldSimple>
    </w:p>
    <w:p w14:paraId="48EAF28E" w14:textId="01FD79A6" w:rsidR="00390E4E" w:rsidRDefault="00390E4E" w:rsidP="0030474B">
      <w:pPr>
        <w:pStyle w:val="berschrift4"/>
      </w:pPr>
      <w:r>
        <w:lastRenderedPageBreak/>
        <w:t>Kurzschreibweise für Tabellen</w:t>
      </w:r>
    </w:p>
    <w:p w14:paraId="55416BA4" w14:textId="0796AF77" w:rsidR="00C8390B" w:rsidRDefault="00C1118F" w:rsidP="009900D3">
      <w:pPr>
        <w:rPr>
          <w:color w:val="000000" w:themeColor="text1"/>
        </w:rPr>
      </w:pPr>
      <w:r>
        <w:rPr>
          <w:color w:val="000000" w:themeColor="text1"/>
        </w:rPr>
        <w:t xml:space="preserve">Die Tabellenstruktur einer relationalen Datenbank </w:t>
      </w:r>
      <w:r w:rsidR="00ED0B16">
        <w:rPr>
          <w:color w:val="000000" w:themeColor="text1"/>
        </w:rPr>
        <w:t>wird</w:t>
      </w:r>
      <w:r>
        <w:rPr>
          <w:color w:val="000000" w:themeColor="text1"/>
        </w:rPr>
        <w:t xml:space="preserve"> als </w:t>
      </w:r>
      <w:r w:rsidR="00AC563F" w:rsidRPr="00ED0B16">
        <w:rPr>
          <w:b/>
          <w:bCs/>
          <w:color w:val="4E6B9E"/>
        </w:rPr>
        <w:t>(r</w:t>
      </w:r>
      <w:r w:rsidRPr="00C1118F">
        <w:rPr>
          <w:b/>
          <w:bCs/>
          <w:color w:val="4E6B9E"/>
        </w:rPr>
        <w:t>elation</w:t>
      </w:r>
      <w:r w:rsidR="00AC563F">
        <w:rPr>
          <w:b/>
          <w:bCs/>
          <w:color w:val="4E6B9E"/>
        </w:rPr>
        <w:t>ales</w:t>
      </w:r>
      <w:r w:rsidRPr="00C1118F">
        <w:rPr>
          <w:b/>
          <w:bCs/>
          <w:color w:val="4E6B9E"/>
        </w:rPr>
        <w:t>)</w:t>
      </w:r>
      <w:r w:rsidR="00AC563F">
        <w:rPr>
          <w:b/>
          <w:bCs/>
          <w:color w:val="4E6B9E"/>
        </w:rPr>
        <w:t xml:space="preserve"> Datebank</w:t>
      </w:r>
      <w:r w:rsidRPr="00C1118F">
        <w:rPr>
          <w:b/>
          <w:bCs/>
          <w:color w:val="4E6B9E"/>
        </w:rPr>
        <w:t>schema</w:t>
      </w:r>
      <w:r w:rsidR="00AC563F">
        <w:rPr>
          <w:b/>
          <w:bCs/>
          <w:color w:val="4E6B9E"/>
        </w:rPr>
        <w:t xml:space="preserve"> </w:t>
      </w:r>
      <w:r w:rsidR="00ED0B16">
        <w:t xml:space="preserve">oder </w:t>
      </w:r>
      <w:r w:rsidR="00AC563F">
        <w:rPr>
          <w:b/>
          <w:bCs/>
          <w:color w:val="4E6B9E"/>
        </w:rPr>
        <w:t>(rel</w:t>
      </w:r>
      <w:r w:rsidR="00ED0B16">
        <w:rPr>
          <w:b/>
          <w:bCs/>
          <w:color w:val="4E6B9E"/>
        </w:rPr>
        <w:t>a</w:t>
      </w:r>
      <w:r w:rsidR="00AC563F">
        <w:rPr>
          <w:b/>
          <w:bCs/>
          <w:color w:val="4E6B9E"/>
        </w:rPr>
        <w:t>tionales</w:t>
      </w:r>
      <w:r w:rsidR="00ED0B16">
        <w:rPr>
          <w:b/>
          <w:bCs/>
          <w:color w:val="4E6B9E"/>
        </w:rPr>
        <w:t>)</w:t>
      </w:r>
      <w:r w:rsidR="00AC563F">
        <w:rPr>
          <w:b/>
          <w:bCs/>
          <w:color w:val="4E6B9E"/>
        </w:rPr>
        <w:t xml:space="preserve"> Tabellenschema</w:t>
      </w:r>
      <w:r w:rsidR="00ED0B16">
        <w:rPr>
          <w:rStyle w:val="Funotenzeichen"/>
          <w:b/>
          <w:bCs/>
          <w:color w:val="4E6B9E"/>
        </w:rPr>
        <w:footnoteReference w:id="4"/>
      </w:r>
      <w:r w:rsidR="00ED0B16">
        <w:t xml:space="preserve"> bezeichnet</w:t>
      </w:r>
      <w:r>
        <w:rPr>
          <w:color w:val="000000" w:themeColor="text1"/>
        </w:rPr>
        <w:t xml:space="preserve">. </w:t>
      </w:r>
      <w:r w:rsidR="00C8390B">
        <w:rPr>
          <w:color w:val="000000" w:themeColor="text1"/>
        </w:rPr>
        <w:t xml:space="preserve">Um </w:t>
      </w:r>
      <w:r w:rsidR="00ED0B16">
        <w:rPr>
          <w:color w:val="000000" w:themeColor="text1"/>
        </w:rPr>
        <w:t>ein relationales</w:t>
      </w:r>
      <w:r>
        <w:rPr>
          <w:color w:val="000000" w:themeColor="text1"/>
        </w:rPr>
        <w:t xml:space="preserve"> </w:t>
      </w:r>
      <w:r w:rsidR="00C8390B">
        <w:rPr>
          <w:color w:val="000000" w:themeColor="text1"/>
        </w:rPr>
        <w:t>Datenb</w:t>
      </w:r>
      <w:r>
        <w:rPr>
          <w:color w:val="000000" w:themeColor="text1"/>
        </w:rPr>
        <w:t>ank</w:t>
      </w:r>
      <w:r w:rsidR="00ED0B16">
        <w:rPr>
          <w:color w:val="000000" w:themeColor="text1"/>
        </w:rPr>
        <w:t>schema</w:t>
      </w:r>
      <w:r w:rsidR="00C8390B">
        <w:rPr>
          <w:color w:val="000000" w:themeColor="text1"/>
        </w:rPr>
        <w:t xml:space="preserve"> kompakt zu beschreiben, </w:t>
      </w:r>
      <w:r w:rsidR="00BA5AF7">
        <w:rPr>
          <w:color w:val="000000" w:themeColor="text1"/>
        </w:rPr>
        <w:t xml:space="preserve">wird für </w:t>
      </w:r>
      <w:r w:rsidR="00C8390B">
        <w:rPr>
          <w:color w:val="000000" w:themeColor="text1"/>
        </w:rPr>
        <w:t xml:space="preserve">die Tabellen häufig </w:t>
      </w:r>
      <w:r w:rsidR="00BA5AF7">
        <w:rPr>
          <w:color w:val="000000" w:themeColor="text1"/>
        </w:rPr>
        <w:t>e</w:t>
      </w:r>
      <w:r w:rsidR="004E0913">
        <w:rPr>
          <w:color w:val="000000" w:themeColor="text1"/>
        </w:rPr>
        <w:t>in</w:t>
      </w:r>
      <w:r w:rsidR="00BA5AF7">
        <w:rPr>
          <w:color w:val="000000" w:themeColor="text1"/>
        </w:rPr>
        <w:t>e</w:t>
      </w:r>
      <w:r w:rsidR="004E0913">
        <w:rPr>
          <w:color w:val="000000" w:themeColor="text1"/>
        </w:rPr>
        <w:t xml:space="preserve"> </w:t>
      </w:r>
      <w:r w:rsidR="00C8390B">
        <w:rPr>
          <w:color w:val="000000" w:themeColor="text1"/>
        </w:rPr>
        <w:t xml:space="preserve">Kurzschreibweise ohne exemplarische Daten </w:t>
      </w:r>
      <w:r w:rsidR="00BA5AF7">
        <w:rPr>
          <w:color w:val="000000" w:themeColor="text1"/>
        </w:rPr>
        <w:t>verwendet</w:t>
      </w:r>
      <w:r w:rsidR="00C8390B">
        <w:rPr>
          <w:color w:val="000000" w:themeColor="text1"/>
        </w:rPr>
        <w:t>. Dazu wird der Tabellenname mit einer Aufzählung aller Attribute in Klammern angegeben. Die Attribute, die den Primärschlüssel bilden, werden unterstrichen. Fremdschlüsselattributen wird ein Pfeil vorangestellt. Für die Tabellen in Abbildung 4 ergibt sich somit die folgende Kurzschreibweise:</w:t>
      </w:r>
    </w:p>
    <w:p w14:paraId="721AB5D7" w14:textId="7242426B" w:rsidR="00C8390B" w:rsidRDefault="00C8390B" w:rsidP="009900D3">
      <w:pPr>
        <w:rPr>
          <w:color w:val="000000" w:themeColor="text1"/>
        </w:rPr>
      </w:pPr>
      <w:r w:rsidRPr="00CB0EB8">
        <w:rPr>
          <w:b/>
          <w:bCs/>
          <w:color w:val="000000" w:themeColor="text1"/>
        </w:rPr>
        <w:t>Trainer</w:t>
      </w:r>
      <w:r>
        <w:rPr>
          <w:color w:val="000000" w:themeColor="text1"/>
        </w:rPr>
        <w:t xml:space="preserve"> (</w:t>
      </w:r>
      <w:r w:rsidRPr="00CB0EB8">
        <w:rPr>
          <w:color w:val="000000" w:themeColor="text1"/>
          <w:u w:val="single"/>
        </w:rPr>
        <w:t>TrainerI</w:t>
      </w:r>
      <w:r w:rsidR="00CB0EB8">
        <w:rPr>
          <w:color w:val="000000" w:themeColor="text1"/>
          <w:u w:val="single"/>
        </w:rPr>
        <w:t>D</w:t>
      </w:r>
      <w:r>
        <w:rPr>
          <w:color w:val="000000" w:themeColor="text1"/>
        </w:rPr>
        <w:t>, Nachname, Vorname, Strasse, Hausnr, PLZ, Ort, Telefon, GebDatum)</w:t>
      </w:r>
    </w:p>
    <w:p w14:paraId="2BDF136D" w14:textId="72FB0804" w:rsidR="00C8390B" w:rsidRDefault="00C8390B" w:rsidP="00C8390B">
      <w:pPr>
        <w:rPr>
          <w:color w:val="000000" w:themeColor="text1"/>
        </w:rPr>
      </w:pPr>
      <w:r w:rsidRPr="00CB0EB8">
        <w:rPr>
          <w:b/>
          <w:bCs/>
          <w:color w:val="000000" w:themeColor="text1"/>
        </w:rPr>
        <w:t>Mitglied</w:t>
      </w:r>
      <w:r>
        <w:rPr>
          <w:color w:val="000000" w:themeColor="text1"/>
        </w:rPr>
        <w:t xml:space="preserve"> (</w:t>
      </w:r>
      <w:r w:rsidRPr="00CB0EB8">
        <w:rPr>
          <w:color w:val="000000" w:themeColor="text1"/>
          <w:u w:val="single"/>
        </w:rPr>
        <w:t>Mitgliedsnr</w:t>
      </w:r>
      <w:r>
        <w:rPr>
          <w:color w:val="000000" w:themeColor="text1"/>
        </w:rPr>
        <w:t>, Nachname, Vorname, Strasse, Hausnr, PLZ, Ort, Telefon, GebDatum, Kontonr, Beitrag)</w:t>
      </w:r>
    </w:p>
    <w:p w14:paraId="6873F8AE" w14:textId="2837BF30" w:rsidR="00C8390B" w:rsidRDefault="00C8390B" w:rsidP="00C8390B">
      <w:pPr>
        <w:rPr>
          <w:color w:val="000000" w:themeColor="text1"/>
        </w:rPr>
      </w:pPr>
      <w:r w:rsidRPr="00CB0EB8">
        <w:rPr>
          <w:b/>
          <w:bCs/>
          <w:color w:val="000000" w:themeColor="text1"/>
        </w:rPr>
        <w:t>Kurs</w:t>
      </w:r>
      <w:r>
        <w:rPr>
          <w:color w:val="000000" w:themeColor="text1"/>
        </w:rPr>
        <w:t xml:space="preserve"> (</w:t>
      </w:r>
      <w:r w:rsidRPr="00CB0EB8">
        <w:rPr>
          <w:color w:val="000000" w:themeColor="text1"/>
          <w:u w:val="single"/>
        </w:rPr>
        <w:t>KursID</w:t>
      </w:r>
      <w:r>
        <w:rPr>
          <w:color w:val="000000" w:themeColor="text1"/>
        </w:rPr>
        <w:t>, Sportart, Sportst</w:t>
      </w:r>
      <w:r w:rsidR="004040E9">
        <w:rPr>
          <w:color w:val="000000" w:themeColor="text1"/>
        </w:rPr>
        <w:t>ae</w:t>
      </w:r>
      <w:r>
        <w:rPr>
          <w:color w:val="000000" w:themeColor="text1"/>
        </w:rPr>
        <w:t xml:space="preserve">tte, Wochentag, Uhrzeit, Dauer, </w:t>
      </w:r>
      <w:bookmarkStart w:id="5" w:name="_Hlk73534993"/>
      <w:r w:rsidRPr="0055035F">
        <w:rPr>
          <w:rFonts w:ascii="Arial" w:hAnsi="Arial" w:cs="Arial"/>
          <w:color w:val="000000" w:themeColor="text1"/>
        </w:rPr>
        <w:t>↑</w:t>
      </w:r>
      <w:bookmarkEnd w:id="5"/>
      <w:r>
        <w:rPr>
          <w:color w:val="000000" w:themeColor="text1"/>
        </w:rPr>
        <w:t>Trainer)</w:t>
      </w:r>
    </w:p>
    <w:p w14:paraId="2BEAB4A6" w14:textId="543AC1CC" w:rsidR="00CB0EB8" w:rsidRDefault="00CB0EB8" w:rsidP="00BA5AF7">
      <w:pPr>
        <w:spacing w:after="120"/>
        <w:rPr>
          <w:color w:val="000000" w:themeColor="text1"/>
        </w:rPr>
      </w:pPr>
      <w:r w:rsidRPr="00CB0EB8">
        <w:rPr>
          <w:b/>
          <w:bCs/>
          <w:color w:val="000000" w:themeColor="text1"/>
        </w:rPr>
        <w:t>Kursbelegung</w:t>
      </w:r>
      <w:r>
        <w:rPr>
          <w:color w:val="000000" w:themeColor="text1"/>
        </w:rPr>
        <w:t xml:space="preserve"> (</w:t>
      </w:r>
      <w:r w:rsidR="0055035F" w:rsidRPr="0055035F">
        <w:rPr>
          <w:rFonts w:ascii="Arial" w:hAnsi="Arial" w:cs="Arial"/>
          <w:color w:val="000000" w:themeColor="text1"/>
        </w:rPr>
        <w:t>↑</w:t>
      </w:r>
      <w:r w:rsidRPr="00CB0EB8">
        <w:rPr>
          <w:color w:val="000000" w:themeColor="text1"/>
          <w:u w:val="single"/>
        </w:rPr>
        <w:t>Mitgliedsnr</w:t>
      </w:r>
      <w:r>
        <w:rPr>
          <w:color w:val="000000" w:themeColor="text1"/>
        </w:rPr>
        <w:t xml:space="preserve">, </w:t>
      </w:r>
      <w:r w:rsidR="0055035F" w:rsidRPr="0055035F">
        <w:rPr>
          <w:rFonts w:ascii="Arial" w:hAnsi="Arial" w:cs="Arial"/>
          <w:color w:val="000000" w:themeColor="text1"/>
        </w:rPr>
        <w:t>↑</w:t>
      </w:r>
      <w:r w:rsidRPr="00CB0EB8">
        <w:rPr>
          <w:color w:val="000000" w:themeColor="text1"/>
          <w:u w:val="single"/>
        </w:rPr>
        <w:t>KursID</w:t>
      </w:r>
      <w:r w:rsidR="000E5B18" w:rsidRPr="000E5B18">
        <w:rPr>
          <w:color w:val="000000" w:themeColor="text1"/>
        </w:rPr>
        <w:t>, Teilnahme Wettbewerbe</w:t>
      </w:r>
      <w:r>
        <w:rPr>
          <w:color w:val="000000" w:themeColor="text1"/>
        </w:rPr>
        <w:t>)</w:t>
      </w:r>
    </w:p>
    <w:p w14:paraId="6DCD086B" w14:textId="7CDABB97" w:rsidR="004E0913" w:rsidRDefault="004E0913" w:rsidP="009900D3">
      <w:pPr>
        <w:rPr>
          <w:color w:val="000000" w:themeColor="text1"/>
        </w:rPr>
      </w:pPr>
      <w:r w:rsidRPr="0055035F">
        <w:rPr>
          <w:b/>
          <w:bCs/>
          <w:color w:val="000000" w:themeColor="text1"/>
        </w:rPr>
        <w:t xml:space="preserve">Aufgabe </w:t>
      </w:r>
      <w:r w:rsidR="0030474B">
        <w:rPr>
          <w:b/>
          <w:bCs/>
          <w:color w:val="000000" w:themeColor="text1"/>
        </w:rPr>
        <w:t>10</w:t>
      </w:r>
      <w:r w:rsidRPr="0055035F">
        <w:rPr>
          <w:b/>
          <w:bCs/>
          <w:color w:val="000000" w:themeColor="text1"/>
        </w:rPr>
        <w:t>:</w:t>
      </w:r>
      <w:r>
        <w:rPr>
          <w:color w:val="000000" w:themeColor="text1"/>
        </w:rPr>
        <w:t xml:space="preserve"> Die Datenbank eine</w:t>
      </w:r>
      <w:r w:rsidR="00E71563">
        <w:rPr>
          <w:color w:val="000000" w:themeColor="text1"/>
        </w:rPr>
        <w:t>s Oberstufensekretariats</w:t>
      </w:r>
      <w:r>
        <w:rPr>
          <w:color w:val="000000" w:themeColor="text1"/>
        </w:rPr>
        <w:t xml:space="preserve"> umfass</w:t>
      </w:r>
      <w:r w:rsidR="00E71563">
        <w:rPr>
          <w:color w:val="000000" w:themeColor="text1"/>
        </w:rPr>
        <w:t>t</w:t>
      </w:r>
      <w:r>
        <w:rPr>
          <w:color w:val="000000" w:themeColor="text1"/>
        </w:rPr>
        <w:t xml:space="preserve"> die folgenden Tabellen.</w:t>
      </w:r>
    </w:p>
    <w:p w14:paraId="2A439EDC" w14:textId="3B51F01B" w:rsidR="004E0913" w:rsidRDefault="009D175B" w:rsidP="009900D3">
      <w:pPr>
        <w:rPr>
          <w:color w:val="000000" w:themeColor="text1"/>
        </w:rPr>
      </w:pPr>
      <w:bookmarkStart w:id="6" w:name="_Hlk212709322"/>
      <w:r>
        <w:rPr>
          <w:b/>
          <w:bCs/>
          <w:color w:val="000000" w:themeColor="text1"/>
        </w:rPr>
        <w:t>s</w:t>
      </w:r>
      <w:r w:rsidR="004E0913" w:rsidRPr="0055035F">
        <w:rPr>
          <w:b/>
          <w:bCs/>
          <w:color w:val="000000" w:themeColor="text1"/>
        </w:rPr>
        <w:t>ch</w:t>
      </w:r>
      <w:r w:rsidR="00E71563" w:rsidRPr="0055035F">
        <w:rPr>
          <w:b/>
          <w:bCs/>
          <w:color w:val="000000" w:themeColor="text1"/>
        </w:rPr>
        <w:t>ue</w:t>
      </w:r>
      <w:r w:rsidR="004E0913" w:rsidRPr="0055035F">
        <w:rPr>
          <w:b/>
          <w:bCs/>
          <w:color w:val="000000" w:themeColor="text1"/>
        </w:rPr>
        <w:t>ler</w:t>
      </w:r>
      <w:r w:rsidR="0055035F">
        <w:rPr>
          <w:color w:val="000000" w:themeColor="text1"/>
        </w:rPr>
        <w:t xml:space="preserve"> </w:t>
      </w:r>
      <w:r w:rsidR="004E0913">
        <w:rPr>
          <w:color w:val="000000" w:themeColor="text1"/>
        </w:rPr>
        <w:t>(</w:t>
      </w:r>
      <w:r w:rsidR="00E71563" w:rsidRPr="0055035F">
        <w:rPr>
          <w:color w:val="000000" w:themeColor="text1"/>
          <w:u w:val="single"/>
        </w:rPr>
        <w:t>ID_</w:t>
      </w:r>
      <w:r>
        <w:rPr>
          <w:color w:val="000000" w:themeColor="text1"/>
          <w:u w:val="single"/>
        </w:rPr>
        <w:t>N</w:t>
      </w:r>
      <w:r w:rsidR="00E71563" w:rsidRPr="0055035F">
        <w:rPr>
          <w:color w:val="000000" w:themeColor="text1"/>
          <w:u w:val="single"/>
        </w:rPr>
        <w:t>ummer</w:t>
      </w:r>
      <w:r w:rsidR="00E71563">
        <w:rPr>
          <w:color w:val="000000" w:themeColor="text1"/>
        </w:rPr>
        <w:t>, Name, Vorname, Geburtstag, Geburtsort, Staatsang, Geschlecht, Konfession, PLZ, Ort, Ortsteil</w:t>
      </w:r>
      <w:r w:rsidR="00742CBF">
        <w:rPr>
          <w:color w:val="000000" w:themeColor="text1"/>
        </w:rPr>
        <w:t>, von_Schulform, Tutor_in_11, Tutor_in_12_13, WDH_11, WDH_12, WDH_13</w:t>
      </w:r>
      <w:r w:rsidR="0055035F">
        <w:rPr>
          <w:color w:val="000000" w:themeColor="text1"/>
        </w:rPr>
        <w:t>)</w:t>
      </w:r>
    </w:p>
    <w:p w14:paraId="4D28FA6D" w14:textId="282FF422" w:rsidR="0055035F" w:rsidRDefault="009D175B" w:rsidP="009900D3">
      <w:pPr>
        <w:rPr>
          <w:color w:val="000000" w:themeColor="text1"/>
        </w:rPr>
      </w:pPr>
      <w:r>
        <w:rPr>
          <w:b/>
          <w:bCs/>
          <w:color w:val="000000" w:themeColor="text1"/>
        </w:rPr>
        <w:t>k</w:t>
      </w:r>
      <w:r w:rsidR="0055035F" w:rsidRPr="0055035F">
        <w:rPr>
          <w:b/>
          <w:bCs/>
          <w:color w:val="000000" w:themeColor="text1"/>
        </w:rPr>
        <w:t>urse</w:t>
      </w:r>
      <w:r w:rsidR="0055035F">
        <w:rPr>
          <w:color w:val="000000" w:themeColor="text1"/>
        </w:rPr>
        <w:t xml:space="preserve"> (</w:t>
      </w:r>
      <w:r w:rsidR="0055035F" w:rsidRPr="0055035F">
        <w:rPr>
          <w:color w:val="000000" w:themeColor="text1"/>
          <w:u w:val="single"/>
        </w:rPr>
        <w:t>Kursnummer</w:t>
      </w:r>
      <w:r w:rsidR="0055035F">
        <w:rPr>
          <w:color w:val="000000" w:themeColor="text1"/>
        </w:rPr>
        <w:t>, KHJ, Kursthema, Kurslehrerkurz, Kursart)</w:t>
      </w:r>
    </w:p>
    <w:p w14:paraId="0D30DB9D" w14:textId="1A4A133E" w:rsidR="0055035F" w:rsidRDefault="009D175B" w:rsidP="009900D3">
      <w:pPr>
        <w:rPr>
          <w:color w:val="000000" w:themeColor="text1"/>
        </w:rPr>
      </w:pPr>
      <w:r>
        <w:rPr>
          <w:b/>
          <w:bCs/>
          <w:color w:val="000000" w:themeColor="text1"/>
        </w:rPr>
        <w:t>h</w:t>
      </w:r>
      <w:r w:rsidR="0055035F" w:rsidRPr="0055035F">
        <w:rPr>
          <w:b/>
          <w:bCs/>
          <w:color w:val="000000" w:themeColor="text1"/>
        </w:rPr>
        <w:t>atkurs</w:t>
      </w:r>
      <w:r w:rsidR="0055035F">
        <w:rPr>
          <w:color w:val="000000" w:themeColor="text1"/>
        </w:rPr>
        <w:t xml:space="preserve"> (</w:t>
      </w:r>
      <w:r w:rsidR="0055035F" w:rsidRPr="0055035F">
        <w:rPr>
          <w:rFonts w:ascii="Arial" w:hAnsi="Arial" w:cs="Arial"/>
          <w:color w:val="000000" w:themeColor="text1"/>
        </w:rPr>
        <w:t>↑</w:t>
      </w:r>
      <w:r w:rsidR="0055035F" w:rsidRPr="0055035F">
        <w:rPr>
          <w:color w:val="000000" w:themeColor="text1"/>
          <w:u w:val="single"/>
        </w:rPr>
        <w:t>ID_Nummer</w:t>
      </w:r>
      <w:r w:rsidR="0055035F">
        <w:rPr>
          <w:color w:val="000000" w:themeColor="text1"/>
        </w:rPr>
        <w:t xml:space="preserve">, </w:t>
      </w:r>
      <w:r w:rsidR="0055035F" w:rsidRPr="0055035F">
        <w:rPr>
          <w:rFonts w:ascii="Arial" w:hAnsi="Arial" w:cs="Arial"/>
          <w:color w:val="000000" w:themeColor="text1"/>
        </w:rPr>
        <w:t>↑</w:t>
      </w:r>
      <w:r w:rsidR="0055035F" w:rsidRPr="0055035F">
        <w:rPr>
          <w:color w:val="000000" w:themeColor="text1"/>
          <w:u w:val="single"/>
        </w:rPr>
        <w:t>Kursnummer</w:t>
      </w:r>
      <w:r w:rsidR="0055035F">
        <w:rPr>
          <w:color w:val="000000" w:themeColor="text1"/>
        </w:rPr>
        <w:t xml:space="preserve">, Punkte) </w:t>
      </w:r>
    </w:p>
    <w:bookmarkEnd w:id="6"/>
    <w:p w14:paraId="09A90CB6" w14:textId="32D0878E" w:rsidR="00F66327" w:rsidRDefault="0055035F" w:rsidP="00CF584B">
      <w:pPr>
        <w:pStyle w:val="Listenabsatz"/>
        <w:numPr>
          <w:ilvl w:val="0"/>
          <w:numId w:val="8"/>
        </w:numPr>
        <w:rPr>
          <w:color w:val="000000" w:themeColor="text1"/>
        </w:rPr>
      </w:pPr>
      <w:r>
        <w:rPr>
          <w:color w:val="000000" w:themeColor="text1"/>
        </w:rPr>
        <w:t xml:space="preserve">Beschreiben Sie die in der Datenbank gespeicherten Daten </w:t>
      </w:r>
      <w:r w:rsidR="00F66327">
        <w:rPr>
          <w:color w:val="000000" w:themeColor="text1"/>
        </w:rPr>
        <w:t xml:space="preserve">unter Verwendung der folgenden Begriffe: </w:t>
      </w:r>
      <w:r w:rsidR="00F66327" w:rsidRPr="0030474B">
        <w:rPr>
          <w:i/>
          <w:iCs/>
          <w:color w:val="000000" w:themeColor="text1"/>
        </w:rPr>
        <w:t xml:space="preserve">Tabelle, Datensatz, Attribut, Primärschlüssel, Fremdschlüssel </w:t>
      </w:r>
      <w:r w:rsidR="00F66327" w:rsidRPr="0030474B">
        <w:rPr>
          <w:color w:val="000000" w:themeColor="text1"/>
        </w:rPr>
        <w:t>und</w:t>
      </w:r>
      <w:r w:rsidR="00F66327" w:rsidRPr="0030474B">
        <w:rPr>
          <w:i/>
          <w:iCs/>
          <w:color w:val="000000" w:themeColor="text1"/>
        </w:rPr>
        <w:t xml:space="preserve"> Beziehung</w:t>
      </w:r>
      <w:r w:rsidR="00F66327">
        <w:rPr>
          <w:color w:val="000000" w:themeColor="text1"/>
        </w:rPr>
        <w:t xml:space="preserve"> </w:t>
      </w:r>
    </w:p>
    <w:p w14:paraId="6CAC5780" w14:textId="6E5B845E" w:rsidR="0055035F" w:rsidRPr="0055035F" w:rsidRDefault="00F66327" w:rsidP="00CF584B">
      <w:pPr>
        <w:pStyle w:val="Listenabsatz"/>
        <w:numPr>
          <w:ilvl w:val="0"/>
          <w:numId w:val="8"/>
        </w:numPr>
        <w:rPr>
          <w:color w:val="000000" w:themeColor="text1"/>
        </w:rPr>
      </w:pPr>
      <w:r>
        <w:rPr>
          <w:color w:val="000000" w:themeColor="text1"/>
        </w:rPr>
        <w:t>Stellen Sie das Datenbankschema, das durch die Tabellen in Kurzschreibweise gegeben ist</w:t>
      </w:r>
      <w:r w:rsidR="0030474B">
        <w:rPr>
          <w:color w:val="000000" w:themeColor="text1"/>
        </w:rPr>
        <w:t>,</w:t>
      </w:r>
      <w:r>
        <w:rPr>
          <w:color w:val="000000" w:themeColor="text1"/>
        </w:rPr>
        <w:t xml:space="preserve"> in einem ER-Diagramm dar.</w:t>
      </w:r>
      <w:r w:rsidR="0055035F">
        <w:rPr>
          <w:color w:val="000000" w:themeColor="text1"/>
        </w:rPr>
        <w:t xml:space="preserve"> </w:t>
      </w:r>
    </w:p>
    <w:p w14:paraId="4B006589" w14:textId="77777777" w:rsidR="00F66327" w:rsidRDefault="00F66327" w:rsidP="009900D3">
      <w:pPr>
        <w:rPr>
          <w:color w:val="000000" w:themeColor="text1"/>
        </w:rPr>
      </w:pPr>
    </w:p>
    <w:p w14:paraId="2B342D9E" w14:textId="77777777" w:rsidR="00ED0B16" w:rsidRDefault="00ED0B16">
      <w:pPr>
        <w:spacing w:after="160" w:line="259" w:lineRule="auto"/>
        <w:rPr>
          <w:rFonts w:asciiTheme="majorHAnsi" w:eastAsiaTheme="majorEastAsia" w:hAnsiTheme="majorHAnsi" w:cstheme="majorBidi"/>
          <w:b/>
          <w:color w:val="4E6B9E"/>
          <w:sz w:val="26"/>
          <w:szCs w:val="26"/>
        </w:rPr>
      </w:pPr>
      <w:r>
        <w:br w:type="page"/>
      </w:r>
    </w:p>
    <w:p w14:paraId="17918710" w14:textId="031DD9AB" w:rsidR="00150516" w:rsidRDefault="005754C2" w:rsidP="00F66327">
      <w:pPr>
        <w:pStyle w:val="berschrift2"/>
      </w:pPr>
      <w:r>
        <w:lastRenderedPageBreak/>
        <w:t>Exkurs: Entwurf von Datenbanken</w:t>
      </w:r>
    </w:p>
    <w:p w14:paraId="13DBDDEE" w14:textId="4E2254A6" w:rsidR="00330E53" w:rsidRDefault="00985D6E" w:rsidP="009900D3">
      <w:pPr>
        <w:rPr>
          <w:color w:val="000000" w:themeColor="text1"/>
        </w:rPr>
      </w:pPr>
      <w:r>
        <w:rPr>
          <w:color w:val="000000" w:themeColor="text1"/>
        </w:rPr>
        <w:t>In einer relationalen Datenbank werden</w:t>
      </w:r>
      <w:r w:rsidR="00330E53">
        <w:rPr>
          <w:color w:val="000000" w:themeColor="text1"/>
        </w:rPr>
        <w:t xml:space="preserve"> Daten mithilfe von Tabellen</w:t>
      </w:r>
      <w:r w:rsidR="0030474B">
        <w:rPr>
          <w:color w:val="000000" w:themeColor="text1"/>
        </w:rPr>
        <w:t xml:space="preserve">, </w:t>
      </w:r>
      <w:r w:rsidR="00330E53">
        <w:rPr>
          <w:color w:val="000000" w:themeColor="text1"/>
        </w:rPr>
        <w:t>Attribut</w:t>
      </w:r>
      <w:r w:rsidR="0030474B">
        <w:rPr>
          <w:color w:val="000000" w:themeColor="text1"/>
        </w:rPr>
        <w:t>en</w:t>
      </w:r>
      <w:r w:rsidR="00330E53">
        <w:rPr>
          <w:color w:val="000000" w:themeColor="text1"/>
        </w:rPr>
        <w:t>, Primär- und Fremdschlüssel</w:t>
      </w:r>
      <w:r>
        <w:rPr>
          <w:color w:val="000000" w:themeColor="text1"/>
        </w:rPr>
        <w:t>n strukturiert</w:t>
      </w:r>
      <w:r w:rsidR="00330E53">
        <w:rPr>
          <w:color w:val="000000" w:themeColor="text1"/>
        </w:rPr>
        <w:t xml:space="preserve">. Die Struktur der Tabellen lässt sich dabei </w:t>
      </w:r>
      <w:r w:rsidR="0030474B">
        <w:rPr>
          <w:color w:val="000000" w:themeColor="text1"/>
        </w:rPr>
        <w:t xml:space="preserve">nach festen Regeln </w:t>
      </w:r>
      <w:r w:rsidR="00330E53">
        <w:rPr>
          <w:color w:val="000000" w:themeColor="text1"/>
        </w:rPr>
        <w:t xml:space="preserve">aus </w:t>
      </w:r>
      <w:r>
        <w:rPr>
          <w:color w:val="000000" w:themeColor="text1"/>
        </w:rPr>
        <w:t>einem</w:t>
      </w:r>
      <w:r w:rsidR="00330E53">
        <w:rPr>
          <w:color w:val="000000" w:themeColor="text1"/>
        </w:rPr>
        <w:t xml:space="preserve"> ER-Diagramm ableiten. Der </w:t>
      </w:r>
      <w:r>
        <w:rPr>
          <w:color w:val="000000" w:themeColor="text1"/>
        </w:rPr>
        <w:t xml:space="preserve">Strukturierung der Daten in einem </w:t>
      </w:r>
      <w:r w:rsidR="00330E53">
        <w:rPr>
          <w:color w:val="000000" w:themeColor="text1"/>
        </w:rPr>
        <w:t>ER-Diagramm ist jedoch eine Modellierung und damit keineswegs eindeutig. In einem ER-Diagramm kann immer nur ein Aus</w:t>
      </w:r>
      <w:r w:rsidR="005754C2">
        <w:rPr>
          <w:color w:val="000000" w:themeColor="text1"/>
        </w:rPr>
        <w:t>s</w:t>
      </w:r>
      <w:r w:rsidR="00330E53">
        <w:rPr>
          <w:color w:val="000000" w:themeColor="text1"/>
        </w:rPr>
        <w:t>chnitt der realen Welt abgebildet werden. Welche Entitäten, Attribute und Beziehungen dabei relevant sind, hängt davon ab</w:t>
      </w:r>
      <w:r w:rsidR="00BA5AF7">
        <w:rPr>
          <w:color w:val="000000" w:themeColor="text1"/>
        </w:rPr>
        <w:t>,</w:t>
      </w:r>
      <w:r w:rsidR="00330E53">
        <w:rPr>
          <w:color w:val="000000" w:themeColor="text1"/>
        </w:rPr>
        <w:t xml:space="preserve"> zu welchem Zweck Daten gespeichert und verarbeitet werden sollen. </w:t>
      </w:r>
      <w:r w:rsidR="005754C2">
        <w:rPr>
          <w:color w:val="000000" w:themeColor="text1"/>
        </w:rPr>
        <w:t xml:space="preserve">In diesem Kapitel </w:t>
      </w:r>
      <w:r w:rsidR="00330E53">
        <w:rPr>
          <w:color w:val="000000" w:themeColor="text1"/>
        </w:rPr>
        <w:t>verwenden wi</w:t>
      </w:r>
      <w:r w:rsidR="005754C2">
        <w:rPr>
          <w:color w:val="000000" w:themeColor="text1"/>
        </w:rPr>
        <w:t>r</w:t>
      </w:r>
      <w:r w:rsidR="00330E53">
        <w:rPr>
          <w:color w:val="000000" w:themeColor="text1"/>
        </w:rPr>
        <w:t xml:space="preserve"> ER-Diagramme nur zur Veranschaulichung der Struktur einer konkreten Datenbasis. Den Entwurf eines geeigneten Modells in Form eines ER-Diagramms stellen wir hinten</w:t>
      </w:r>
      <w:r w:rsidR="005754C2">
        <w:rPr>
          <w:color w:val="000000" w:themeColor="text1"/>
        </w:rPr>
        <w:t xml:space="preserve"> </w:t>
      </w:r>
      <w:r w:rsidR="00330E53">
        <w:rPr>
          <w:color w:val="000000" w:themeColor="text1"/>
        </w:rPr>
        <w:t xml:space="preserve">an. In Aufgabe </w:t>
      </w:r>
      <w:r w:rsidR="0030474B">
        <w:rPr>
          <w:color w:val="000000" w:themeColor="text1"/>
        </w:rPr>
        <w:t>11</w:t>
      </w:r>
      <w:r w:rsidR="00330E53">
        <w:rPr>
          <w:color w:val="000000" w:themeColor="text1"/>
        </w:rPr>
        <w:t xml:space="preserve"> können Sie sich aber bereits erste entsprechende Gedanken machen.</w:t>
      </w:r>
    </w:p>
    <w:p w14:paraId="43682578" w14:textId="62A82E05" w:rsidR="00330E53" w:rsidRPr="0030474B" w:rsidRDefault="00330E53" w:rsidP="0030474B">
      <w:pPr>
        <w:spacing w:after="0"/>
        <w:rPr>
          <w:b/>
          <w:bCs/>
          <w:color w:val="000000" w:themeColor="text1"/>
        </w:rPr>
      </w:pPr>
      <w:r w:rsidRPr="0030474B">
        <w:rPr>
          <w:b/>
          <w:bCs/>
          <w:color w:val="000000" w:themeColor="text1"/>
        </w:rPr>
        <w:t xml:space="preserve">Aufgabe </w:t>
      </w:r>
      <w:r w:rsidR="0030474B" w:rsidRPr="0030474B">
        <w:rPr>
          <w:b/>
          <w:bCs/>
          <w:color w:val="000000" w:themeColor="text1"/>
        </w:rPr>
        <w:t>11</w:t>
      </w:r>
      <w:r w:rsidRPr="0030474B">
        <w:rPr>
          <w:b/>
          <w:bCs/>
          <w:color w:val="000000" w:themeColor="text1"/>
        </w:rPr>
        <w:t xml:space="preserve">: </w:t>
      </w:r>
    </w:p>
    <w:p w14:paraId="10FE43C3" w14:textId="4E10D84A" w:rsidR="00330E53" w:rsidRPr="00C8390B" w:rsidRDefault="00330E53" w:rsidP="00CF584B">
      <w:pPr>
        <w:pStyle w:val="Listenabsatz"/>
        <w:numPr>
          <w:ilvl w:val="0"/>
          <w:numId w:val="7"/>
        </w:numPr>
        <w:rPr>
          <w:color w:val="000000" w:themeColor="text1"/>
        </w:rPr>
      </w:pPr>
      <w:r w:rsidRPr="00C8390B">
        <w:rPr>
          <w:color w:val="000000" w:themeColor="text1"/>
        </w:rPr>
        <w:t>Vergleichen Sie das ER-Diagramm</w:t>
      </w:r>
      <w:r w:rsidR="00985D6E">
        <w:rPr>
          <w:color w:val="000000" w:themeColor="text1"/>
        </w:rPr>
        <w:t xml:space="preserve"> in Abbildung 3</w:t>
      </w:r>
      <w:r w:rsidRPr="00C8390B">
        <w:rPr>
          <w:color w:val="000000" w:themeColor="text1"/>
        </w:rPr>
        <w:t xml:space="preserve"> mit den Daten, die Sie in Ihrer Mindmap in Aufgabe 2a erstellt haben. Welche Attribute würden Sie noch ergänzen</w:t>
      </w:r>
      <w:r w:rsidR="00985D6E">
        <w:rPr>
          <w:color w:val="000000" w:themeColor="text1"/>
        </w:rPr>
        <w:t>?</w:t>
      </w:r>
      <w:r w:rsidRPr="00C8390B">
        <w:rPr>
          <w:color w:val="000000" w:themeColor="text1"/>
        </w:rPr>
        <w:t xml:space="preserve"> Gibt es auch weitere Entitäten oder Beziehungen, die Ihnen relevant erscheinen?</w:t>
      </w:r>
    </w:p>
    <w:p w14:paraId="309A461B" w14:textId="1AD21850" w:rsidR="00C8390B" w:rsidRDefault="00330E53" w:rsidP="00CF584B">
      <w:pPr>
        <w:pStyle w:val="Listenabsatz"/>
        <w:numPr>
          <w:ilvl w:val="0"/>
          <w:numId w:val="7"/>
        </w:numPr>
        <w:rPr>
          <w:color w:val="000000" w:themeColor="text1"/>
        </w:rPr>
      </w:pPr>
      <w:r w:rsidRPr="00C8390B">
        <w:rPr>
          <w:color w:val="000000" w:themeColor="text1"/>
        </w:rPr>
        <w:t xml:space="preserve">Beurteilen Sie die Modellierungsentscheidung, die Sportstätte </w:t>
      </w:r>
      <w:r w:rsidR="005636D5" w:rsidRPr="00C8390B">
        <w:rPr>
          <w:color w:val="000000" w:themeColor="text1"/>
        </w:rPr>
        <w:t xml:space="preserve">als Attribut der Entität </w:t>
      </w:r>
      <w:r w:rsidR="005636D5" w:rsidRPr="00BA5AF7">
        <w:rPr>
          <w:i/>
          <w:iCs/>
          <w:color w:val="000000" w:themeColor="text1"/>
        </w:rPr>
        <w:t>Kurs</w:t>
      </w:r>
      <w:r w:rsidR="005636D5" w:rsidRPr="00C8390B">
        <w:rPr>
          <w:color w:val="000000" w:themeColor="text1"/>
        </w:rPr>
        <w:t xml:space="preserve"> abzubilden.</w:t>
      </w:r>
    </w:p>
    <w:p w14:paraId="08FB7534" w14:textId="3D0A9FD5" w:rsidR="00C8390B" w:rsidRPr="00C8390B" w:rsidRDefault="00C8390B" w:rsidP="00CF584B">
      <w:pPr>
        <w:pStyle w:val="Listenabsatz"/>
        <w:numPr>
          <w:ilvl w:val="0"/>
          <w:numId w:val="7"/>
        </w:numPr>
        <w:rPr>
          <w:color w:val="000000" w:themeColor="text1"/>
        </w:rPr>
      </w:pPr>
      <w:r>
        <w:rPr>
          <w:color w:val="000000" w:themeColor="text1"/>
        </w:rPr>
        <w:t>Beurteilen Sie die Modellierungsentscheidung, die beteiligten Personen in zwei Entitäten</w:t>
      </w:r>
      <w:r w:rsidR="00985D6E">
        <w:rPr>
          <w:color w:val="000000" w:themeColor="text1"/>
        </w:rPr>
        <w:t>(</w:t>
      </w:r>
      <w:r w:rsidRPr="00BA5AF7">
        <w:rPr>
          <w:i/>
          <w:iCs/>
          <w:color w:val="000000" w:themeColor="text1"/>
        </w:rPr>
        <w:t>Trainer</w:t>
      </w:r>
      <w:r>
        <w:rPr>
          <w:color w:val="000000" w:themeColor="text1"/>
        </w:rPr>
        <w:t xml:space="preserve"> und </w:t>
      </w:r>
      <w:r w:rsidRPr="00BA5AF7">
        <w:rPr>
          <w:i/>
          <w:iCs/>
          <w:color w:val="000000" w:themeColor="text1"/>
        </w:rPr>
        <w:t>Mitglieder</w:t>
      </w:r>
      <w:r w:rsidR="00985D6E">
        <w:rPr>
          <w:i/>
          <w:iCs/>
          <w:color w:val="000000" w:themeColor="text1"/>
        </w:rPr>
        <w:t>)</w:t>
      </w:r>
      <w:r>
        <w:rPr>
          <w:color w:val="000000" w:themeColor="text1"/>
        </w:rPr>
        <w:t xml:space="preserve"> aufzuteilen.</w:t>
      </w:r>
    </w:p>
    <w:p w14:paraId="1E08F15A" w14:textId="64AE951A" w:rsidR="00390E4E" w:rsidRPr="00390E4E" w:rsidRDefault="00390E4E" w:rsidP="0030474B">
      <w:pPr>
        <w:pStyle w:val="berschrift2"/>
        <w:rPr>
          <w:lang w:val="en-US"/>
        </w:rPr>
      </w:pPr>
      <w:r w:rsidRPr="00390E4E">
        <w:rPr>
          <w:lang w:val="en-US"/>
        </w:rPr>
        <w:t>Die Structured Query Language (S</w:t>
      </w:r>
      <w:r>
        <w:rPr>
          <w:lang w:val="en-US"/>
        </w:rPr>
        <w:t>QL)</w:t>
      </w:r>
    </w:p>
    <w:p w14:paraId="0D8908D7" w14:textId="7014BA8B" w:rsidR="00390E4E" w:rsidRDefault="00390E4E" w:rsidP="009900D3">
      <w:pPr>
        <w:rPr>
          <w:color w:val="000000" w:themeColor="text1"/>
        </w:rPr>
      </w:pPr>
      <w:r w:rsidRPr="00390E4E">
        <w:rPr>
          <w:color w:val="000000" w:themeColor="text1"/>
        </w:rPr>
        <w:t>Die Structured Query Langua</w:t>
      </w:r>
      <w:r w:rsidR="0030474B">
        <w:rPr>
          <w:color w:val="000000" w:themeColor="text1"/>
        </w:rPr>
        <w:t>g</w:t>
      </w:r>
      <w:r w:rsidRPr="00390E4E">
        <w:rPr>
          <w:color w:val="000000" w:themeColor="text1"/>
        </w:rPr>
        <w:t>e ist ein</w:t>
      </w:r>
      <w:r>
        <w:rPr>
          <w:color w:val="000000" w:themeColor="text1"/>
        </w:rPr>
        <w:t xml:space="preserve"> Standard für eine </w:t>
      </w:r>
      <w:r w:rsidRPr="007121D6">
        <w:rPr>
          <w:b/>
          <w:bCs/>
          <w:color w:val="4E6B9E"/>
        </w:rPr>
        <w:t>Datenmanipulationssprache</w:t>
      </w:r>
      <w:r w:rsidRPr="007121D6">
        <w:rPr>
          <w:color w:val="4E6B9E"/>
        </w:rPr>
        <w:t xml:space="preserve"> </w:t>
      </w:r>
      <w:r w:rsidR="007121D6">
        <w:rPr>
          <w:color w:val="000000" w:themeColor="text1"/>
        </w:rPr>
        <w:t xml:space="preserve">(DML) </w:t>
      </w:r>
      <w:r>
        <w:rPr>
          <w:color w:val="000000" w:themeColor="text1"/>
        </w:rPr>
        <w:t>für relationale Datenbanken. Je nachdem welches rel</w:t>
      </w:r>
      <w:r w:rsidR="00381D4C">
        <w:rPr>
          <w:color w:val="000000" w:themeColor="text1"/>
        </w:rPr>
        <w:t>a</w:t>
      </w:r>
      <w:r>
        <w:rPr>
          <w:color w:val="000000" w:themeColor="text1"/>
        </w:rPr>
        <w:t>tionale Datenbanksystem man verwendet, kann die Imple</w:t>
      </w:r>
      <w:r w:rsidR="00381D4C">
        <w:rPr>
          <w:color w:val="000000" w:themeColor="text1"/>
        </w:rPr>
        <w:t>m</w:t>
      </w:r>
      <w:r>
        <w:rPr>
          <w:color w:val="000000" w:themeColor="text1"/>
        </w:rPr>
        <w:t xml:space="preserve">entierung des SQL-Standards leicht variieren. Die grundlegenden Befehle sind jedoch durch den Standard festgelegt. </w:t>
      </w:r>
      <w:r w:rsidR="007121D6">
        <w:rPr>
          <w:color w:val="000000" w:themeColor="text1"/>
        </w:rPr>
        <w:t xml:space="preserve">Neben der Möglichkeit Daten zu verändern, einzufügen und zu löschen, enthält eine DML auch eine </w:t>
      </w:r>
      <w:r w:rsidR="007121D6" w:rsidRPr="007121D6">
        <w:rPr>
          <w:b/>
          <w:bCs/>
          <w:color w:val="4E6B9E"/>
        </w:rPr>
        <w:t>Anfragesprache</w:t>
      </w:r>
      <w:r w:rsidR="007121D6">
        <w:rPr>
          <w:color w:val="000000" w:themeColor="text1"/>
        </w:rPr>
        <w:t xml:space="preserve">, mit der Daten gezielt aus der Datenbank ausgelesen werden können. </w:t>
      </w:r>
      <w:r>
        <w:rPr>
          <w:color w:val="000000" w:themeColor="text1"/>
        </w:rPr>
        <w:t xml:space="preserve">Wir schauen uns hier </w:t>
      </w:r>
      <w:r w:rsidR="0030474B">
        <w:rPr>
          <w:color w:val="000000" w:themeColor="text1"/>
        </w:rPr>
        <w:t>nur</w:t>
      </w:r>
      <w:r>
        <w:rPr>
          <w:color w:val="000000" w:themeColor="text1"/>
        </w:rPr>
        <w:t xml:space="preserve"> den Teil von SQL an, der der Bezeichnung Anfragesprache (Query Language) gerecht wird</w:t>
      </w:r>
      <w:r w:rsidR="00381D4C">
        <w:rPr>
          <w:color w:val="000000" w:themeColor="text1"/>
        </w:rPr>
        <w:t>.</w:t>
      </w:r>
      <w:r w:rsidR="005A1404">
        <w:rPr>
          <w:color w:val="000000" w:themeColor="text1"/>
        </w:rPr>
        <w:t xml:space="preserve"> SQL bietet aber auch Befehle zum Einfügen, Löschen und Ändern von Datensätzen an.</w:t>
      </w:r>
    </w:p>
    <w:p w14:paraId="4DF9DB32" w14:textId="6CB602C3" w:rsidR="00381D4C" w:rsidRPr="0030474B" w:rsidRDefault="0030474B" w:rsidP="009900D3">
      <w:pPr>
        <w:rPr>
          <w:color w:val="000000" w:themeColor="text1"/>
        </w:rPr>
      </w:pPr>
      <w:r>
        <w:rPr>
          <w:color w:val="000000" w:themeColor="text1"/>
        </w:rPr>
        <w:t>Auch wenn es sich bei SQL um eine Art Programmiersprache handelt, ist der Aufbau nicht direkt mit anderen Sprachen vergleichbar, die Sie aus dem Unterricht kennen. Während es sich bei Processing, Java, Snap</w:t>
      </w:r>
      <w:r w:rsidRPr="0030474B">
        <w:rPr>
          <w:i/>
          <w:iCs/>
          <w:color w:val="000000" w:themeColor="text1"/>
        </w:rPr>
        <w:t>!</w:t>
      </w:r>
      <w:r>
        <w:rPr>
          <w:color w:val="000000" w:themeColor="text1"/>
        </w:rPr>
        <w:t xml:space="preserve"> usw. um </w:t>
      </w:r>
      <w:r w:rsidR="00FA707C">
        <w:rPr>
          <w:color w:val="000000" w:themeColor="text1"/>
        </w:rPr>
        <w:t xml:space="preserve">objektorientierte Sprachen mit einem imperativen Kern handelt, zählt SQL zu </w:t>
      </w:r>
      <w:r w:rsidR="00FA707C" w:rsidRPr="00FA707C">
        <w:t xml:space="preserve">den deklarativen Sprachen. </w:t>
      </w:r>
      <w:r w:rsidR="00FA707C">
        <w:rPr>
          <w:color w:val="000000" w:themeColor="text1"/>
        </w:rPr>
        <w:t xml:space="preserve">Wenn wir ein Programm in einer </w:t>
      </w:r>
      <w:r w:rsidR="00FA707C" w:rsidRPr="00FA707C">
        <w:rPr>
          <w:b/>
          <w:bCs/>
          <w:color w:val="4E6B9E"/>
        </w:rPr>
        <w:t>imperativen Sprache</w:t>
      </w:r>
      <w:r w:rsidR="00FA707C" w:rsidRPr="00FA707C">
        <w:rPr>
          <w:color w:val="4E6B9E"/>
        </w:rPr>
        <w:t xml:space="preserve"> </w:t>
      </w:r>
      <w:r w:rsidR="00FA707C">
        <w:rPr>
          <w:color w:val="000000" w:themeColor="text1"/>
        </w:rPr>
        <w:t xml:space="preserve">erstellen, müssen wir uns genau überlegen, </w:t>
      </w:r>
      <w:r w:rsidR="00FA707C" w:rsidRPr="00FA707C">
        <w:rPr>
          <w:b/>
          <w:bCs/>
          <w:color w:val="4E6B9E"/>
        </w:rPr>
        <w:t>wie</w:t>
      </w:r>
      <w:r w:rsidR="00FA707C" w:rsidRPr="00FA707C">
        <w:rPr>
          <w:color w:val="4E6B9E"/>
        </w:rPr>
        <w:t xml:space="preserve"> </w:t>
      </w:r>
      <w:r w:rsidR="00FA707C">
        <w:rPr>
          <w:color w:val="000000" w:themeColor="text1"/>
        </w:rPr>
        <w:t xml:space="preserve">das gegebene Problem Schritt für Schritt mithilfe der Anweisungen, die die Programmiersprache zur Verfügung stellt, gelöst werden kann. Bei einer </w:t>
      </w:r>
      <w:r w:rsidR="00FA707C" w:rsidRPr="00FA707C">
        <w:rPr>
          <w:b/>
          <w:bCs/>
          <w:color w:val="4E6B9E"/>
        </w:rPr>
        <w:t>deklarativen Sprache</w:t>
      </w:r>
      <w:r w:rsidR="00FA707C">
        <w:rPr>
          <w:color w:val="000000" w:themeColor="text1"/>
        </w:rPr>
        <w:t xml:space="preserve"> müssen wir uns </w:t>
      </w:r>
      <w:r w:rsidR="00741EF1">
        <w:rPr>
          <w:color w:val="000000" w:themeColor="text1"/>
        </w:rPr>
        <w:t xml:space="preserve">über </w:t>
      </w:r>
      <w:r w:rsidR="00FA707C">
        <w:rPr>
          <w:color w:val="000000" w:themeColor="text1"/>
        </w:rPr>
        <w:t xml:space="preserve">das Wie hingegen keine Gedanken machen, sondern nur exakt beschreiben, </w:t>
      </w:r>
      <w:r w:rsidR="00FA707C" w:rsidRPr="00FA707C">
        <w:rPr>
          <w:b/>
          <w:bCs/>
          <w:color w:val="4E6B9E"/>
        </w:rPr>
        <w:t>was</w:t>
      </w:r>
      <w:r w:rsidR="00FA707C" w:rsidRPr="00FA707C">
        <w:rPr>
          <w:color w:val="4E6B9E"/>
        </w:rPr>
        <w:t xml:space="preserve"> </w:t>
      </w:r>
      <w:r w:rsidR="00FA707C">
        <w:rPr>
          <w:color w:val="000000" w:themeColor="text1"/>
        </w:rPr>
        <w:t>ausgegeben werden soll.</w:t>
      </w:r>
      <w:r w:rsidR="00A52B78">
        <w:rPr>
          <w:color w:val="000000" w:themeColor="text1"/>
        </w:rPr>
        <w:t xml:space="preserve"> Das hat den Vorteil, dass wir uns weiter auf der logischen Ebene bewegen können und nicht wissen müssen, wie die Daten im Speicher abgelegt sind.</w:t>
      </w:r>
    </w:p>
    <w:p w14:paraId="25E8D5A5" w14:textId="3DF5541A" w:rsidR="0030474B" w:rsidRDefault="00FA707C" w:rsidP="009900D3">
      <w:pPr>
        <w:rPr>
          <w:color w:val="000000" w:themeColor="text1"/>
        </w:rPr>
      </w:pPr>
      <w:r>
        <w:rPr>
          <w:color w:val="000000" w:themeColor="text1"/>
        </w:rPr>
        <w:t xml:space="preserve">Um das Was zu beschreiben, genauer welche Daten ausgegeben werden sollen, stellt SQL eine feste Befehlsstruktur zur Verfügung. </w:t>
      </w:r>
      <w:r w:rsidR="00A52B78">
        <w:rPr>
          <w:color w:val="000000" w:themeColor="text1"/>
        </w:rPr>
        <w:t xml:space="preserve">Im Datenbanksystem ist ein Algorithmus implementiert, der die Anfrage </w:t>
      </w:r>
      <w:r w:rsidR="00330766">
        <w:rPr>
          <w:color w:val="000000" w:themeColor="text1"/>
        </w:rPr>
        <w:t xml:space="preserve">dann </w:t>
      </w:r>
      <w:r w:rsidR="00A52B78">
        <w:rPr>
          <w:color w:val="000000" w:themeColor="text1"/>
        </w:rPr>
        <w:t>optimiert und herausfindet, w</w:t>
      </w:r>
      <w:r>
        <w:rPr>
          <w:color w:val="000000" w:themeColor="text1"/>
        </w:rPr>
        <w:t>ie die</w:t>
      </w:r>
      <w:r w:rsidR="00741EF1">
        <w:rPr>
          <w:color w:val="000000" w:themeColor="text1"/>
        </w:rPr>
        <w:t xml:space="preserve"> entsprechenden</w:t>
      </w:r>
      <w:r>
        <w:rPr>
          <w:color w:val="000000" w:themeColor="text1"/>
        </w:rPr>
        <w:t xml:space="preserve"> Daten </w:t>
      </w:r>
      <w:r w:rsidR="00A52B78">
        <w:rPr>
          <w:color w:val="000000" w:themeColor="text1"/>
        </w:rPr>
        <w:t xml:space="preserve">möglichst effizient </w:t>
      </w:r>
      <w:r>
        <w:rPr>
          <w:color w:val="000000" w:themeColor="text1"/>
        </w:rPr>
        <w:t>aus der Datenbasis ausgelesen werden</w:t>
      </w:r>
      <w:r w:rsidR="00A52B78">
        <w:rPr>
          <w:color w:val="000000" w:themeColor="text1"/>
        </w:rPr>
        <w:t>.</w:t>
      </w:r>
    </w:p>
    <w:p w14:paraId="0E751AB3" w14:textId="25B7DDCA" w:rsidR="00752913" w:rsidRPr="00032486" w:rsidRDefault="00032486" w:rsidP="00B005D4">
      <w:pPr>
        <w:pStyle w:val="berschrift3"/>
        <w:rPr>
          <w:b/>
          <w:bCs/>
        </w:rPr>
      </w:pPr>
      <w:r w:rsidRPr="00032486">
        <w:rPr>
          <w:b/>
          <w:bCs/>
        </w:rPr>
        <w:lastRenderedPageBreak/>
        <w:t xml:space="preserve">Hinweis: </w:t>
      </w:r>
      <w:r w:rsidR="00752913" w:rsidRPr="00032486">
        <w:rPr>
          <w:b/>
          <w:bCs/>
        </w:rPr>
        <w:t>Übung</w:t>
      </w:r>
      <w:r w:rsidR="004D6C03" w:rsidRPr="00032486">
        <w:rPr>
          <w:b/>
          <w:bCs/>
        </w:rPr>
        <w:t>en</w:t>
      </w:r>
      <w:r w:rsidR="00985D6E" w:rsidRPr="00032486">
        <w:rPr>
          <w:b/>
          <w:bCs/>
        </w:rPr>
        <w:t xml:space="preserve"> zu SQL</w:t>
      </w:r>
    </w:p>
    <w:p w14:paraId="3D8DF488" w14:textId="457B65A6" w:rsidR="00752913" w:rsidRDefault="00752913" w:rsidP="00752913">
      <w:pPr>
        <w:rPr>
          <w:color w:val="000000" w:themeColor="text1"/>
        </w:rPr>
      </w:pPr>
      <w:r>
        <w:rPr>
          <w:color w:val="000000" w:themeColor="text1"/>
        </w:rPr>
        <w:t xml:space="preserve">Um die Anwendung der eingeführten SQL-Befehle kleinschrittig üben zu können, enthält jeder </w:t>
      </w:r>
      <w:r w:rsidR="00540E29">
        <w:rPr>
          <w:color w:val="000000" w:themeColor="text1"/>
        </w:rPr>
        <w:t xml:space="preserve">der folgenden </w:t>
      </w:r>
      <w:r>
        <w:rPr>
          <w:color w:val="000000" w:themeColor="text1"/>
        </w:rPr>
        <w:t>Abschnitt</w:t>
      </w:r>
      <w:r w:rsidR="00540E29">
        <w:rPr>
          <w:color w:val="000000" w:themeColor="text1"/>
        </w:rPr>
        <w:t>e</w:t>
      </w:r>
      <w:r>
        <w:rPr>
          <w:color w:val="000000" w:themeColor="text1"/>
        </w:rPr>
        <w:t xml:space="preserve"> eine </w:t>
      </w:r>
      <w:r w:rsidR="00540E29">
        <w:rPr>
          <w:color w:val="000000" w:themeColor="text1"/>
        </w:rPr>
        <w:t xml:space="preserve">passende </w:t>
      </w:r>
      <w:r>
        <w:rPr>
          <w:color w:val="000000" w:themeColor="text1"/>
        </w:rPr>
        <w:t>Aufgabe, die sich auf die beiliegende Datenbank einer Oberstufe</w:t>
      </w:r>
      <w:r>
        <w:rPr>
          <w:rStyle w:val="Funotenzeichen"/>
          <w:color w:val="000000" w:themeColor="text1"/>
        </w:rPr>
        <w:footnoteReference w:id="5"/>
      </w:r>
      <w:r>
        <w:rPr>
          <w:color w:val="000000" w:themeColor="text1"/>
        </w:rPr>
        <w:t xml:space="preserve"> (</w:t>
      </w:r>
      <w:r w:rsidRPr="00121345">
        <w:rPr>
          <w:i/>
          <w:iCs/>
          <w:color w:val="000000" w:themeColor="text1"/>
        </w:rPr>
        <w:t>Oberstufe.db</w:t>
      </w:r>
      <w:r>
        <w:rPr>
          <w:color w:val="000000" w:themeColor="text1"/>
        </w:rPr>
        <w:t>) bezieht. Die Datenbank enthält die Tabellen aus Aufgabe 10. Es handelt sich um eine SQLite-Datenbank, die mit entsprechenden frei verfügbaren Tools</w:t>
      </w:r>
      <w:r>
        <w:rPr>
          <w:rStyle w:val="Funotenzeichen"/>
          <w:color w:val="000000" w:themeColor="text1"/>
        </w:rPr>
        <w:footnoteReference w:id="6"/>
      </w:r>
      <w:r>
        <w:rPr>
          <w:color w:val="000000" w:themeColor="text1"/>
        </w:rPr>
        <w:t xml:space="preserve"> geöffnet und bearbeitet werden kann. </w:t>
      </w:r>
    </w:p>
    <w:p w14:paraId="17CC548B" w14:textId="6ED1BA3D" w:rsidR="00B005D4" w:rsidRDefault="00B005D4" w:rsidP="00752913">
      <w:pPr>
        <w:rPr>
          <w:rStyle w:val="Hyperlink"/>
          <w:color w:val="000000" w:themeColor="text1"/>
          <w:u w:val="none"/>
        </w:rPr>
      </w:pPr>
      <w:r>
        <w:rPr>
          <w:color w:val="000000" w:themeColor="text1"/>
        </w:rPr>
        <w:t xml:space="preserve">Ergänzende Erläuterungen und Übungen finden Sie im </w:t>
      </w:r>
      <w:r w:rsidRPr="007E0710">
        <w:rPr>
          <w:i/>
          <w:iCs/>
          <w:color w:val="000000" w:themeColor="text1"/>
        </w:rPr>
        <w:t>SQL-Tutorial</w:t>
      </w:r>
      <w:r>
        <w:rPr>
          <w:color w:val="000000" w:themeColor="text1"/>
        </w:rPr>
        <w:t xml:space="preserve">, das unter der Leitung von Gerhard Röhner </w:t>
      </w:r>
      <w:r w:rsidR="007E0710">
        <w:rPr>
          <w:color w:val="000000" w:themeColor="text1"/>
        </w:rPr>
        <w:t xml:space="preserve">an der Lichtenbergschule Darmstadt </w:t>
      </w:r>
      <w:r>
        <w:rPr>
          <w:color w:val="000000" w:themeColor="text1"/>
        </w:rPr>
        <w:t xml:space="preserve">entstanden ist: </w:t>
      </w:r>
      <w:hyperlink r:id="rId23" w:history="1">
        <w:r w:rsidR="00540E29" w:rsidRPr="00540E29">
          <w:rPr>
            <w:rStyle w:val="Hyperlink"/>
            <w:color w:val="4E6B9E"/>
          </w:rPr>
          <w:t>https://luo-darmstadt.de/sqltut24/start.php</w:t>
        </w:r>
      </w:hyperlink>
      <w:r w:rsidR="00EF49D9" w:rsidRPr="00540E29">
        <w:rPr>
          <w:vertAlign w:val="superscript"/>
        </w:rPr>
        <w:footnoteReference w:id="7"/>
      </w:r>
      <w:r w:rsidRPr="00540E29">
        <w:rPr>
          <w:rStyle w:val="Hyperlink"/>
          <w:color w:val="auto"/>
          <w:u w:val="none"/>
        </w:rPr>
        <w:t>.</w:t>
      </w:r>
    </w:p>
    <w:p w14:paraId="23BFFA79" w14:textId="36642D14" w:rsidR="00EF49D9" w:rsidRPr="00760139" w:rsidRDefault="00EF49D9" w:rsidP="00752913">
      <w:pPr>
        <w:rPr>
          <w:color w:val="000000" w:themeColor="text1"/>
        </w:rPr>
      </w:pPr>
      <w:r>
        <w:rPr>
          <w:rStyle w:val="Hyperlink"/>
          <w:color w:val="000000" w:themeColor="text1"/>
          <w:u w:val="none"/>
        </w:rPr>
        <w:t xml:space="preserve">Weitere Kontexte bzw. Datenbanken zum Üben von SQL-Anfragen werden von Julian Dorn mit dem  Projekt </w:t>
      </w:r>
      <w:r w:rsidRPr="00EF49D9">
        <w:rPr>
          <w:rStyle w:val="Hyperlink"/>
          <w:i/>
          <w:iCs/>
          <w:color w:val="000000" w:themeColor="text1"/>
          <w:u w:val="none"/>
        </w:rPr>
        <w:t>InstaHub</w:t>
      </w:r>
      <w:r>
        <w:rPr>
          <w:rStyle w:val="Hyperlink"/>
          <w:color w:val="000000" w:themeColor="text1"/>
          <w:u w:val="none"/>
        </w:rPr>
        <w:t xml:space="preserve"> </w:t>
      </w:r>
      <w:r w:rsidR="00540E29">
        <w:rPr>
          <w:rStyle w:val="Hyperlink"/>
          <w:color w:val="000000" w:themeColor="text1"/>
          <w:u w:val="none"/>
        </w:rPr>
        <w:t>(</w:t>
      </w:r>
      <w:hyperlink r:id="rId24" w:history="1">
        <w:r w:rsidR="00540E29" w:rsidRPr="00540E29">
          <w:rPr>
            <w:rStyle w:val="Hyperlink"/>
            <w:color w:val="4E6B9E"/>
          </w:rPr>
          <w:t>https://instahub.org/</w:t>
        </w:r>
      </w:hyperlink>
      <w:r w:rsidR="00540E29">
        <w:rPr>
          <w:rStyle w:val="Hyperlink"/>
          <w:color w:val="000000" w:themeColor="text1"/>
          <w:u w:val="none"/>
        </w:rPr>
        <w:t xml:space="preserve">) </w:t>
      </w:r>
      <w:r>
        <w:rPr>
          <w:rStyle w:val="Hyperlink"/>
          <w:color w:val="000000" w:themeColor="text1"/>
          <w:u w:val="none"/>
        </w:rPr>
        <w:t xml:space="preserve">oder auf der Webseite </w:t>
      </w:r>
      <w:hyperlink r:id="rId25" w:history="1">
        <w:r w:rsidR="00540E29" w:rsidRPr="00540E29">
          <w:rPr>
            <w:rStyle w:val="Hyperlink"/>
            <w:color w:val="4E6B9E"/>
          </w:rPr>
          <w:t>https://apps.informatik.cc/sql/</w:t>
        </w:r>
      </w:hyperlink>
      <w:r w:rsidR="00540E29">
        <w:rPr>
          <w:rStyle w:val="Hyperlink"/>
          <w:color w:val="000000" w:themeColor="text1"/>
          <w:u w:val="none"/>
        </w:rPr>
        <w:t xml:space="preserve"> zur Verfügung gestellt [Datum des Zugriffs jeweils 29.10.2025].</w:t>
      </w:r>
    </w:p>
    <w:p w14:paraId="7E462962" w14:textId="0B95D710" w:rsidR="00FA707C" w:rsidRPr="00032486" w:rsidRDefault="00540E29" w:rsidP="0035608E">
      <w:pPr>
        <w:pStyle w:val="berschrift3"/>
        <w:rPr>
          <w:b/>
          <w:bCs/>
        </w:rPr>
      </w:pPr>
      <w:r w:rsidRPr="00032486">
        <w:rPr>
          <w:b/>
          <w:bCs/>
        </w:rPr>
        <w:t xml:space="preserve">Einstieg in SQL: </w:t>
      </w:r>
      <w:r w:rsidR="00DD365E" w:rsidRPr="00032486">
        <w:rPr>
          <w:b/>
          <w:bCs/>
        </w:rPr>
        <w:t>A</w:t>
      </w:r>
      <w:r w:rsidR="00C1118F" w:rsidRPr="00032486">
        <w:rPr>
          <w:b/>
          <w:bCs/>
        </w:rPr>
        <w:t>usgewählte Spalten</w:t>
      </w:r>
      <w:r w:rsidR="00FA707C" w:rsidRPr="00032486">
        <w:rPr>
          <w:b/>
          <w:bCs/>
        </w:rPr>
        <w:t xml:space="preserve"> einer Tabelle ausgeben</w:t>
      </w:r>
    </w:p>
    <w:p w14:paraId="75EF9E65" w14:textId="30BD2897" w:rsidR="00FA707C" w:rsidRDefault="00FA707C" w:rsidP="009900D3">
      <w:pPr>
        <w:rPr>
          <w:color w:val="000000" w:themeColor="text1"/>
        </w:rPr>
      </w:pPr>
      <w:r>
        <w:rPr>
          <w:color w:val="000000" w:themeColor="text1"/>
        </w:rPr>
        <w:t>Wir schauen uns zunächst SQL-Befehle an, die nach</w:t>
      </w:r>
      <w:r w:rsidR="00DD365E">
        <w:rPr>
          <w:color w:val="000000" w:themeColor="text1"/>
        </w:rPr>
        <w:t xml:space="preserve"> dem </w:t>
      </w:r>
      <w:r>
        <w:rPr>
          <w:color w:val="000000" w:themeColor="text1"/>
        </w:rPr>
        <w:t>folgende</w:t>
      </w:r>
      <w:r w:rsidR="00DD365E">
        <w:rPr>
          <w:color w:val="000000" w:themeColor="text1"/>
        </w:rPr>
        <w:t>n</w:t>
      </w:r>
      <w:r>
        <w:rPr>
          <w:color w:val="000000" w:themeColor="text1"/>
        </w:rPr>
        <w:t xml:space="preserve"> Muster aufgebaut sind:</w:t>
      </w:r>
    </w:p>
    <w:p w14:paraId="5FE23440" w14:textId="77777777" w:rsidR="00C00A9F" w:rsidRPr="004847E9" w:rsidRDefault="00C00A9F" w:rsidP="00C00A9F">
      <w:pPr>
        <w:pStyle w:val="Default"/>
        <w:rPr>
          <w:b/>
          <w:bCs/>
          <w:color w:val="4E6B9E"/>
          <w:sz w:val="22"/>
          <w:szCs w:val="22"/>
        </w:rPr>
      </w:pPr>
      <w:r w:rsidRPr="004847E9">
        <w:rPr>
          <w:b/>
          <w:bCs/>
          <w:color w:val="4E6B9E"/>
          <w:sz w:val="22"/>
          <w:szCs w:val="22"/>
        </w:rPr>
        <w:t>SELECT …</w:t>
      </w:r>
    </w:p>
    <w:p w14:paraId="632364E3" w14:textId="7C70FAAA" w:rsidR="00C00A9F" w:rsidRPr="004847E9" w:rsidRDefault="00C00A9F" w:rsidP="00DD365E">
      <w:pPr>
        <w:pStyle w:val="Default"/>
        <w:spacing w:after="60"/>
        <w:rPr>
          <w:b/>
          <w:bCs/>
          <w:color w:val="4E6B9E"/>
          <w:sz w:val="22"/>
          <w:szCs w:val="22"/>
        </w:rPr>
      </w:pPr>
      <w:r w:rsidRPr="004847E9">
        <w:rPr>
          <w:b/>
          <w:bCs/>
          <w:color w:val="4E6B9E"/>
          <w:sz w:val="22"/>
          <w:szCs w:val="22"/>
        </w:rPr>
        <w:t>FROM …</w:t>
      </w:r>
    </w:p>
    <w:p w14:paraId="5752A1F8" w14:textId="70FFE469" w:rsidR="00C00A9F" w:rsidRDefault="00C00A9F" w:rsidP="00C00A9F">
      <w:r w:rsidRPr="00C00A9F">
        <w:t xml:space="preserve">Hinter </w:t>
      </w:r>
      <w:r w:rsidRPr="00D51596">
        <w:rPr>
          <w:rFonts w:ascii="Courier New" w:hAnsi="Courier New" w:cs="Courier New"/>
          <w:b/>
          <w:bCs/>
          <w:color w:val="4E6B9E"/>
        </w:rPr>
        <w:t>FROM</w:t>
      </w:r>
      <w:r w:rsidRPr="00D51596">
        <w:rPr>
          <w:color w:val="4E6B9E"/>
        </w:rPr>
        <w:t xml:space="preserve"> </w:t>
      </w:r>
      <w:r>
        <w:t xml:space="preserve">geben wir den Namen der Tabelle an, aus der wir Daten auslesen möchten. Hinter </w:t>
      </w:r>
      <w:r w:rsidRPr="00D51596">
        <w:rPr>
          <w:rFonts w:ascii="Courier New" w:hAnsi="Courier New" w:cs="Courier New"/>
          <w:b/>
          <w:bCs/>
          <w:color w:val="4E6B9E"/>
        </w:rPr>
        <w:t>SELECT</w:t>
      </w:r>
      <w:r w:rsidRPr="00D51596">
        <w:rPr>
          <w:color w:val="4E6B9E"/>
        </w:rPr>
        <w:t xml:space="preserve"> </w:t>
      </w:r>
      <w:r>
        <w:t xml:space="preserve">stehen die Namen der </w:t>
      </w:r>
      <w:r w:rsidR="007E0710">
        <w:t xml:space="preserve">gewünschten </w:t>
      </w:r>
      <w:r>
        <w:t>Attribute (Spalten)</w:t>
      </w:r>
      <w:r w:rsidR="007E0710">
        <w:t>.</w:t>
      </w:r>
      <w:r>
        <w:t xml:space="preserve"> Ein Sternchen anstelle einzelner Spaltennamen bedeutet, dass alle Spalten ausgegeben werden sollen. </w:t>
      </w:r>
    </w:p>
    <w:p w14:paraId="45299F75" w14:textId="6448AD9E" w:rsidR="00F41625" w:rsidRDefault="00DD365E" w:rsidP="00F41625">
      <w:r>
        <w:t xml:space="preserve">Zur Veranschaulichung exemplarischer SQL-Anfragen greifen wir wieder auf die Datenbank des TSV Fitstadt mit </w:t>
      </w:r>
      <w:r w:rsidR="00540E29">
        <w:t>r</w:t>
      </w:r>
      <w:r>
        <w:t>elation</w:t>
      </w:r>
      <w:r w:rsidR="00540E29">
        <w:t>alen S</w:t>
      </w:r>
      <w:r>
        <w:t xml:space="preserve">chema aus Abbildung 4 zurück. </w:t>
      </w:r>
      <w:r w:rsidR="00C00A9F" w:rsidRPr="00C00A9F">
        <w:t>B</w:t>
      </w:r>
      <w:r w:rsidR="00C00A9F">
        <w:t xml:space="preserve">eispiel 1 </w:t>
      </w:r>
      <w:r>
        <w:t>liefert alle</w:t>
      </w:r>
      <w:r w:rsidR="00C00A9F">
        <w:t xml:space="preserve"> Daten der Tabelle </w:t>
      </w:r>
      <w:r w:rsidR="00C00A9F" w:rsidRPr="00A82359">
        <w:rPr>
          <w:i/>
          <w:iCs/>
        </w:rPr>
        <w:t>Trainer</w:t>
      </w:r>
      <w:r w:rsidR="00C00A9F">
        <w:t xml:space="preserve">, während </w:t>
      </w:r>
      <w:r>
        <w:t xml:space="preserve">mit </w:t>
      </w:r>
      <w:r w:rsidR="00C00A9F">
        <w:t>Beispiel 2 nur die Vor- und Nachnamen der Trainer ausgeben w</w:t>
      </w:r>
      <w:r>
        <w:t>e</w:t>
      </w:r>
      <w:r w:rsidR="00C00A9F">
        <w:t>rde</w:t>
      </w:r>
      <w:r>
        <w:t>n</w:t>
      </w:r>
      <w:r w:rsidR="00C00A9F">
        <w:t>.</w:t>
      </w:r>
    </w:p>
    <w:p w14:paraId="163EB263" w14:textId="0F8A3BED" w:rsidR="00C00A9F" w:rsidRPr="00A82359" w:rsidRDefault="00C00A9F" w:rsidP="00F41625">
      <w:pPr>
        <w:pStyle w:val="Quellcode"/>
      </w:pPr>
      <w:r w:rsidRPr="00F41625">
        <w:rPr>
          <w:b/>
          <w:bCs/>
        </w:rPr>
        <w:t>SELECT</w:t>
      </w:r>
      <w:r w:rsidRPr="00A82359">
        <w:t xml:space="preserve"> *</w:t>
      </w:r>
    </w:p>
    <w:p w14:paraId="319A8D7A" w14:textId="77777777" w:rsidR="00A82359" w:rsidRDefault="00C00A9F" w:rsidP="00A82359">
      <w:pPr>
        <w:pStyle w:val="Quellcode"/>
        <w:keepNext/>
      </w:pPr>
      <w:r w:rsidRPr="00DD365E">
        <w:rPr>
          <w:b/>
          <w:bCs/>
        </w:rPr>
        <w:t>FROM</w:t>
      </w:r>
      <w:r w:rsidRPr="00A82359">
        <w:t xml:space="preserve"> Trainer</w:t>
      </w:r>
      <w:r w:rsidR="00F24757" w:rsidRPr="00A82359">
        <w:t>;</w:t>
      </w:r>
    </w:p>
    <w:p w14:paraId="7E4E4665" w14:textId="2A97B45D" w:rsidR="00C00A9F" w:rsidRPr="00A82359" w:rsidRDefault="00A82359" w:rsidP="00DD365E">
      <w:pPr>
        <w:pStyle w:val="UnterschriftINFSII"/>
        <w:spacing w:after="120"/>
      </w:pPr>
      <w:r>
        <w:t xml:space="preserve">Beispiel </w:t>
      </w:r>
      <w:fldSimple w:instr=" SEQ Beispiel \* ARABIC ">
        <w:r w:rsidR="00065AC6">
          <w:rPr>
            <w:noProof/>
          </w:rPr>
          <w:t>1</w:t>
        </w:r>
      </w:fldSimple>
    </w:p>
    <w:p w14:paraId="6F59720E" w14:textId="068F2D32" w:rsidR="00C00A9F" w:rsidRPr="00E431BB" w:rsidRDefault="00C00A9F" w:rsidP="00DD365E">
      <w:pPr>
        <w:pStyle w:val="Quellcode"/>
        <w:numPr>
          <w:ilvl w:val="0"/>
          <w:numId w:val="15"/>
        </w:numPr>
        <w:ind w:left="357" w:hanging="357"/>
      </w:pPr>
      <w:r w:rsidRPr="00E431BB">
        <w:rPr>
          <w:b/>
          <w:bCs/>
        </w:rPr>
        <w:t xml:space="preserve">SELECT </w:t>
      </w:r>
      <w:r w:rsidRPr="00E431BB">
        <w:t>Vorname, Nachname</w:t>
      </w:r>
    </w:p>
    <w:p w14:paraId="3DC57B48" w14:textId="7D38D0A8" w:rsidR="00C00A9F" w:rsidRPr="00E431BB" w:rsidRDefault="00C00A9F" w:rsidP="00E431BB">
      <w:pPr>
        <w:pStyle w:val="Quellcode"/>
      </w:pPr>
      <w:r w:rsidRPr="00E431BB">
        <w:rPr>
          <w:b/>
          <w:bCs/>
        </w:rPr>
        <w:t xml:space="preserve">FROM </w:t>
      </w:r>
      <w:r w:rsidRPr="00E431BB">
        <w:t>Trainer</w:t>
      </w:r>
      <w:r w:rsidR="00F24757" w:rsidRPr="00E431BB">
        <w:t>;</w:t>
      </w:r>
    </w:p>
    <w:p w14:paraId="5AEE2F67" w14:textId="6DA591F4" w:rsidR="00C00A9F" w:rsidRPr="00E431BB" w:rsidRDefault="00E431BB" w:rsidP="00DD365E">
      <w:pPr>
        <w:pStyle w:val="UnterschriftINFSII"/>
        <w:spacing w:after="120"/>
        <w:rPr>
          <w:sz w:val="22"/>
          <w:szCs w:val="22"/>
        </w:rPr>
      </w:pPr>
      <w:r>
        <w:t xml:space="preserve">Beispiel </w:t>
      </w:r>
      <w:fldSimple w:instr=" SEQ Beispiel \* ARABIC ">
        <w:r w:rsidR="00065AC6">
          <w:rPr>
            <w:noProof/>
          </w:rPr>
          <w:t>2</w:t>
        </w:r>
      </w:fldSimple>
    </w:p>
    <w:p w14:paraId="74FA8C61" w14:textId="20DA26A4" w:rsidR="00C00A9F" w:rsidRDefault="00C00A9F" w:rsidP="00C00A9F">
      <w:r w:rsidRPr="00C00A9F">
        <w:t>Wenn es in dem S</w:t>
      </w:r>
      <w:r>
        <w:t xml:space="preserve">portverein zwei Trainer mit dem gleichen Vor- und Nachnamen gibt, würde die Reduktion der Tabelle auf die beiden Spalten </w:t>
      </w:r>
      <w:r w:rsidRPr="005A1404">
        <w:rPr>
          <w:i/>
          <w:iCs/>
        </w:rPr>
        <w:t>Vorname</w:t>
      </w:r>
      <w:r>
        <w:t xml:space="preserve"> und </w:t>
      </w:r>
      <w:r w:rsidRPr="005A1404">
        <w:rPr>
          <w:i/>
          <w:iCs/>
        </w:rPr>
        <w:t>Nachname</w:t>
      </w:r>
      <w:r>
        <w:t xml:space="preserve"> dazu</w:t>
      </w:r>
      <w:r w:rsidR="00EA7ACF">
        <w:t xml:space="preserve"> </w:t>
      </w:r>
      <w:r>
        <w:t>führen, das</w:t>
      </w:r>
      <w:r w:rsidR="00EA7ACF">
        <w:t>s</w:t>
      </w:r>
      <w:r>
        <w:t xml:space="preserve"> im Ergebnis zwei gleiche Datensätze angezeigt werden. </w:t>
      </w:r>
      <w:r w:rsidR="00E431BB">
        <w:t>Da es sich im Fall der Trainer um zwei verschiedene Personen handelt, kann eine doppelte Anzeige hier durchaus sinnvoll sein. In anderen Fällen wird es übersichtlicher, wenn doppelte Datensätze nur einmal angezeigt werden. Das erreicht man durch A</w:t>
      </w:r>
      <w:r>
        <w:t xml:space="preserve">ngabe </w:t>
      </w:r>
      <w:r w:rsidR="00EA7ACF">
        <w:t xml:space="preserve">des Schlüsselwortes </w:t>
      </w:r>
      <w:r w:rsidR="00EA7ACF" w:rsidRPr="00DE30E4">
        <w:rPr>
          <w:rFonts w:ascii="Courier New" w:hAnsi="Courier New" w:cs="Courier New"/>
          <w:b/>
          <w:bCs/>
          <w:color w:val="4E6B9E"/>
        </w:rPr>
        <w:t>DISTINCT</w:t>
      </w:r>
      <w:r w:rsidR="00EA7ACF">
        <w:t xml:space="preserve"> </w:t>
      </w:r>
      <w:r w:rsidR="00E431BB">
        <w:t xml:space="preserve">hinter </w:t>
      </w:r>
      <w:r w:rsidR="00E431BB" w:rsidRPr="00DE30E4">
        <w:rPr>
          <w:rFonts w:ascii="Courier New" w:hAnsi="Courier New" w:cs="Courier New"/>
        </w:rPr>
        <w:t>SELECT</w:t>
      </w:r>
      <w:r w:rsidR="00E431BB">
        <w:t xml:space="preserve">. Mit der SQL-Anfrage in Beispiel 3 werden </w:t>
      </w:r>
      <w:r w:rsidR="00E431BB">
        <w:lastRenderedPageBreak/>
        <w:t>alle IDs von Trainern ausgegeben, die aktuell mindestens einen Kurs leiten. Auch wenn eine Person mehrere Kurse leitet, wird die ID nur einmal angezeigt.</w:t>
      </w:r>
    </w:p>
    <w:p w14:paraId="5BF3E497" w14:textId="60876DE1" w:rsidR="00E431BB" w:rsidRDefault="00E431BB" w:rsidP="00DD365E">
      <w:pPr>
        <w:pStyle w:val="Quellcode"/>
        <w:numPr>
          <w:ilvl w:val="0"/>
          <w:numId w:val="14"/>
        </w:numPr>
        <w:ind w:left="357" w:hanging="357"/>
      </w:pPr>
      <w:r w:rsidRPr="00DE30E4">
        <w:rPr>
          <w:b/>
          <w:bCs/>
        </w:rPr>
        <w:t>SELECT</w:t>
      </w:r>
      <w:r>
        <w:t xml:space="preserve"> </w:t>
      </w:r>
      <w:r w:rsidRPr="00DE30E4">
        <w:rPr>
          <w:b/>
          <w:bCs/>
        </w:rPr>
        <w:t>DISTINCT</w:t>
      </w:r>
      <w:r>
        <w:t xml:space="preserve"> Trainer</w:t>
      </w:r>
    </w:p>
    <w:p w14:paraId="468F458D" w14:textId="57FFC0E9" w:rsidR="00E431BB" w:rsidRPr="00C00A9F" w:rsidRDefault="00E431BB" w:rsidP="00E431BB">
      <w:pPr>
        <w:pStyle w:val="Quellcode"/>
        <w:rPr>
          <w:b/>
          <w:bCs/>
        </w:rPr>
      </w:pPr>
      <w:r w:rsidRPr="00DE30E4">
        <w:rPr>
          <w:b/>
          <w:bCs/>
        </w:rPr>
        <w:t>FROM</w:t>
      </w:r>
      <w:r>
        <w:t xml:space="preserve"> Kurs;</w:t>
      </w:r>
    </w:p>
    <w:p w14:paraId="457F428B" w14:textId="3ADC8D78" w:rsidR="00EA7ACF" w:rsidRPr="005A4B3C" w:rsidRDefault="00E431BB" w:rsidP="00E431BB">
      <w:pPr>
        <w:pStyle w:val="UnterschriftINFSII"/>
        <w:rPr>
          <w:b/>
          <w:bCs/>
          <w:sz w:val="22"/>
          <w:szCs w:val="22"/>
        </w:rPr>
      </w:pPr>
      <w:r>
        <w:t xml:space="preserve">Beispiel </w:t>
      </w:r>
      <w:fldSimple w:instr=" SEQ Beispiel \* ARABIC ">
        <w:r w:rsidR="00065AC6">
          <w:rPr>
            <w:noProof/>
          </w:rPr>
          <w:t>3</w:t>
        </w:r>
      </w:fldSimple>
    </w:p>
    <w:p w14:paraId="223B0573" w14:textId="20C29D3C" w:rsidR="00760139" w:rsidRDefault="00760139" w:rsidP="00540E29">
      <w:pPr>
        <w:spacing w:after="0"/>
        <w:rPr>
          <w:b/>
          <w:bCs/>
          <w:color w:val="000000" w:themeColor="text1"/>
        </w:rPr>
      </w:pPr>
      <w:r w:rsidRPr="006E2E83">
        <w:rPr>
          <w:b/>
          <w:bCs/>
          <w:color w:val="000000" w:themeColor="text1"/>
        </w:rPr>
        <w:t>Aufgabe 1</w:t>
      </w:r>
      <w:r>
        <w:rPr>
          <w:b/>
          <w:bCs/>
          <w:color w:val="000000" w:themeColor="text1"/>
        </w:rPr>
        <w:t>2</w:t>
      </w:r>
      <w:r w:rsidRPr="006E2E83">
        <w:rPr>
          <w:b/>
          <w:bCs/>
          <w:color w:val="000000" w:themeColor="text1"/>
        </w:rPr>
        <w:t>:</w:t>
      </w:r>
      <w:r>
        <w:rPr>
          <w:b/>
          <w:bCs/>
          <w:color w:val="000000" w:themeColor="text1"/>
        </w:rPr>
        <w:t xml:space="preserve"> </w:t>
      </w:r>
      <w:r w:rsidRPr="00B23A47">
        <w:rPr>
          <w:color w:val="000000" w:themeColor="text1"/>
        </w:rPr>
        <w:t>Formulieren Sie geeignete SQL-Anfragen</w:t>
      </w:r>
      <w:r w:rsidR="00B61279">
        <w:rPr>
          <w:color w:val="000000" w:themeColor="text1"/>
        </w:rPr>
        <w:t xml:space="preserve"> für die Datenbank </w:t>
      </w:r>
      <w:r w:rsidR="00B61279">
        <w:rPr>
          <w:i/>
          <w:iCs/>
          <w:color w:val="000000" w:themeColor="text1"/>
        </w:rPr>
        <w:t>Oberstufe.</w:t>
      </w:r>
    </w:p>
    <w:p w14:paraId="4D4CDB61" w14:textId="3F59255A" w:rsidR="00760139" w:rsidRPr="00B23A47" w:rsidRDefault="00760139" w:rsidP="00760139">
      <w:pPr>
        <w:pStyle w:val="Listenabsatz"/>
        <w:numPr>
          <w:ilvl w:val="0"/>
          <w:numId w:val="16"/>
        </w:numPr>
        <w:rPr>
          <w:color w:val="000000" w:themeColor="text1"/>
        </w:rPr>
      </w:pPr>
      <w:r w:rsidRPr="00B23A47">
        <w:rPr>
          <w:color w:val="000000" w:themeColor="text1"/>
        </w:rPr>
        <w:t>Gesucht sind die Vor- und Nachnamen aller Schüler.</w:t>
      </w:r>
    </w:p>
    <w:p w14:paraId="1888EBF9" w14:textId="2D6B573F" w:rsidR="00760139" w:rsidRPr="00B23A47" w:rsidRDefault="00760139" w:rsidP="00760139">
      <w:pPr>
        <w:pStyle w:val="Listenabsatz"/>
        <w:numPr>
          <w:ilvl w:val="0"/>
          <w:numId w:val="16"/>
        </w:numPr>
        <w:rPr>
          <w:color w:val="000000" w:themeColor="text1"/>
        </w:rPr>
      </w:pPr>
      <w:r w:rsidRPr="00B23A47">
        <w:rPr>
          <w:color w:val="000000" w:themeColor="text1"/>
        </w:rPr>
        <w:t xml:space="preserve">Gesucht sind </w:t>
      </w:r>
      <w:r>
        <w:rPr>
          <w:color w:val="000000" w:themeColor="text1"/>
        </w:rPr>
        <w:t>alle Orte, in denen Schüle</w:t>
      </w:r>
      <w:r w:rsidR="004848FD">
        <w:rPr>
          <w:color w:val="000000" w:themeColor="text1"/>
        </w:rPr>
        <w:t>r</w:t>
      </w:r>
      <w:r>
        <w:rPr>
          <w:color w:val="000000" w:themeColor="text1"/>
        </w:rPr>
        <w:t xml:space="preserve"> der Schule wohnen.</w:t>
      </w:r>
    </w:p>
    <w:p w14:paraId="6FD91278" w14:textId="2DD4A0DD" w:rsidR="002B1AB6" w:rsidRPr="00032486" w:rsidRDefault="00C1118F" w:rsidP="00C1118F">
      <w:pPr>
        <w:pStyle w:val="berschrift3"/>
        <w:rPr>
          <w:b/>
          <w:bCs/>
        </w:rPr>
      </w:pPr>
      <w:r w:rsidRPr="00032486">
        <w:rPr>
          <w:b/>
          <w:bCs/>
        </w:rPr>
        <w:t>Datensätze einer Tabelle aus</w:t>
      </w:r>
      <w:r w:rsidR="00D365C3" w:rsidRPr="00032486">
        <w:rPr>
          <w:b/>
          <w:bCs/>
        </w:rPr>
        <w:t>wählen</w:t>
      </w:r>
      <w:r w:rsidR="00CF3C29" w:rsidRPr="00032486">
        <w:rPr>
          <w:b/>
          <w:bCs/>
        </w:rPr>
        <w:t xml:space="preserve"> und sortieren</w:t>
      </w:r>
    </w:p>
    <w:p w14:paraId="082885A8" w14:textId="673A2ABC" w:rsidR="002B1AB6" w:rsidRDefault="002B1AB6" w:rsidP="009900D3">
      <w:pPr>
        <w:rPr>
          <w:color w:val="000000" w:themeColor="text1"/>
        </w:rPr>
      </w:pPr>
      <w:r>
        <w:rPr>
          <w:color w:val="000000" w:themeColor="text1"/>
        </w:rPr>
        <w:t xml:space="preserve">Das Ergebnis einer SQL-Anfrage ist wieder eine Tabelle, die auf die angefragten Daten reduziert wurde. Bislang können wir mithilfe des SELECT-Befehls nur die angezeigten Spalten reduzieren. Wir ergänzen nun Befehle, mit denen wir die angezeigten Datensätze selektieren und die Sortierung steuern können. </w:t>
      </w:r>
    </w:p>
    <w:p w14:paraId="2B7CA106" w14:textId="3ED02872" w:rsidR="002B1AB6" w:rsidRDefault="002B1AB6" w:rsidP="009900D3">
      <w:pPr>
        <w:rPr>
          <w:color w:val="000000" w:themeColor="text1"/>
        </w:rPr>
      </w:pPr>
      <w:r>
        <w:rPr>
          <w:color w:val="000000" w:themeColor="text1"/>
        </w:rPr>
        <w:t xml:space="preserve">Hinter </w:t>
      </w:r>
      <w:r w:rsidRPr="00D51596">
        <w:rPr>
          <w:rFonts w:ascii="Courier New" w:hAnsi="Courier New" w:cs="Courier New"/>
          <w:b/>
          <w:bCs/>
          <w:color w:val="4E6B9E"/>
        </w:rPr>
        <w:t>WHERE</w:t>
      </w:r>
      <w:r w:rsidRPr="00D51596">
        <w:rPr>
          <w:color w:val="4E6B9E"/>
        </w:rPr>
        <w:t xml:space="preserve"> </w:t>
      </w:r>
      <w:r>
        <w:rPr>
          <w:color w:val="000000" w:themeColor="text1"/>
        </w:rPr>
        <w:t>können wir Bedingungen angeben, die ein Datensatz erfüllen muss, damit er in die Ergebnistabelle aufgenommen wird. Eine Bedingung kann z. B. sein, dass ein Attribut einen bestimmten Wert hat oder in einem bestimmten Wertebereich liegt.</w:t>
      </w:r>
    </w:p>
    <w:p w14:paraId="75998338" w14:textId="7D8F9FEC" w:rsidR="00F24757" w:rsidRDefault="00F24757" w:rsidP="009900D3">
      <w:pPr>
        <w:rPr>
          <w:color w:val="000000" w:themeColor="text1"/>
        </w:rPr>
      </w:pPr>
      <w:r>
        <w:rPr>
          <w:color w:val="000000" w:themeColor="text1"/>
        </w:rPr>
        <w:t xml:space="preserve">In Beispiel </w:t>
      </w:r>
      <w:r w:rsidR="00D51596">
        <w:rPr>
          <w:color w:val="000000" w:themeColor="text1"/>
        </w:rPr>
        <w:t>4</w:t>
      </w:r>
      <w:r>
        <w:rPr>
          <w:color w:val="000000" w:themeColor="text1"/>
        </w:rPr>
        <w:t xml:space="preserve"> w</w:t>
      </w:r>
      <w:r w:rsidR="00D51596">
        <w:rPr>
          <w:color w:val="000000" w:themeColor="text1"/>
        </w:rPr>
        <w:t>e</w:t>
      </w:r>
      <w:r>
        <w:rPr>
          <w:color w:val="000000" w:themeColor="text1"/>
        </w:rPr>
        <w:t>rden nur die Kurse ausgegeben, die in Sporthalle 2 stattfinden und länger als 60 Minuten dauern.</w:t>
      </w:r>
    </w:p>
    <w:p w14:paraId="27045967" w14:textId="2A684C92" w:rsidR="00F24757" w:rsidRDefault="00F24757" w:rsidP="00015CDA">
      <w:pPr>
        <w:pStyle w:val="Quellcode"/>
        <w:numPr>
          <w:ilvl w:val="0"/>
          <w:numId w:val="17"/>
        </w:numPr>
        <w:ind w:left="357" w:hanging="357"/>
      </w:pPr>
      <w:r w:rsidRPr="007E0710">
        <w:rPr>
          <w:b/>
          <w:bCs/>
        </w:rPr>
        <w:t>SELECT</w:t>
      </w:r>
      <w:r>
        <w:t xml:space="preserve"> *</w:t>
      </w:r>
    </w:p>
    <w:p w14:paraId="7E4E439E" w14:textId="4BEFCC0E" w:rsidR="00F24757" w:rsidRDefault="00F24757" w:rsidP="00F24757">
      <w:pPr>
        <w:pStyle w:val="Quellcode"/>
      </w:pPr>
      <w:r w:rsidRPr="007E0710">
        <w:rPr>
          <w:b/>
          <w:bCs/>
        </w:rPr>
        <w:t>FROM</w:t>
      </w:r>
      <w:r>
        <w:t xml:space="preserve"> Kurs</w:t>
      </w:r>
    </w:p>
    <w:p w14:paraId="49741C30" w14:textId="7C402E88" w:rsidR="00F24757" w:rsidRDefault="00F24757" w:rsidP="00D51596">
      <w:pPr>
        <w:pStyle w:val="Quellcode"/>
        <w:keepNext/>
      </w:pPr>
      <w:r w:rsidRPr="007E0710">
        <w:rPr>
          <w:b/>
          <w:bCs/>
        </w:rPr>
        <w:t>WHERE</w:t>
      </w:r>
      <w:r>
        <w:t xml:space="preserve"> Sportstaette = </w:t>
      </w:r>
      <w:r w:rsidRPr="00F24757">
        <w:t>'</w:t>
      </w:r>
      <w:r>
        <w:t>Sporthalle 2</w:t>
      </w:r>
      <w:r w:rsidR="007E0710" w:rsidRPr="00F24757">
        <w:t>'</w:t>
      </w:r>
      <w:r>
        <w:t xml:space="preserve"> </w:t>
      </w:r>
      <w:r w:rsidRPr="007E0710">
        <w:rPr>
          <w:b/>
          <w:bCs/>
        </w:rPr>
        <w:t>AND</w:t>
      </w:r>
      <w:r>
        <w:t xml:space="preserve"> Dauer &gt; 60;</w:t>
      </w:r>
    </w:p>
    <w:p w14:paraId="58226CCF" w14:textId="57D05A7A" w:rsidR="00F24757" w:rsidRDefault="00D51596" w:rsidP="00D51596">
      <w:pPr>
        <w:pStyle w:val="UnterschriftINFSII"/>
      </w:pPr>
      <w:r>
        <w:t xml:space="preserve">Beispiel </w:t>
      </w:r>
      <w:fldSimple w:instr=" SEQ Beispiel \* ARABIC ">
        <w:r w:rsidR="00065AC6">
          <w:rPr>
            <w:noProof/>
          </w:rPr>
          <w:t>4</w:t>
        </w:r>
      </w:fldSimple>
    </w:p>
    <w:p w14:paraId="2D4B66C6" w14:textId="06F08DE1" w:rsidR="00F24757" w:rsidRDefault="00F24757" w:rsidP="00F24757">
      <w:r w:rsidRPr="00F24757">
        <w:t xml:space="preserve">In Beispiel </w:t>
      </w:r>
      <w:r w:rsidR="00D51596">
        <w:t>4</w:t>
      </w:r>
      <w:r w:rsidRPr="00F24757">
        <w:t xml:space="preserve"> sehen wir, d</w:t>
      </w:r>
      <w:r>
        <w:t>ass Zeichenketten</w:t>
      </w:r>
      <w:r w:rsidR="00E1130E" w:rsidRPr="00E1130E">
        <w:t xml:space="preserve"> </w:t>
      </w:r>
      <w:r w:rsidR="00E1130E">
        <w:t xml:space="preserve">in Anführungszeichen stehen müssen. </w:t>
      </w:r>
      <w:r w:rsidR="00D51596">
        <w:t xml:space="preserve">Je nach SQL-Implementierung werden einfache oder doppelte Anführungszeichen </w:t>
      </w:r>
      <w:bookmarkStart w:id="7" w:name="_Hlk74643231"/>
      <w:r w:rsidR="00D449E6">
        <w:t>akzeptiert</w:t>
      </w:r>
      <w:bookmarkEnd w:id="7"/>
      <w:r w:rsidR="00D51596">
        <w:t>.</w:t>
      </w:r>
    </w:p>
    <w:p w14:paraId="652ECE3B" w14:textId="2441C9BB" w:rsidR="00F24757" w:rsidRDefault="00CF3C29" w:rsidP="00F24757">
      <w:r>
        <w:t>Attribut</w:t>
      </w:r>
      <w:r w:rsidR="00916E3D">
        <w:t>werte, die eine Zeichenkette als Wert haben,</w:t>
      </w:r>
      <w:r>
        <w:t xml:space="preserve"> können auch mit einem Muster verglichen werden. Dazu stehen der Vergleichsoperator </w:t>
      </w:r>
      <w:r w:rsidRPr="007E0710">
        <w:rPr>
          <w:rFonts w:ascii="Courier New" w:hAnsi="Courier New" w:cs="Courier New"/>
          <w:b/>
          <w:bCs/>
          <w:color w:val="4E6B9E"/>
        </w:rPr>
        <w:t>like</w:t>
      </w:r>
      <w:r w:rsidRPr="007E0710">
        <w:rPr>
          <w:color w:val="4E6B9E"/>
        </w:rPr>
        <w:t xml:space="preserve"> </w:t>
      </w:r>
      <w:r>
        <w:t xml:space="preserve">und die Platzhalter Unterstrich </w:t>
      </w:r>
      <w:r w:rsidRPr="007E0710">
        <w:rPr>
          <w:rFonts w:ascii="Courier New" w:hAnsi="Courier New" w:cs="Courier New"/>
          <w:b/>
          <w:bCs/>
          <w:color w:val="4E6B9E"/>
        </w:rPr>
        <w:t>_</w:t>
      </w:r>
      <w:r>
        <w:t xml:space="preserve"> für genau ein beliebiges Zeichen und Prozent </w:t>
      </w:r>
      <w:r w:rsidRPr="007E0710">
        <w:rPr>
          <w:rFonts w:ascii="Courier New" w:hAnsi="Courier New" w:cs="Courier New"/>
          <w:b/>
          <w:bCs/>
          <w:color w:val="4E6B9E"/>
        </w:rPr>
        <w:t>%</w:t>
      </w:r>
      <w:r>
        <w:t xml:space="preserve"> für kein oder beliebig viele Zeichen zur Verfügung. Die Bedingung </w:t>
      </w:r>
      <w:r w:rsidRPr="00AF4FAC">
        <w:rPr>
          <w:rFonts w:ascii="Courier New" w:hAnsi="Courier New" w:cs="Courier New"/>
        </w:rPr>
        <w:t xml:space="preserve">WHERE Nachname like </w:t>
      </w:r>
      <w:r w:rsidR="00AF4FAC" w:rsidRPr="00AF4FAC">
        <w:rPr>
          <w:rFonts w:ascii="Courier New" w:hAnsi="Courier New" w:cs="Courier New"/>
        </w:rPr>
        <w:t>'</w:t>
      </w:r>
      <w:r w:rsidRPr="00AF4FAC">
        <w:rPr>
          <w:rFonts w:ascii="Courier New" w:hAnsi="Courier New" w:cs="Courier New"/>
        </w:rPr>
        <w:t>%mann</w:t>
      </w:r>
      <w:r w:rsidR="00AF4FAC" w:rsidRPr="00AF4FAC">
        <w:rPr>
          <w:rFonts w:ascii="Courier New" w:hAnsi="Courier New" w:cs="Courier New"/>
        </w:rPr>
        <w:t>'</w:t>
      </w:r>
      <w:r>
        <w:t xml:space="preserve"> </w:t>
      </w:r>
      <w:r w:rsidR="00D449E6">
        <w:t>filtert</w:t>
      </w:r>
      <w:r>
        <w:t xml:space="preserve"> alle </w:t>
      </w:r>
      <w:r w:rsidR="00BF55AC">
        <w:t xml:space="preserve">Datensätze mit </w:t>
      </w:r>
      <w:r>
        <w:t xml:space="preserve">Nachnamen, die auf „mann“ enden, heraus. Die Bedingung </w:t>
      </w:r>
      <w:r w:rsidRPr="00AF4FAC">
        <w:rPr>
          <w:rFonts w:ascii="Courier New" w:hAnsi="Courier New" w:cs="Courier New"/>
        </w:rPr>
        <w:t>WHERE kurslehrerkurz like '___'</w:t>
      </w:r>
      <w:r>
        <w:t xml:space="preserve"> </w:t>
      </w:r>
      <w:bookmarkStart w:id="8" w:name="_Hlk74643395"/>
      <w:r w:rsidR="00D449E6">
        <w:t>selektiert</w:t>
      </w:r>
      <w:r>
        <w:t xml:space="preserve"> </w:t>
      </w:r>
      <w:bookmarkEnd w:id="8"/>
      <w:r>
        <w:t>alle Lehrerkürzel mit genau drei Zeichen, da das Muster aus drei Unterstrichen besteht.</w:t>
      </w:r>
    </w:p>
    <w:p w14:paraId="74B0BD84" w14:textId="3E542FCF" w:rsidR="00D51596" w:rsidRDefault="00D51596" w:rsidP="009900D3">
      <w:pPr>
        <w:rPr>
          <w:color w:val="000000" w:themeColor="text1"/>
        </w:rPr>
      </w:pPr>
      <w:r>
        <w:rPr>
          <w:color w:val="000000" w:themeColor="text1"/>
        </w:rPr>
        <w:t>Mit</w:t>
      </w:r>
      <w:r w:rsidR="002B1AB6">
        <w:rPr>
          <w:color w:val="000000" w:themeColor="text1"/>
        </w:rPr>
        <w:t xml:space="preserve"> </w:t>
      </w:r>
      <w:r w:rsidR="002B1AB6" w:rsidRPr="00D51596">
        <w:rPr>
          <w:rFonts w:ascii="Courier New" w:hAnsi="Courier New" w:cs="Courier New"/>
          <w:b/>
          <w:bCs/>
          <w:color w:val="4E6B9E"/>
        </w:rPr>
        <w:t>ORDER BY</w:t>
      </w:r>
      <w:r w:rsidR="002B1AB6">
        <w:rPr>
          <w:color w:val="000000" w:themeColor="text1"/>
        </w:rPr>
        <w:t xml:space="preserve"> können wir angeben</w:t>
      </w:r>
      <w:r>
        <w:rPr>
          <w:color w:val="000000" w:themeColor="text1"/>
        </w:rPr>
        <w:t>,</w:t>
      </w:r>
      <w:r w:rsidR="002B1AB6">
        <w:rPr>
          <w:color w:val="000000" w:themeColor="text1"/>
        </w:rPr>
        <w:t xml:space="preserve"> nach welcher Spalte oder welchen Spalten die Daten sortiert werden sollen. Dabei kann durch Angabe von </w:t>
      </w:r>
      <w:r w:rsidR="002B1AB6" w:rsidRPr="00D51596">
        <w:rPr>
          <w:rFonts w:ascii="Courier New" w:hAnsi="Courier New" w:cs="Courier New"/>
          <w:b/>
          <w:bCs/>
          <w:color w:val="4E6B9E"/>
        </w:rPr>
        <w:t>asc</w:t>
      </w:r>
      <w:r w:rsidR="002B1AB6" w:rsidRPr="00D51596">
        <w:rPr>
          <w:color w:val="4E6B9E"/>
        </w:rPr>
        <w:t xml:space="preserve"> </w:t>
      </w:r>
      <w:r w:rsidR="002B1AB6">
        <w:rPr>
          <w:color w:val="000000" w:themeColor="text1"/>
        </w:rPr>
        <w:t xml:space="preserve">bzw. </w:t>
      </w:r>
      <w:r w:rsidR="002B1AB6" w:rsidRPr="00D51596">
        <w:rPr>
          <w:rFonts w:ascii="Courier New" w:hAnsi="Courier New" w:cs="Courier New"/>
          <w:b/>
          <w:bCs/>
          <w:color w:val="4E6B9E"/>
        </w:rPr>
        <w:t>desc</w:t>
      </w:r>
      <w:r w:rsidR="002B1AB6">
        <w:rPr>
          <w:color w:val="000000" w:themeColor="text1"/>
        </w:rPr>
        <w:t xml:space="preserve"> zwischen aufsteigen</w:t>
      </w:r>
      <w:r w:rsidR="00F24757">
        <w:rPr>
          <w:color w:val="000000" w:themeColor="text1"/>
        </w:rPr>
        <w:t>d</w:t>
      </w:r>
      <w:r w:rsidR="002B1AB6">
        <w:rPr>
          <w:color w:val="000000" w:themeColor="text1"/>
        </w:rPr>
        <w:t xml:space="preserve"> und absteigend unterschieden werden.</w:t>
      </w:r>
      <w:r>
        <w:rPr>
          <w:color w:val="000000" w:themeColor="text1"/>
        </w:rPr>
        <w:t xml:space="preserve"> Entfällt die Angabe</w:t>
      </w:r>
      <w:r w:rsidR="00D449E6">
        <w:rPr>
          <w:color w:val="000000" w:themeColor="text1"/>
        </w:rPr>
        <w:t>,</w:t>
      </w:r>
      <w:r>
        <w:rPr>
          <w:color w:val="000000" w:themeColor="text1"/>
        </w:rPr>
        <w:t xml:space="preserve"> wird aufsteigend sortiert.</w:t>
      </w:r>
    </w:p>
    <w:p w14:paraId="65A615E7" w14:textId="3C2C0038" w:rsidR="00F24757" w:rsidRDefault="00D51596" w:rsidP="009900D3">
      <w:pPr>
        <w:rPr>
          <w:color w:val="000000" w:themeColor="text1"/>
        </w:rPr>
      </w:pPr>
      <w:r>
        <w:rPr>
          <w:color w:val="000000" w:themeColor="text1"/>
        </w:rPr>
        <w:t xml:space="preserve">Hinter </w:t>
      </w:r>
      <w:r w:rsidR="00296F2D" w:rsidRPr="00D51596">
        <w:rPr>
          <w:rFonts w:ascii="Courier New" w:hAnsi="Courier New" w:cs="Courier New"/>
          <w:b/>
          <w:bCs/>
          <w:color w:val="4E6B9E"/>
        </w:rPr>
        <w:t>LIMIT</w:t>
      </w:r>
      <w:r w:rsidR="00296F2D">
        <w:rPr>
          <w:color w:val="000000" w:themeColor="text1"/>
        </w:rPr>
        <w:t xml:space="preserve"> </w:t>
      </w:r>
      <w:r w:rsidR="00F24757">
        <w:rPr>
          <w:color w:val="000000" w:themeColor="text1"/>
        </w:rPr>
        <w:t>kann angegeben werden, wie viele Zeilen die Ergebnistabelle enthalten soll. Für eine Ergebnis</w:t>
      </w:r>
      <w:r>
        <w:rPr>
          <w:color w:val="000000" w:themeColor="text1"/>
        </w:rPr>
        <w:t>tabelle</w:t>
      </w:r>
      <w:r w:rsidR="00F24757">
        <w:rPr>
          <w:color w:val="000000" w:themeColor="text1"/>
        </w:rPr>
        <w:t xml:space="preserve"> mit </w:t>
      </w:r>
      <w:r w:rsidR="00F237AD">
        <w:rPr>
          <w:color w:val="000000" w:themeColor="text1"/>
        </w:rPr>
        <w:t>beliebig vielen</w:t>
      </w:r>
      <w:r w:rsidR="00F24757">
        <w:rPr>
          <w:color w:val="000000" w:themeColor="text1"/>
        </w:rPr>
        <w:t xml:space="preserve"> Datensätzen würde z. B. die Angabe </w:t>
      </w:r>
      <w:r w:rsidR="00F24757" w:rsidRPr="00AF4FAC">
        <w:rPr>
          <w:rFonts w:ascii="Courier New" w:hAnsi="Courier New" w:cs="Courier New"/>
          <w:color w:val="000000" w:themeColor="text1"/>
        </w:rPr>
        <w:t>limit 5</w:t>
      </w:r>
      <w:r w:rsidR="00F24757">
        <w:rPr>
          <w:color w:val="000000" w:themeColor="text1"/>
        </w:rPr>
        <w:t xml:space="preserve"> dazu</w:t>
      </w:r>
      <w:r>
        <w:rPr>
          <w:color w:val="000000" w:themeColor="text1"/>
        </w:rPr>
        <w:t xml:space="preserve"> </w:t>
      </w:r>
      <w:r w:rsidR="00F24757">
        <w:rPr>
          <w:color w:val="000000" w:themeColor="text1"/>
        </w:rPr>
        <w:t xml:space="preserve">führen, dass nur die ersten </w:t>
      </w:r>
      <w:r w:rsidR="00D449E6">
        <w:rPr>
          <w:color w:val="000000" w:themeColor="text1"/>
        </w:rPr>
        <w:t>fünf</w:t>
      </w:r>
      <w:r w:rsidR="00F24757">
        <w:rPr>
          <w:color w:val="000000" w:themeColor="text1"/>
        </w:rPr>
        <w:t xml:space="preserve"> Datensätze ausgegeben werden. Sinnvoll ist diese Reduzierung häufig im Zusammenhang mit einer Sortierung</w:t>
      </w:r>
      <w:r w:rsidR="00296F2D">
        <w:rPr>
          <w:color w:val="000000" w:themeColor="text1"/>
        </w:rPr>
        <w:t xml:space="preserve">. So könnten </w:t>
      </w:r>
      <w:r w:rsidR="00F24757">
        <w:rPr>
          <w:color w:val="000000" w:themeColor="text1"/>
        </w:rPr>
        <w:t xml:space="preserve">z. B. die fünf ältesten Trainer </w:t>
      </w:r>
      <w:r w:rsidR="00296F2D">
        <w:rPr>
          <w:color w:val="000000" w:themeColor="text1"/>
        </w:rPr>
        <w:t>gefunden</w:t>
      </w:r>
      <w:r>
        <w:rPr>
          <w:color w:val="000000" w:themeColor="text1"/>
        </w:rPr>
        <w:t xml:space="preserve"> </w:t>
      </w:r>
      <w:r w:rsidR="00296F2D">
        <w:rPr>
          <w:color w:val="000000" w:themeColor="text1"/>
        </w:rPr>
        <w:t>werden</w:t>
      </w:r>
      <w:r>
        <w:rPr>
          <w:color w:val="000000" w:themeColor="text1"/>
        </w:rPr>
        <w:t>:</w:t>
      </w:r>
    </w:p>
    <w:p w14:paraId="7EE6ED93" w14:textId="34AA528B" w:rsidR="00F24757" w:rsidRDefault="00F24757" w:rsidP="00296F2D">
      <w:pPr>
        <w:pStyle w:val="Quellcode"/>
        <w:numPr>
          <w:ilvl w:val="0"/>
          <w:numId w:val="18"/>
        </w:numPr>
        <w:ind w:left="357" w:hanging="357"/>
      </w:pPr>
      <w:r w:rsidRPr="00296F2D">
        <w:rPr>
          <w:b/>
          <w:bCs/>
        </w:rPr>
        <w:t>SELECT</w:t>
      </w:r>
      <w:r>
        <w:t xml:space="preserve"> Vorname, Nachname, GebDatum</w:t>
      </w:r>
    </w:p>
    <w:p w14:paraId="5602C933" w14:textId="47DDBBCD" w:rsidR="00F24757" w:rsidRDefault="00F24757" w:rsidP="0066000F">
      <w:pPr>
        <w:pStyle w:val="Quellcode"/>
      </w:pPr>
      <w:r w:rsidRPr="00296F2D">
        <w:rPr>
          <w:b/>
          <w:bCs/>
        </w:rPr>
        <w:t>FROM</w:t>
      </w:r>
      <w:r>
        <w:t xml:space="preserve"> Trainer</w:t>
      </w:r>
    </w:p>
    <w:p w14:paraId="207A7686" w14:textId="236F791E" w:rsidR="00F24757" w:rsidRPr="00F24757" w:rsidRDefault="00F24757" w:rsidP="0066000F">
      <w:pPr>
        <w:pStyle w:val="Quellcode"/>
      </w:pPr>
      <w:r w:rsidRPr="00296F2D">
        <w:rPr>
          <w:b/>
          <w:bCs/>
        </w:rPr>
        <w:t>ORDER</w:t>
      </w:r>
      <w:r w:rsidRPr="00F24757">
        <w:t xml:space="preserve"> </w:t>
      </w:r>
      <w:r w:rsidRPr="00296F2D">
        <w:rPr>
          <w:b/>
          <w:bCs/>
        </w:rPr>
        <w:t>BY</w:t>
      </w:r>
      <w:r w:rsidRPr="00F24757">
        <w:t xml:space="preserve"> GebDatum a</w:t>
      </w:r>
      <w:r>
        <w:t>sc</w:t>
      </w:r>
    </w:p>
    <w:p w14:paraId="1ED7520F" w14:textId="099CFEEB" w:rsidR="00F24757" w:rsidRDefault="00296F2D" w:rsidP="00D51596">
      <w:pPr>
        <w:pStyle w:val="Quellcode"/>
        <w:keepNext/>
      </w:pPr>
      <w:r w:rsidRPr="00296F2D">
        <w:rPr>
          <w:b/>
          <w:bCs/>
        </w:rPr>
        <w:t>LIMIT</w:t>
      </w:r>
      <w:r w:rsidRPr="00F24757">
        <w:t xml:space="preserve"> </w:t>
      </w:r>
      <w:r w:rsidR="00F24757" w:rsidRPr="00F24757">
        <w:t>5</w:t>
      </w:r>
    </w:p>
    <w:p w14:paraId="2D57A1AE" w14:textId="4CCA1C46" w:rsidR="00D51596" w:rsidRDefault="00D51596" w:rsidP="00D51596">
      <w:pPr>
        <w:pStyle w:val="UnterschriftINFSII"/>
      </w:pPr>
      <w:r>
        <w:t xml:space="preserve">Beispiel </w:t>
      </w:r>
      <w:fldSimple w:instr=" SEQ Beispiel \* ARABIC ">
        <w:r w:rsidR="00065AC6">
          <w:rPr>
            <w:noProof/>
          </w:rPr>
          <w:t>5</w:t>
        </w:r>
      </w:fldSimple>
    </w:p>
    <w:p w14:paraId="53E27FCD" w14:textId="76230D0E" w:rsidR="00F237AD" w:rsidRDefault="00BF55AC" w:rsidP="00BF55AC">
      <w:pPr>
        <w:rPr>
          <w:rFonts w:cstheme="minorHAnsi"/>
        </w:rPr>
      </w:pPr>
      <w:r w:rsidRPr="00CF405D">
        <w:rPr>
          <w:rFonts w:cstheme="minorHAnsi"/>
        </w:rPr>
        <w:lastRenderedPageBreak/>
        <w:t xml:space="preserve">Daten vom Datentyp </w:t>
      </w:r>
      <w:r w:rsidRPr="00CF405D">
        <w:rPr>
          <w:rFonts w:ascii="Courier New" w:hAnsi="Courier New" w:cs="Courier New"/>
        </w:rPr>
        <w:t>date</w:t>
      </w:r>
      <w:r w:rsidRPr="00CF405D">
        <w:rPr>
          <w:rFonts w:cstheme="minorHAnsi"/>
        </w:rPr>
        <w:t xml:space="preserve"> </w:t>
      </w:r>
      <w:r w:rsidR="00D449E6">
        <w:rPr>
          <w:rFonts w:cstheme="minorHAnsi"/>
        </w:rPr>
        <w:t xml:space="preserve">werden </w:t>
      </w:r>
      <w:r w:rsidR="00220297">
        <w:rPr>
          <w:rFonts w:cstheme="minorHAnsi"/>
        </w:rPr>
        <w:t xml:space="preserve">in der Regel </w:t>
      </w:r>
      <w:r w:rsidRPr="00CF405D">
        <w:rPr>
          <w:rFonts w:cstheme="minorHAnsi"/>
        </w:rPr>
        <w:t>nach dem Muster JJJJ</w:t>
      </w:r>
      <w:r>
        <w:rPr>
          <w:rFonts w:cstheme="minorHAnsi"/>
        </w:rPr>
        <w:t>-</w:t>
      </w:r>
      <w:r w:rsidRPr="00CF405D">
        <w:rPr>
          <w:rFonts w:cstheme="minorHAnsi"/>
        </w:rPr>
        <w:t>MM</w:t>
      </w:r>
      <w:r>
        <w:rPr>
          <w:rFonts w:cstheme="minorHAnsi"/>
        </w:rPr>
        <w:t>-</w:t>
      </w:r>
      <w:r w:rsidRPr="00CF405D">
        <w:rPr>
          <w:rFonts w:cstheme="minorHAnsi"/>
        </w:rPr>
        <w:t>TT</w:t>
      </w:r>
      <w:r>
        <w:rPr>
          <w:rFonts w:cstheme="minorHAnsi"/>
        </w:rPr>
        <w:t xml:space="preserve"> gespeichert</w:t>
      </w:r>
      <w:r w:rsidRPr="00CF405D">
        <w:rPr>
          <w:rFonts w:cstheme="minorHAnsi"/>
        </w:rPr>
        <w:t>. Aus dem Datum 18.01.</w:t>
      </w:r>
      <w:r>
        <w:rPr>
          <w:rFonts w:cstheme="minorHAnsi"/>
        </w:rPr>
        <w:t>2021</w:t>
      </w:r>
      <w:r w:rsidRPr="00CF405D">
        <w:rPr>
          <w:rFonts w:cstheme="minorHAnsi"/>
        </w:rPr>
        <w:t xml:space="preserve"> wird also de</w:t>
      </w:r>
      <w:r>
        <w:rPr>
          <w:rFonts w:cstheme="minorHAnsi"/>
        </w:rPr>
        <w:t>r</w:t>
      </w:r>
      <w:r w:rsidRPr="00CF405D">
        <w:rPr>
          <w:rFonts w:cstheme="minorHAnsi"/>
        </w:rPr>
        <w:t xml:space="preserve"> </w:t>
      </w:r>
      <w:r>
        <w:rPr>
          <w:rFonts w:cstheme="minorHAnsi"/>
        </w:rPr>
        <w:t>Wert</w:t>
      </w:r>
      <w:r w:rsidRPr="00CF405D">
        <w:rPr>
          <w:rFonts w:cstheme="minorHAnsi"/>
        </w:rPr>
        <w:t xml:space="preserve"> </w:t>
      </w:r>
      <w:r>
        <w:rPr>
          <w:rFonts w:cstheme="minorHAnsi"/>
        </w:rPr>
        <w:t>2021-</w:t>
      </w:r>
      <w:r w:rsidRPr="00CF405D">
        <w:rPr>
          <w:rFonts w:cstheme="minorHAnsi"/>
        </w:rPr>
        <w:t>01</w:t>
      </w:r>
      <w:r>
        <w:rPr>
          <w:rFonts w:cstheme="minorHAnsi"/>
        </w:rPr>
        <w:t>-</w:t>
      </w:r>
      <w:r w:rsidRPr="00CF405D">
        <w:rPr>
          <w:rFonts w:cstheme="minorHAnsi"/>
        </w:rPr>
        <w:t>18.</w:t>
      </w:r>
      <w:r>
        <w:rPr>
          <w:rFonts w:cstheme="minorHAnsi"/>
        </w:rPr>
        <w:t xml:space="preserve"> Je nach Datenbanksystem ist die interne Verarbeitung unterschiedlich. SQLite</w:t>
      </w:r>
      <w:r w:rsidR="00D449E6">
        <w:rPr>
          <w:rFonts w:cstheme="minorHAnsi"/>
        </w:rPr>
        <w:t>-</w:t>
      </w:r>
      <w:r>
        <w:rPr>
          <w:rFonts w:cstheme="minorHAnsi"/>
        </w:rPr>
        <w:t>Datenbanken bilden das Datum wahlweise auf entsprechende Zeichenketten oder Ganzzahlen ab.</w:t>
      </w:r>
    </w:p>
    <w:p w14:paraId="50467EFC" w14:textId="46263BC3" w:rsidR="00F24757" w:rsidRDefault="00BF55AC" w:rsidP="00BF55AC">
      <w:pPr>
        <w:rPr>
          <w:color w:val="000000" w:themeColor="text1"/>
        </w:rPr>
      </w:pPr>
      <w:r>
        <w:rPr>
          <w:color w:val="000000" w:themeColor="text1"/>
        </w:rPr>
        <w:t>Je größer die einem Datum zugeordnete Zahl ist, desto länger liegt das Datum zurück. Da die Geburtsdaten in Beispiel 5 aufsteigend sortiert werden, enthalten die ersten 5 Datensätze die Personen mit dem am längsten zurückliegenden Geburtsdatum. Eine entsprechende Sortierung ergibt sich auch bei der internen Abbildung auf eine Zeichenkette</w:t>
      </w:r>
      <w:r w:rsidR="00296F2D">
        <w:rPr>
          <w:color w:val="000000" w:themeColor="text1"/>
        </w:rPr>
        <w:t>.</w:t>
      </w:r>
    </w:p>
    <w:p w14:paraId="371A9035" w14:textId="22369BA5" w:rsidR="0066000F" w:rsidRDefault="0066000F" w:rsidP="009900D3">
      <w:pPr>
        <w:rPr>
          <w:color w:val="000000" w:themeColor="text1"/>
        </w:rPr>
      </w:pPr>
      <w:r w:rsidRPr="0066000F">
        <w:rPr>
          <w:color w:val="000000" w:themeColor="text1"/>
        </w:rPr>
        <w:t xml:space="preserve">Die Befehle </w:t>
      </w:r>
      <w:r w:rsidRPr="00CF405D">
        <w:rPr>
          <w:rFonts w:ascii="Courier New" w:hAnsi="Courier New" w:cs="Courier New"/>
          <w:color w:val="000000" w:themeColor="text1"/>
        </w:rPr>
        <w:t>WHERE</w:t>
      </w:r>
      <w:r w:rsidRPr="0066000F">
        <w:rPr>
          <w:color w:val="000000" w:themeColor="text1"/>
        </w:rPr>
        <w:t xml:space="preserve">, </w:t>
      </w:r>
      <w:r w:rsidRPr="00CF405D">
        <w:rPr>
          <w:rFonts w:ascii="Courier New" w:hAnsi="Courier New" w:cs="Courier New"/>
          <w:color w:val="000000" w:themeColor="text1"/>
        </w:rPr>
        <w:t>ORDER BY</w:t>
      </w:r>
      <w:r w:rsidRPr="0066000F">
        <w:rPr>
          <w:color w:val="000000" w:themeColor="text1"/>
        </w:rPr>
        <w:t xml:space="preserve"> und </w:t>
      </w:r>
      <w:r w:rsidRPr="00CF405D">
        <w:rPr>
          <w:rFonts w:ascii="Courier New" w:hAnsi="Courier New" w:cs="Courier New"/>
          <w:color w:val="000000" w:themeColor="text1"/>
        </w:rPr>
        <w:t>LIMIT</w:t>
      </w:r>
      <w:r w:rsidRPr="0066000F">
        <w:rPr>
          <w:color w:val="000000" w:themeColor="text1"/>
        </w:rPr>
        <w:t xml:space="preserve"> könne</w:t>
      </w:r>
      <w:r>
        <w:rPr>
          <w:color w:val="000000" w:themeColor="text1"/>
        </w:rPr>
        <w:t xml:space="preserve">n auch kombiniert werden. Wichtig ist, dass immer die </w:t>
      </w:r>
      <w:bookmarkStart w:id="9" w:name="_Hlk74643660"/>
      <w:r w:rsidR="00E57556">
        <w:rPr>
          <w:color w:val="000000" w:themeColor="text1"/>
        </w:rPr>
        <w:t xml:space="preserve">im SQL-Standard </w:t>
      </w:r>
      <w:r w:rsidR="0011776B">
        <w:rPr>
          <w:color w:val="000000" w:themeColor="text1"/>
        </w:rPr>
        <w:t>festgelegte</w:t>
      </w:r>
      <w:r>
        <w:rPr>
          <w:color w:val="000000" w:themeColor="text1"/>
        </w:rPr>
        <w:t xml:space="preserve"> </w:t>
      </w:r>
      <w:bookmarkEnd w:id="9"/>
      <w:r>
        <w:rPr>
          <w:color w:val="000000" w:themeColor="text1"/>
        </w:rPr>
        <w:t>Reihenfolge eingehalten wird:</w:t>
      </w:r>
    </w:p>
    <w:p w14:paraId="7F053293" w14:textId="77777777" w:rsidR="003D412E" w:rsidRPr="00E352C6" w:rsidRDefault="0066000F" w:rsidP="0066000F">
      <w:pPr>
        <w:pStyle w:val="Default"/>
        <w:rPr>
          <w:b/>
          <w:bCs/>
          <w:color w:val="4E6B9E"/>
          <w:sz w:val="22"/>
          <w:szCs w:val="22"/>
          <w:lang w:val="en-US"/>
        </w:rPr>
      </w:pPr>
      <w:r w:rsidRPr="00E352C6">
        <w:rPr>
          <w:b/>
          <w:bCs/>
          <w:color w:val="4E6B9E"/>
          <w:sz w:val="22"/>
          <w:szCs w:val="22"/>
          <w:lang w:val="en-US"/>
        </w:rPr>
        <w:t xml:space="preserve">SELECT </w:t>
      </w:r>
      <w:r w:rsidR="003D412E" w:rsidRPr="00E352C6">
        <w:rPr>
          <w:b/>
          <w:bCs/>
          <w:color w:val="4E6B9E"/>
          <w:sz w:val="22"/>
          <w:szCs w:val="22"/>
          <w:lang w:val="en-US"/>
        </w:rPr>
        <w:t>…</w:t>
      </w:r>
    </w:p>
    <w:p w14:paraId="4146CCFF" w14:textId="420C4D00" w:rsidR="0066000F" w:rsidRPr="004847E9" w:rsidRDefault="0066000F" w:rsidP="0066000F">
      <w:pPr>
        <w:pStyle w:val="Default"/>
        <w:rPr>
          <w:color w:val="4E6B9E"/>
          <w:sz w:val="14"/>
          <w:szCs w:val="14"/>
          <w:lang w:val="en-US"/>
        </w:rPr>
      </w:pPr>
      <w:r w:rsidRPr="004847E9">
        <w:rPr>
          <w:b/>
          <w:bCs/>
          <w:color w:val="4E6B9E"/>
          <w:sz w:val="22"/>
          <w:szCs w:val="22"/>
          <w:lang w:val="en-US"/>
        </w:rPr>
        <w:t xml:space="preserve">FROM </w:t>
      </w:r>
      <w:r w:rsidR="003D412E" w:rsidRPr="004847E9">
        <w:rPr>
          <w:b/>
          <w:bCs/>
          <w:color w:val="4E6B9E"/>
          <w:sz w:val="22"/>
          <w:szCs w:val="22"/>
          <w:lang w:val="en-US"/>
        </w:rPr>
        <w:t>…</w:t>
      </w:r>
    </w:p>
    <w:p w14:paraId="54333790" w14:textId="6F67E99D" w:rsidR="0066000F" w:rsidRPr="004847E9" w:rsidRDefault="0066000F" w:rsidP="0066000F">
      <w:pPr>
        <w:pStyle w:val="Quellcode"/>
        <w:numPr>
          <w:ilvl w:val="0"/>
          <w:numId w:val="0"/>
        </w:numPr>
        <w:ind w:left="357" w:hanging="357"/>
        <w:rPr>
          <w:color w:val="4E6B9E"/>
          <w:sz w:val="22"/>
          <w:szCs w:val="22"/>
        </w:rPr>
      </w:pPr>
      <w:r w:rsidRPr="004847E9">
        <w:rPr>
          <w:b/>
          <w:bCs/>
          <w:color w:val="4E6B9E"/>
          <w:sz w:val="22"/>
          <w:szCs w:val="22"/>
        </w:rPr>
        <w:t xml:space="preserve">WHERE </w:t>
      </w:r>
      <w:r w:rsidR="003D412E" w:rsidRPr="004847E9">
        <w:rPr>
          <w:b/>
          <w:bCs/>
          <w:color w:val="4E6B9E"/>
          <w:sz w:val="22"/>
          <w:szCs w:val="22"/>
        </w:rPr>
        <w:t>…</w:t>
      </w:r>
    </w:p>
    <w:p w14:paraId="61E2672C" w14:textId="0DC1F22D" w:rsidR="0066000F" w:rsidRPr="004847E9" w:rsidRDefault="0066000F" w:rsidP="0066000F">
      <w:pPr>
        <w:pStyle w:val="Default"/>
        <w:rPr>
          <w:color w:val="4E6B9E"/>
          <w:sz w:val="22"/>
          <w:szCs w:val="22"/>
          <w:lang w:val="en-US"/>
        </w:rPr>
      </w:pPr>
      <w:r w:rsidRPr="004847E9">
        <w:rPr>
          <w:b/>
          <w:bCs/>
          <w:color w:val="4E6B9E"/>
          <w:sz w:val="22"/>
          <w:szCs w:val="22"/>
          <w:lang w:val="en-US"/>
        </w:rPr>
        <w:t xml:space="preserve">ORDER BY </w:t>
      </w:r>
      <w:r w:rsidR="003D412E" w:rsidRPr="004847E9">
        <w:rPr>
          <w:b/>
          <w:bCs/>
          <w:color w:val="4E6B9E"/>
          <w:sz w:val="22"/>
          <w:szCs w:val="22"/>
          <w:lang w:val="en-US"/>
        </w:rPr>
        <w:t>…</w:t>
      </w:r>
    </w:p>
    <w:p w14:paraId="6C4385F2" w14:textId="641FD425" w:rsidR="0066000F" w:rsidRPr="00E352C6" w:rsidRDefault="0066000F" w:rsidP="003D412E">
      <w:pPr>
        <w:pStyle w:val="Quellcode"/>
        <w:numPr>
          <w:ilvl w:val="0"/>
          <w:numId w:val="0"/>
        </w:numPr>
        <w:spacing w:after="120"/>
        <w:ind w:left="357" w:hanging="357"/>
        <w:rPr>
          <w:color w:val="4E6B9E"/>
          <w:lang w:val="de-DE"/>
        </w:rPr>
      </w:pPr>
      <w:r w:rsidRPr="00E352C6">
        <w:rPr>
          <w:b/>
          <w:bCs/>
          <w:color w:val="4E6B9E"/>
          <w:sz w:val="22"/>
          <w:szCs w:val="22"/>
          <w:lang w:val="de-DE"/>
        </w:rPr>
        <w:t xml:space="preserve">LIMIT </w:t>
      </w:r>
      <w:r w:rsidR="003D412E" w:rsidRPr="00E352C6">
        <w:rPr>
          <w:b/>
          <w:bCs/>
          <w:color w:val="4E6B9E"/>
          <w:sz w:val="22"/>
          <w:szCs w:val="22"/>
          <w:lang w:val="de-DE"/>
        </w:rPr>
        <w:t>…</w:t>
      </w:r>
    </w:p>
    <w:p w14:paraId="1C8FBE23" w14:textId="4F6E3427" w:rsidR="00CF405D" w:rsidRPr="00A76595" w:rsidRDefault="00CF405D" w:rsidP="00220297">
      <w:pPr>
        <w:spacing w:after="0"/>
        <w:rPr>
          <w:color w:val="000000" w:themeColor="text1"/>
        </w:rPr>
      </w:pPr>
      <w:r w:rsidRPr="00AF4FAC">
        <w:rPr>
          <w:b/>
          <w:bCs/>
          <w:color w:val="000000" w:themeColor="text1"/>
        </w:rPr>
        <w:t>Aufgabe 1</w:t>
      </w:r>
      <w:r w:rsidR="00015CDA">
        <w:rPr>
          <w:b/>
          <w:bCs/>
          <w:color w:val="000000" w:themeColor="text1"/>
        </w:rPr>
        <w:t>3</w:t>
      </w:r>
      <w:r w:rsidRPr="00AF4FAC">
        <w:rPr>
          <w:b/>
          <w:bCs/>
          <w:color w:val="000000" w:themeColor="text1"/>
        </w:rPr>
        <w:t>:</w:t>
      </w:r>
      <w:r>
        <w:rPr>
          <w:color w:val="000000" w:themeColor="text1"/>
        </w:rPr>
        <w:t xml:space="preserve"> Formulieren Sie geeignete SQL-Anfrage</w:t>
      </w:r>
      <w:r w:rsidR="00AF4FAC">
        <w:rPr>
          <w:color w:val="000000" w:themeColor="text1"/>
        </w:rPr>
        <w:t>n</w:t>
      </w:r>
      <w:r>
        <w:rPr>
          <w:color w:val="000000" w:themeColor="text1"/>
        </w:rPr>
        <w:t xml:space="preserve"> für die Datenbank </w:t>
      </w:r>
      <w:r w:rsidR="00B61279">
        <w:rPr>
          <w:i/>
          <w:iCs/>
          <w:color w:val="000000" w:themeColor="text1"/>
        </w:rPr>
        <w:t>Oberstufe</w:t>
      </w:r>
      <w:r w:rsidR="00A76595">
        <w:rPr>
          <w:color w:val="000000" w:themeColor="text1"/>
        </w:rPr>
        <w:t>.</w:t>
      </w:r>
    </w:p>
    <w:p w14:paraId="0F964F9E" w14:textId="1B7AB18B" w:rsidR="00CF405D" w:rsidRDefault="00ED522A" w:rsidP="00CF584B">
      <w:pPr>
        <w:pStyle w:val="Listenabsatz"/>
        <w:numPr>
          <w:ilvl w:val="0"/>
          <w:numId w:val="19"/>
        </w:numPr>
        <w:rPr>
          <w:color w:val="000000" w:themeColor="text1"/>
        </w:rPr>
      </w:pPr>
      <w:r>
        <w:rPr>
          <w:color w:val="000000" w:themeColor="text1"/>
        </w:rPr>
        <w:t>Gesucht sind alle Schüler katholischer Konfession</w:t>
      </w:r>
      <w:r w:rsidR="00A76595">
        <w:rPr>
          <w:color w:val="000000" w:themeColor="text1"/>
        </w:rPr>
        <w:t>, sortiert nach den Nachnamen</w:t>
      </w:r>
      <w:r w:rsidR="00AF4FAC">
        <w:rPr>
          <w:color w:val="000000" w:themeColor="text1"/>
        </w:rPr>
        <w:t>.</w:t>
      </w:r>
    </w:p>
    <w:p w14:paraId="32228D6D" w14:textId="681D2FCE" w:rsidR="00ED522A" w:rsidRDefault="00ED522A" w:rsidP="00CF584B">
      <w:pPr>
        <w:pStyle w:val="Listenabsatz"/>
        <w:numPr>
          <w:ilvl w:val="0"/>
          <w:numId w:val="19"/>
        </w:numPr>
        <w:rPr>
          <w:color w:val="000000" w:themeColor="text1"/>
        </w:rPr>
      </w:pPr>
      <w:r>
        <w:rPr>
          <w:color w:val="000000" w:themeColor="text1"/>
        </w:rPr>
        <w:t>Gesucht sind alle Schüler, die nach dem 31.12.</w:t>
      </w:r>
      <w:r w:rsidR="00B61279">
        <w:rPr>
          <w:color w:val="000000" w:themeColor="text1"/>
        </w:rPr>
        <w:t>2000</w:t>
      </w:r>
      <w:r>
        <w:rPr>
          <w:color w:val="000000" w:themeColor="text1"/>
        </w:rPr>
        <w:t xml:space="preserve"> geboren wurden.</w:t>
      </w:r>
      <w:r w:rsidR="00B61279">
        <w:rPr>
          <w:color w:val="000000" w:themeColor="text1"/>
        </w:rPr>
        <w:t xml:space="preserve"> (Die Datenbank </w:t>
      </w:r>
      <w:r w:rsidR="00B61279" w:rsidRPr="00B61279">
        <w:rPr>
          <w:i/>
          <w:iCs/>
          <w:color w:val="000000" w:themeColor="text1"/>
        </w:rPr>
        <w:t>Oberstufe</w:t>
      </w:r>
      <w:r w:rsidR="00B61279">
        <w:rPr>
          <w:color w:val="000000" w:themeColor="text1"/>
        </w:rPr>
        <w:t xml:space="preserve"> </w:t>
      </w:r>
      <w:r w:rsidR="00220297">
        <w:rPr>
          <w:color w:val="000000" w:themeColor="text1"/>
        </w:rPr>
        <w:t>speichert</w:t>
      </w:r>
      <w:r w:rsidR="00B61279">
        <w:rPr>
          <w:color w:val="000000" w:themeColor="text1"/>
        </w:rPr>
        <w:t xml:space="preserve"> die Datumsangaben als Zeichenkette.)</w:t>
      </w:r>
    </w:p>
    <w:p w14:paraId="3FB166A1" w14:textId="7A79E806" w:rsidR="00ED522A" w:rsidRPr="00AF4FAC" w:rsidRDefault="00AF4FAC" w:rsidP="00CF584B">
      <w:pPr>
        <w:pStyle w:val="Listenabsatz"/>
        <w:numPr>
          <w:ilvl w:val="0"/>
          <w:numId w:val="19"/>
        </w:numPr>
        <w:rPr>
          <w:color w:val="000000" w:themeColor="text1"/>
        </w:rPr>
      </w:pPr>
      <w:r>
        <w:rPr>
          <w:color w:val="000000" w:themeColor="text1"/>
        </w:rPr>
        <w:t>Gesucht sind die Kursnummern und Themen alle</w:t>
      </w:r>
      <w:r w:rsidR="0011776B">
        <w:rPr>
          <w:color w:val="000000" w:themeColor="text1"/>
        </w:rPr>
        <w:t>r</w:t>
      </w:r>
      <w:r>
        <w:rPr>
          <w:color w:val="000000" w:themeColor="text1"/>
        </w:rPr>
        <w:t xml:space="preserve"> Deutschkurse. Die Kursnummern der </w:t>
      </w:r>
      <w:r w:rsidRPr="00AF4FAC">
        <w:rPr>
          <w:rFonts w:cstheme="minorHAnsi"/>
          <w:color w:val="000000" w:themeColor="text1"/>
        </w:rPr>
        <w:t xml:space="preserve">Deutschkurse beginnen alle mit </w:t>
      </w:r>
      <w:r w:rsidRPr="00AF4FAC">
        <w:rPr>
          <w:rFonts w:cstheme="minorHAnsi"/>
        </w:rPr>
        <w:t>'d</w:t>
      </w:r>
      <w:r w:rsidRPr="00AF4FAC">
        <w:rPr>
          <w:rFonts w:cstheme="minorHAnsi"/>
          <w:color w:val="000000" w:themeColor="text1"/>
        </w:rPr>
        <w:t>t</w:t>
      </w:r>
      <w:r w:rsidRPr="00AF4FAC">
        <w:rPr>
          <w:rFonts w:cstheme="minorHAnsi"/>
        </w:rPr>
        <w:t>'</w:t>
      </w:r>
      <w:r w:rsidRPr="00AF4FAC">
        <w:rPr>
          <w:rFonts w:cstheme="minorHAnsi"/>
          <w:color w:val="000000" w:themeColor="text1"/>
        </w:rPr>
        <w:t xml:space="preserve"> bzw. </w:t>
      </w:r>
      <w:r w:rsidRPr="00AF4FAC">
        <w:rPr>
          <w:rFonts w:cstheme="minorHAnsi"/>
        </w:rPr>
        <w:t>'Dt'</w:t>
      </w:r>
      <w:r w:rsidR="0011776B">
        <w:rPr>
          <w:rFonts w:cstheme="minorHAnsi"/>
        </w:rPr>
        <w:t>.</w:t>
      </w:r>
    </w:p>
    <w:p w14:paraId="01CB71A2" w14:textId="6C7D081D" w:rsidR="00AF4FAC" w:rsidRPr="00A76595" w:rsidRDefault="00AF4FAC" w:rsidP="00CF584B">
      <w:pPr>
        <w:pStyle w:val="Listenabsatz"/>
        <w:numPr>
          <w:ilvl w:val="0"/>
          <w:numId w:val="19"/>
        </w:numPr>
        <w:spacing w:after="120"/>
        <w:rPr>
          <w:rFonts w:cstheme="minorHAnsi"/>
          <w:color w:val="000000" w:themeColor="text1"/>
        </w:rPr>
      </w:pPr>
      <w:r w:rsidRPr="00AF4FAC">
        <w:rPr>
          <w:rFonts w:cstheme="minorHAnsi"/>
        </w:rPr>
        <w:t>Gesucht sind alle Kursthemen, die den Begriff „Gesellschaft“ enthalten</w:t>
      </w:r>
      <w:r>
        <w:rPr>
          <w:rFonts w:cstheme="minorHAnsi"/>
        </w:rPr>
        <w:t xml:space="preserve"> und im Grundkurs (kursart </w:t>
      </w:r>
      <w:r w:rsidRPr="00AF4FAC">
        <w:rPr>
          <w:rFonts w:cstheme="minorHAnsi"/>
        </w:rPr>
        <w:t>'</w:t>
      </w:r>
      <w:r>
        <w:rPr>
          <w:rFonts w:cstheme="minorHAnsi"/>
        </w:rPr>
        <w:t>g</w:t>
      </w:r>
      <w:r w:rsidRPr="00AF4FAC">
        <w:rPr>
          <w:rFonts w:cstheme="minorHAnsi"/>
        </w:rPr>
        <w:t>'</w:t>
      </w:r>
      <w:r>
        <w:rPr>
          <w:rFonts w:cstheme="minorHAnsi"/>
        </w:rPr>
        <w:t>) angeboten werden.</w:t>
      </w:r>
    </w:p>
    <w:p w14:paraId="13AD3068" w14:textId="2109624B" w:rsidR="00A76595" w:rsidRPr="00063C6C" w:rsidRDefault="00A76595" w:rsidP="00A76595">
      <w:pPr>
        <w:pStyle w:val="Listenabsatz"/>
        <w:numPr>
          <w:ilvl w:val="0"/>
          <w:numId w:val="19"/>
        </w:numPr>
        <w:spacing w:after="120"/>
      </w:pPr>
      <w:r>
        <w:rPr>
          <w:rFonts w:cstheme="minorHAnsi"/>
          <w:color w:val="000000" w:themeColor="text1"/>
        </w:rPr>
        <w:t>Gesucht sind die drei jüngsten Schüler.</w:t>
      </w:r>
    </w:p>
    <w:p w14:paraId="6E7FCFA8" w14:textId="1ED4D75D" w:rsidR="00063C6C" w:rsidRDefault="00063C6C" w:rsidP="0098419D">
      <w:pPr>
        <w:spacing w:after="120"/>
        <w:rPr>
          <w:color w:val="000000" w:themeColor="text1"/>
        </w:rPr>
      </w:pPr>
      <w:r w:rsidRPr="00063C6C">
        <w:rPr>
          <w:b/>
          <w:bCs/>
          <w:color w:val="000000" w:themeColor="text1"/>
        </w:rPr>
        <w:t>Aufgabe 1</w:t>
      </w:r>
      <w:r>
        <w:rPr>
          <w:b/>
          <w:bCs/>
          <w:color w:val="000000" w:themeColor="text1"/>
        </w:rPr>
        <w:t>4</w:t>
      </w:r>
      <w:r w:rsidRPr="00063C6C">
        <w:rPr>
          <w:b/>
          <w:bCs/>
          <w:color w:val="000000" w:themeColor="text1"/>
        </w:rPr>
        <w:t>:</w:t>
      </w:r>
      <w:r w:rsidRPr="00063C6C">
        <w:rPr>
          <w:color w:val="000000" w:themeColor="text1"/>
        </w:rPr>
        <w:t xml:space="preserve"> Begründen Sie, warum es für das in Abbildung 4 dargestellte </w:t>
      </w:r>
      <w:r w:rsidR="00220297">
        <w:rPr>
          <w:color w:val="000000" w:themeColor="text1"/>
        </w:rPr>
        <w:t>relationale S</w:t>
      </w:r>
      <w:r w:rsidRPr="00063C6C">
        <w:rPr>
          <w:color w:val="000000" w:themeColor="text1"/>
        </w:rPr>
        <w:t>chema der Datenbank des TSV Fitstadt schwierig ist, eine Liste aller weiblichen Mitglieder auszugeben.</w:t>
      </w:r>
    </w:p>
    <w:p w14:paraId="402D0683" w14:textId="2737C7D4" w:rsidR="00631B01" w:rsidRDefault="00631B01" w:rsidP="0098419D">
      <w:pPr>
        <w:spacing w:after="120"/>
      </w:pPr>
      <w:r w:rsidRPr="0098419D">
        <w:rPr>
          <w:b/>
          <w:bCs/>
          <w:color w:val="4E6B9E"/>
        </w:rPr>
        <w:t>Vorsicht</w:t>
      </w:r>
      <w:r>
        <w:rPr>
          <w:color w:val="000000" w:themeColor="text1"/>
        </w:rPr>
        <w:t xml:space="preserve">: </w:t>
      </w:r>
      <w:r>
        <w:t xml:space="preserve">Beim Verknüpfen mehrerer Bedindungen mit </w:t>
      </w:r>
      <w:r w:rsidRPr="00631B01">
        <w:rPr>
          <w:rFonts w:ascii="Courier New" w:hAnsi="Courier New" w:cs="Courier New"/>
        </w:rPr>
        <w:t>AND</w:t>
      </w:r>
      <w:r>
        <w:t xml:space="preserve"> bzw. </w:t>
      </w:r>
      <w:r w:rsidRPr="00631B01">
        <w:rPr>
          <w:rFonts w:ascii="Courier New" w:hAnsi="Courier New" w:cs="Courier New"/>
        </w:rPr>
        <w:t>OR</w:t>
      </w:r>
      <w:r>
        <w:t xml:space="preserve"> ist zu beachten, dass </w:t>
      </w:r>
      <w:r w:rsidRPr="00631B01">
        <w:rPr>
          <w:rFonts w:ascii="Courier New" w:hAnsi="Courier New" w:cs="Courier New"/>
        </w:rPr>
        <w:t>AND</w:t>
      </w:r>
      <w:r>
        <w:t xml:space="preserve"> stärker bindet als </w:t>
      </w:r>
      <w:r w:rsidRPr="00631B01">
        <w:rPr>
          <w:rFonts w:ascii="Courier New" w:hAnsi="Courier New" w:cs="Courier New"/>
        </w:rPr>
        <w:t>OR</w:t>
      </w:r>
      <w:r>
        <w:t xml:space="preserve">, das heißt die </w:t>
      </w:r>
      <w:r w:rsidRPr="00631B01">
        <w:rPr>
          <w:rFonts w:ascii="Courier New" w:hAnsi="Courier New" w:cs="Courier New"/>
        </w:rPr>
        <w:t>AND</w:t>
      </w:r>
      <w:r>
        <w:t xml:space="preserve">-Verknüpfung wir immer zuerst ausgewertet. Das ist vergleichbar mit der Punkt vor Strich-Regel beim Auswerten von Rechentermen. Soll hingegen die </w:t>
      </w:r>
      <w:r w:rsidRPr="00631B01">
        <w:rPr>
          <w:rFonts w:ascii="Courier New" w:hAnsi="Courier New" w:cs="Courier New"/>
        </w:rPr>
        <w:t>OR</w:t>
      </w:r>
      <w:r>
        <w:t>-Verknüpfung zuerst ausgewertet werden, muss diese in runden Klammern stehen.</w:t>
      </w:r>
    </w:p>
    <w:p w14:paraId="7EF6799D" w14:textId="77777777" w:rsidR="00631B01" w:rsidRDefault="00631B01" w:rsidP="0098419D">
      <w:pPr>
        <w:spacing w:after="0"/>
      </w:pPr>
      <w:bookmarkStart w:id="10" w:name="_Hlk212663853"/>
      <w:r w:rsidRPr="00631B01">
        <w:rPr>
          <w:b/>
          <w:bCs/>
        </w:rPr>
        <w:t>Aufgabe 15:</w:t>
      </w:r>
      <w:r>
        <w:t xml:space="preserve"> </w:t>
      </w:r>
    </w:p>
    <w:p w14:paraId="079695E3" w14:textId="6E400052" w:rsidR="00631B01" w:rsidRDefault="00631B01" w:rsidP="0098419D">
      <w:pPr>
        <w:pStyle w:val="Listenabsatz"/>
        <w:numPr>
          <w:ilvl w:val="0"/>
          <w:numId w:val="44"/>
        </w:numPr>
      </w:pPr>
      <w:r>
        <w:t>Erläutern Sie den Unterschied zwischen den beiden folgenden SQL-Anfragen.</w:t>
      </w:r>
    </w:p>
    <w:p w14:paraId="749DA085" w14:textId="77777777" w:rsidR="00631B01" w:rsidRDefault="00631B01" w:rsidP="00105A96">
      <w:pPr>
        <w:pStyle w:val="Quellcode"/>
        <w:numPr>
          <w:ilvl w:val="0"/>
          <w:numId w:val="42"/>
        </w:numPr>
        <w:ind w:left="567" w:hanging="283"/>
      </w:pPr>
      <w:r w:rsidRPr="00631B01">
        <w:rPr>
          <w:b/>
          <w:bCs/>
        </w:rPr>
        <w:t>SELECT</w:t>
      </w:r>
      <w:r>
        <w:t xml:space="preserve"> *</w:t>
      </w:r>
    </w:p>
    <w:p w14:paraId="5E24145D" w14:textId="77777777" w:rsidR="00631B01" w:rsidRDefault="00631B01" w:rsidP="00105A96">
      <w:pPr>
        <w:pStyle w:val="Quellcode"/>
        <w:ind w:left="567" w:hanging="283"/>
      </w:pPr>
      <w:r w:rsidRPr="007E0710">
        <w:rPr>
          <w:b/>
          <w:bCs/>
        </w:rPr>
        <w:t>FROM</w:t>
      </w:r>
      <w:r>
        <w:t xml:space="preserve"> Kurs</w:t>
      </w:r>
    </w:p>
    <w:p w14:paraId="6822DA34" w14:textId="65C39AC6" w:rsidR="0098419D" w:rsidRDefault="00631B01" w:rsidP="00105A96">
      <w:pPr>
        <w:pStyle w:val="Quellcode"/>
        <w:spacing w:after="120"/>
        <w:ind w:left="567" w:hanging="283"/>
        <w:contextualSpacing w:val="0"/>
      </w:pPr>
      <w:r w:rsidRPr="00105A96">
        <w:rPr>
          <w:b/>
          <w:bCs/>
        </w:rPr>
        <w:t>WHERE</w:t>
      </w:r>
      <w:r>
        <w:t xml:space="preserve"> Sportstaette = 'Sporthalle 1' </w:t>
      </w:r>
      <w:r w:rsidRPr="00105A96">
        <w:rPr>
          <w:b/>
          <w:bCs/>
        </w:rPr>
        <w:t>OR</w:t>
      </w:r>
      <w:r>
        <w:t xml:space="preserve"> Sportstaette = </w:t>
      </w:r>
      <w:r w:rsidRPr="00F24757">
        <w:t>'</w:t>
      </w:r>
      <w:r>
        <w:t>Sporthalle 2</w:t>
      </w:r>
      <w:r w:rsidRPr="00F24757">
        <w:t>'</w:t>
      </w:r>
      <w:r>
        <w:t xml:space="preserve"> </w:t>
      </w:r>
      <w:r>
        <w:br/>
      </w:r>
      <w:r w:rsidRPr="00105A96">
        <w:rPr>
          <w:b/>
          <w:bCs/>
        </w:rPr>
        <w:t xml:space="preserve">      AND</w:t>
      </w:r>
      <w:r>
        <w:t xml:space="preserve"> Dauer &gt; 60;</w:t>
      </w:r>
    </w:p>
    <w:p w14:paraId="3E5DB4F6" w14:textId="77777777" w:rsidR="00631B01" w:rsidRDefault="00631B01" w:rsidP="00105A96">
      <w:pPr>
        <w:pStyle w:val="Quellcode"/>
        <w:numPr>
          <w:ilvl w:val="0"/>
          <w:numId w:val="43"/>
        </w:numPr>
        <w:ind w:left="567" w:hanging="283"/>
        <w:contextualSpacing w:val="0"/>
      </w:pPr>
      <w:r w:rsidRPr="00631B01">
        <w:rPr>
          <w:b/>
          <w:bCs/>
        </w:rPr>
        <w:t>SELECT</w:t>
      </w:r>
      <w:r>
        <w:t xml:space="preserve"> *</w:t>
      </w:r>
    </w:p>
    <w:p w14:paraId="2BF4276C" w14:textId="77777777" w:rsidR="00631B01" w:rsidRDefault="00631B01" w:rsidP="00105A96">
      <w:pPr>
        <w:pStyle w:val="Quellcode"/>
        <w:ind w:left="567" w:hanging="283"/>
      </w:pPr>
      <w:r w:rsidRPr="007E0710">
        <w:rPr>
          <w:b/>
          <w:bCs/>
        </w:rPr>
        <w:t>FROM</w:t>
      </w:r>
      <w:r>
        <w:t xml:space="preserve"> Kurs</w:t>
      </w:r>
    </w:p>
    <w:p w14:paraId="50991CD8" w14:textId="6274700C" w:rsidR="00631B01" w:rsidRDefault="00631B01" w:rsidP="00105A96">
      <w:pPr>
        <w:pStyle w:val="Quellcode"/>
        <w:keepNext/>
        <w:spacing w:after="120"/>
        <w:ind w:left="567" w:hanging="283"/>
      </w:pPr>
      <w:r w:rsidRPr="007E0710">
        <w:rPr>
          <w:b/>
          <w:bCs/>
        </w:rPr>
        <w:t>WHERE</w:t>
      </w:r>
      <w:r>
        <w:t xml:space="preserve"> (Sportstaette = 'Sporthalle 1' </w:t>
      </w:r>
      <w:r w:rsidRPr="00631B01">
        <w:rPr>
          <w:b/>
          <w:bCs/>
        </w:rPr>
        <w:t>OR</w:t>
      </w:r>
      <w:r>
        <w:t xml:space="preserve"> Sportstaette = </w:t>
      </w:r>
      <w:r w:rsidRPr="00F24757">
        <w:t>'</w:t>
      </w:r>
      <w:r>
        <w:t>Sporthalle 2</w:t>
      </w:r>
      <w:r w:rsidRPr="00F24757">
        <w:t>'</w:t>
      </w:r>
      <w:r>
        <w:t xml:space="preserve">) </w:t>
      </w:r>
      <w:r>
        <w:br/>
      </w:r>
      <w:r>
        <w:rPr>
          <w:b/>
          <w:bCs/>
        </w:rPr>
        <w:t xml:space="preserve">      </w:t>
      </w:r>
      <w:r w:rsidRPr="007E0710">
        <w:rPr>
          <w:b/>
          <w:bCs/>
        </w:rPr>
        <w:t>AND</w:t>
      </w:r>
      <w:r>
        <w:t xml:space="preserve"> Dauer &gt; 60;</w:t>
      </w:r>
    </w:p>
    <w:p w14:paraId="3F85370C" w14:textId="004E2ACF" w:rsidR="00631B01" w:rsidRPr="0098419D" w:rsidRDefault="0098419D" w:rsidP="0098419D">
      <w:pPr>
        <w:pStyle w:val="Listenabsatz"/>
        <w:numPr>
          <w:ilvl w:val="0"/>
          <w:numId w:val="44"/>
        </w:numPr>
        <w:spacing w:after="160"/>
      </w:pPr>
      <w:r w:rsidRPr="0098419D">
        <w:t>Formulieren Sie eine SQL-A</w:t>
      </w:r>
      <w:r>
        <w:t xml:space="preserve">nfrage für die Datenbank </w:t>
      </w:r>
      <w:r w:rsidRPr="0098419D">
        <w:rPr>
          <w:i/>
          <w:iCs/>
        </w:rPr>
        <w:t>Oberstufe</w:t>
      </w:r>
      <w:r>
        <w:t xml:space="preserve">, die </w:t>
      </w:r>
      <w:r w:rsidRPr="00AF4FAC">
        <w:rPr>
          <w:rFonts w:cstheme="minorHAnsi"/>
        </w:rPr>
        <w:t>alle Kursthemen</w:t>
      </w:r>
      <w:r>
        <w:rPr>
          <w:rFonts w:cstheme="minorHAnsi"/>
        </w:rPr>
        <w:t xml:space="preserve"> ausgibt</w:t>
      </w:r>
      <w:r w:rsidRPr="00AF4FAC">
        <w:rPr>
          <w:rFonts w:cstheme="minorHAnsi"/>
        </w:rPr>
        <w:t xml:space="preserve">, die den Begriff „Gesellschaft“ </w:t>
      </w:r>
      <w:r>
        <w:rPr>
          <w:rFonts w:cstheme="minorHAnsi"/>
        </w:rPr>
        <w:t xml:space="preserve">oder </w:t>
      </w:r>
      <w:r w:rsidR="00105A96" w:rsidRPr="00AF4FAC">
        <w:rPr>
          <w:rFonts w:cstheme="minorHAnsi"/>
        </w:rPr>
        <w:t>„</w:t>
      </w:r>
      <w:r>
        <w:rPr>
          <w:rFonts w:cstheme="minorHAnsi"/>
        </w:rPr>
        <w:t>Demokratie</w:t>
      </w:r>
      <w:r w:rsidR="00105A96" w:rsidRPr="00AF4FAC">
        <w:rPr>
          <w:rFonts w:cstheme="minorHAnsi"/>
        </w:rPr>
        <w:t>“</w:t>
      </w:r>
      <w:r>
        <w:rPr>
          <w:rFonts w:cstheme="minorHAnsi"/>
        </w:rPr>
        <w:t xml:space="preserve"> </w:t>
      </w:r>
      <w:r w:rsidRPr="00AF4FAC">
        <w:rPr>
          <w:rFonts w:cstheme="minorHAnsi"/>
        </w:rPr>
        <w:t>enthalten</w:t>
      </w:r>
      <w:r>
        <w:rPr>
          <w:rFonts w:cstheme="minorHAnsi"/>
        </w:rPr>
        <w:t xml:space="preserve"> und im Grundkurs angeboten werden.</w:t>
      </w:r>
      <w:bookmarkEnd w:id="10"/>
    </w:p>
    <w:p w14:paraId="76509533" w14:textId="70C508E4" w:rsidR="0035608E" w:rsidRPr="00032486" w:rsidRDefault="00AF4FAC" w:rsidP="00AF4FAC">
      <w:pPr>
        <w:pStyle w:val="berschrift3"/>
        <w:rPr>
          <w:b/>
          <w:bCs/>
        </w:rPr>
      </w:pPr>
      <w:bookmarkStart w:id="11" w:name="_Hlk74217455"/>
      <w:r w:rsidRPr="00032486">
        <w:rPr>
          <w:b/>
          <w:bCs/>
        </w:rPr>
        <w:lastRenderedPageBreak/>
        <w:t>Berechnungen mithilfe</w:t>
      </w:r>
      <w:r w:rsidR="0035608E" w:rsidRPr="00032486">
        <w:rPr>
          <w:b/>
          <w:bCs/>
        </w:rPr>
        <w:t xml:space="preserve"> von Aggregatfunktionen</w:t>
      </w:r>
    </w:p>
    <w:bookmarkEnd w:id="11"/>
    <w:p w14:paraId="2BA8CC28" w14:textId="34125C49" w:rsidR="0035608E" w:rsidRDefault="00AF4FAC" w:rsidP="009900D3">
      <w:pPr>
        <w:rPr>
          <w:color w:val="000000" w:themeColor="text1"/>
        </w:rPr>
      </w:pPr>
      <w:r>
        <w:rPr>
          <w:color w:val="000000" w:themeColor="text1"/>
        </w:rPr>
        <w:t>H</w:t>
      </w:r>
      <w:r w:rsidR="0035608E">
        <w:rPr>
          <w:color w:val="000000" w:themeColor="text1"/>
        </w:rPr>
        <w:t xml:space="preserve">inter </w:t>
      </w:r>
      <w:r w:rsidR="0035608E" w:rsidRPr="00220297">
        <w:rPr>
          <w:rFonts w:ascii="Courier New" w:hAnsi="Courier New" w:cs="Courier New"/>
          <w:color w:val="000000" w:themeColor="text1"/>
        </w:rPr>
        <w:t>SELECT</w:t>
      </w:r>
      <w:r w:rsidR="0035608E">
        <w:rPr>
          <w:color w:val="000000" w:themeColor="text1"/>
        </w:rPr>
        <w:t xml:space="preserve"> können nicht nur Attribute, sondern auch Rechenoperationen angegeben werden, die auf den Werten einer Spalte ausgeführt werden sollen. Diese Operationen werden als </w:t>
      </w:r>
      <w:r w:rsidR="0035608E" w:rsidRPr="003D412E">
        <w:rPr>
          <w:b/>
          <w:bCs/>
          <w:color w:val="4E6B9E"/>
        </w:rPr>
        <w:t>Aggregatfunktionen</w:t>
      </w:r>
      <w:r w:rsidR="0035608E" w:rsidRPr="003D412E">
        <w:rPr>
          <w:color w:val="4E6B9E"/>
        </w:rPr>
        <w:t xml:space="preserve"> </w:t>
      </w:r>
      <w:r w:rsidR="0035608E">
        <w:rPr>
          <w:color w:val="000000" w:themeColor="text1"/>
        </w:rPr>
        <w:t>bezeichnet. Die folgenden Aggregatfunktionen stehen zur Verfügung:</w:t>
      </w:r>
    </w:p>
    <w:tbl>
      <w:tblPr>
        <w:tblStyle w:val="Gitternetztabelle4Akzent1"/>
        <w:tblW w:w="0" w:type="auto"/>
        <w:tblLook w:val="0420" w:firstRow="1" w:lastRow="0" w:firstColumn="0" w:lastColumn="0" w:noHBand="0" w:noVBand="1"/>
      </w:tblPr>
      <w:tblGrid>
        <w:gridCol w:w="1980"/>
        <w:gridCol w:w="4536"/>
      </w:tblGrid>
      <w:tr w:rsidR="0035608E" w14:paraId="4504D466" w14:textId="77777777" w:rsidTr="0098419D">
        <w:trPr>
          <w:cnfStyle w:val="100000000000" w:firstRow="1" w:lastRow="0" w:firstColumn="0" w:lastColumn="0" w:oddVBand="0" w:evenVBand="0" w:oddHBand="0" w:evenHBand="0" w:firstRowFirstColumn="0" w:firstRowLastColumn="0" w:lastRowFirstColumn="0" w:lastRowLastColumn="0"/>
          <w:trHeight w:val="283"/>
        </w:trPr>
        <w:tc>
          <w:tcPr>
            <w:tcW w:w="1980" w:type="dxa"/>
            <w:shd w:val="clear" w:color="auto" w:fill="4E6B9E"/>
            <w:vAlign w:val="center"/>
          </w:tcPr>
          <w:p w14:paraId="2A400FA8" w14:textId="0B89DB1E" w:rsidR="0035608E" w:rsidRPr="00AF4FAC" w:rsidRDefault="003D412E" w:rsidP="0098419D">
            <w:pPr>
              <w:spacing w:after="0"/>
            </w:pPr>
            <w:r>
              <w:t>Funktion</w:t>
            </w:r>
          </w:p>
        </w:tc>
        <w:tc>
          <w:tcPr>
            <w:tcW w:w="4536" w:type="dxa"/>
            <w:shd w:val="clear" w:color="auto" w:fill="4E6B9E"/>
            <w:vAlign w:val="center"/>
          </w:tcPr>
          <w:p w14:paraId="76A5784B" w14:textId="033774B0" w:rsidR="0035608E" w:rsidRPr="00AF4FAC" w:rsidRDefault="0035608E" w:rsidP="0098419D">
            <w:pPr>
              <w:spacing w:after="0"/>
            </w:pPr>
            <w:r w:rsidRPr="00AF4FAC">
              <w:t>Bedeutung</w:t>
            </w:r>
          </w:p>
        </w:tc>
      </w:tr>
      <w:tr w:rsidR="0035608E" w14:paraId="07EA45E7" w14:textId="77777777" w:rsidTr="0098419D">
        <w:trPr>
          <w:cnfStyle w:val="000000100000" w:firstRow="0" w:lastRow="0" w:firstColumn="0" w:lastColumn="0" w:oddVBand="0" w:evenVBand="0" w:oddHBand="1" w:evenHBand="0" w:firstRowFirstColumn="0" w:firstRowLastColumn="0" w:lastRowFirstColumn="0" w:lastRowLastColumn="0"/>
          <w:trHeight w:val="283"/>
        </w:trPr>
        <w:tc>
          <w:tcPr>
            <w:tcW w:w="1980" w:type="dxa"/>
            <w:vAlign w:val="center"/>
          </w:tcPr>
          <w:p w14:paraId="65553055" w14:textId="48C82BAB" w:rsidR="0035608E" w:rsidRPr="003D412E" w:rsidRDefault="0035608E" w:rsidP="0098419D">
            <w:pPr>
              <w:spacing w:after="0"/>
              <w:rPr>
                <w:rFonts w:ascii="Courier New" w:hAnsi="Courier New" w:cs="Courier New"/>
                <w:color w:val="000000" w:themeColor="text1"/>
              </w:rPr>
            </w:pPr>
            <w:r w:rsidRPr="003D412E">
              <w:rPr>
                <w:rFonts w:ascii="Courier New" w:hAnsi="Courier New" w:cs="Courier New"/>
                <w:color w:val="000000" w:themeColor="text1"/>
              </w:rPr>
              <w:t>AVG</w:t>
            </w:r>
          </w:p>
        </w:tc>
        <w:tc>
          <w:tcPr>
            <w:tcW w:w="4536" w:type="dxa"/>
            <w:vAlign w:val="center"/>
          </w:tcPr>
          <w:p w14:paraId="102C2092" w14:textId="10358E96" w:rsidR="0035608E" w:rsidRDefault="0035608E" w:rsidP="0098419D">
            <w:pPr>
              <w:spacing w:after="0"/>
              <w:rPr>
                <w:color w:val="000000" w:themeColor="text1"/>
              </w:rPr>
            </w:pPr>
            <w:r>
              <w:rPr>
                <w:color w:val="000000" w:themeColor="text1"/>
              </w:rPr>
              <w:t xml:space="preserve">Arithmetisches Mittel </w:t>
            </w:r>
            <w:r w:rsidR="00A76595">
              <w:rPr>
                <w:color w:val="000000" w:themeColor="text1"/>
              </w:rPr>
              <w:t xml:space="preserve">(Durchschnitt) </w:t>
            </w:r>
            <w:r>
              <w:rPr>
                <w:color w:val="000000" w:themeColor="text1"/>
              </w:rPr>
              <w:t>der Werte</w:t>
            </w:r>
          </w:p>
        </w:tc>
      </w:tr>
      <w:tr w:rsidR="0035608E" w14:paraId="6CBC1138" w14:textId="77777777" w:rsidTr="0098419D">
        <w:trPr>
          <w:trHeight w:val="283"/>
        </w:trPr>
        <w:tc>
          <w:tcPr>
            <w:tcW w:w="1980" w:type="dxa"/>
            <w:vAlign w:val="center"/>
          </w:tcPr>
          <w:p w14:paraId="41885F9F" w14:textId="3254CCA8" w:rsidR="0035608E" w:rsidRPr="003D412E" w:rsidRDefault="0035608E" w:rsidP="0098419D">
            <w:pPr>
              <w:spacing w:after="0"/>
              <w:rPr>
                <w:rFonts w:ascii="Courier New" w:hAnsi="Courier New" w:cs="Courier New"/>
                <w:color w:val="000000" w:themeColor="text1"/>
              </w:rPr>
            </w:pPr>
            <w:r w:rsidRPr="003D412E">
              <w:rPr>
                <w:rFonts w:ascii="Courier New" w:hAnsi="Courier New" w:cs="Courier New"/>
                <w:color w:val="000000" w:themeColor="text1"/>
              </w:rPr>
              <w:t>COUNT</w:t>
            </w:r>
          </w:p>
        </w:tc>
        <w:tc>
          <w:tcPr>
            <w:tcW w:w="4536" w:type="dxa"/>
            <w:vAlign w:val="center"/>
          </w:tcPr>
          <w:p w14:paraId="27C93326" w14:textId="24AAB0FA" w:rsidR="0035608E" w:rsidRDefault="0035608E" w:rsidP="0098419D">
            <w:pPr>
              <w:spacing w:after="0"/>
              <w:rPr>
                <w:color w:val="000000" w:themeColor="text1"/>
              </w:rPr>
            </w:pPr>
            <w:r>
              <w:rPr>
                <w:color w:val="000000" w:themeColor="text1"/>
              </w:rPr>
              <w:t>Anzahl der Werte</w:t>
            </w:r>
          </w:p>
        </w:tc>
      </w:tr>
      <w:tr w:rsidR="0035608E" w14:paraId="3FC26CD7" w14:textId="77777777" w:rsidTr="0098419D">
        <w:trPr>
          <w:cnfStyle w:val="000000100000" w:firstRow="0" w:lastRow="0" w:firstColumn="0" w:lastColumn="0" w:oddVBand="0" w:evenVBand="0" w:oddHBand="1" w:evenHBand="0" w:firstRowFirstColumn="0" w:firstRowLastColumn="0" w:lastRowFirstColumn="0" w:lastRowLastColumn="0"/>
          <w:trHeight w:val="283"/>
        </w:trPr>
        <w:tc>
          <w:tcPr>
            <w:tcW w:w="1980" w:type="dxa"/>
            <w:vAlign w:val="center"/>
          </w:tcPr>
          <w:p w14:paraId="05ED7813" w14:textId="707FD1C4" w:rsidR="0035608E" w:rsidRPr="003D412E" w:rsidRDefault="0035608E" w:rsidP="0098419D">
            <w:pPr>
              <w:spacing w:after="0"/>
              <w:rPr>
                <w:rFonts w:ascii="Courier New" w:hAnsi="Courier New" w:cs="Courier New"/>
                <w:color w:val="000000" w:themeColor="text1"/>
              </w:rPr>
            </w:pPr>
            <w:r w:rsidRPr="003D412E">
              <w:rPr>
                <w:rFonts w:ascii="Courier New" w:hAnsi="Courier New" w:cs="Courier New"/>
                <w:color w:val="000000" w:themeColor="text1"/>
              </w:rPr>
              <w:t>MAX</w:t>
            </w:r>
          </w:p>
        </w:tc>
        <w:tc>
          <w:tcPr>
            <w:tcW w:w="4536" w:type="dxa"/>
            <w:vAlign w:val="center"/>
          </w:tcPr>
          <w:p w14:paraId="02242595" w14:textId="609B5EAE" w:rsidR="0035608E" w:rsidRDefault="0035608E" w:rsidP="0098419D">
            <w:pPr>
              <w:spacing w:after="0"/>
              <w:rPr>
                <w:color w:val="000000" w:themeColor="text1"/>
              </w:rPr>
            </w:pPr>
            <w:r>
              <w:rPr>
                <w:color w:val="000000" w:themeColor="text1"/>
              </w:rPr>
              <w:t>größter Wert</w:t>
            </w:r>
          </w:p>
        </w:tc>
      </w:tr>
      <w:tr w:rsidR="0035608E" w14:paraId="2C98F717" w14:textId="77777777" w:rsidTr="0098419D">
        <w:trPr>
          <w:trHeight w:val="283"/>
        </w:trPr>
        <w:tc>
          <w:tcPr>
            <w:tcW w:w="1980" w:type="dxa"/>
            <w:vAlign w:val="center"/>
          </w:tcPr>
          <w:p w14:paraId="20D6584A" w14:textId="63B909BC" w:rsidR="0035608E" w:rsidRPr="003D412E" w:rsidRDefault="0035608E" w:rsidP="0098419D">
            <w:pPr>
              <w:spacing w:after="0"/>
              <w:rPr>
                <w:rFonts w:ascii="Courier New" w:hAnsi="Courier New" w:cs="Courier New"/>
                <w:color w:val="000000" w:themeColor="text1"/>
              </w:rPr>
            </w:pPr>
            <w:r w:rsidRPr="003D412E">
              <w:rPr>
                <w:rFonts w:ascii="Courier New" w:hAnsi="Courier New" w:cs="Courier New"/>
                <w:color w:val="000000" w:themeColor="text1"/>
              </w:rPr>
              <w:t>MIN</w:t>
            </w:r>
          </w:p>
        </w:tc>
        <w:tc>
          <w:tcPr>
            <w:tcW w:w="4536" w:type="dxa"/>
            <w:vAlign w:val="center"/>
          </w:tcPr>
          <w:p w14:paraId="5A05D3BE" w14:textId="5D0C2A63" w:rsidR="0035608E" w:rsidRDefault="0035608E" w:rsidP="0098419D">
            <w:pPr>
              <w:spacing w:after="0"/>
              <w:rPr>
                <w:color w:val="000000" w:themeColor="text1"/>
              </w:rPr>
            </w:pPr>
            <w:r>
              <w:rPr>
                <w:color w:val="000000" w:themeColor="text1"/>
              </w:rPr>
              <w:t>kleinster Wert</w:t>
            </w:r>
          </w:p>
        </w:tc>
      </w:tr>
      <w:tr w:rsidR="0035608E" w14:paraId="0B7E2D6C" w14:textId="77777777" w:rsidTr="0098419D">
        <w:trPr>
          <w:cnfStyle w:val="000000100000" w:firstRow="0" w:lastRow="0" w:firstColumn="0" w:lastColumn="0" w:oddVBand="0" w:evenVBand="0" w:oddHBand="1" w:evenHBand="0" w:firstRowFirstColumn="0" w:firstRowLastColumn="0" w:lastRowFirstColumn="0" w:lastRowLastColumn="0"/>
          <w:trHeight w:val="283"/>
        </w:trPr>
        <w:tc>
          <w:tcPr>
            <w:tcW w:w="1980" w:type="dxa"/>
            <w:vAlign w:val="center"/>
          </w:tcPr>
          <w:p w14:paraId="034C09BF" w14:textId="30AD39A9" w:rsidR="0035608E" w:rsidRPr="003D412E" w:rsidRDefault="0035608E" w:rsidP="0098419D">
            <w:pPr>
              <w:spacing w:after="0"/>
              <w:rPr>
                <w:rFonts w:ascii="Courier New" w:hAnsi="Courier New" w:cs="Courier New"/>
                <w:color w:val="000000" w:themeColor="text1"/>
              </w:rPr>
            </w:pPr>
            <w:r w:rsidRPr="003D412E">
              <w:rPr>
                <w:rFonts w:ascii="Courier New" w:hAnsi="Courier New" w:cs="Courier New"/>
                <w:color w:val="000000" w:themeColor="text1"/>
              </w:rPr>
              <w:t>SUM</w:t>
            </w:r>
          </w:p>
        </w:tc>
        <w:tc>
          <w:tcPr>
            <w:tcW w:w="4536" w:type="dxa"/>
            <w:vAlign w:val="center"/>
          </w:tcPr>
          <w:p w14:paraId="171E9671" w14:textId="1A018BA8" w:rsidR="0035608E" w:rsidRDefault="0035608E" w:rsidP="0098419D">
            <w:pPr>
              <w:keepNext/>
              <w:spacing w:after="0"/>
              <w:rPr>
                <w:color w:val="000000" w:themeColor="text1"/>
              </w:rPr>
            </w:pPr>
            <w:r>
              <w:rPr>
                <w:color w:val="000000" w:themeColor="text1"/>
              </w:rPr>
              <w:t>Summe der Werte</w:t>
            </w:r>
          </w:p>
        </w:tc>
      </w:tr>
    </w:tbl>
    <w:p w14:paraId="6B2AA337" w14:textId="591D68B8" w:rsidR="0035608E" w:rsidRDefault="003D412E" w:rsidP="0098419D">
      <w:pPr>
        <w:pStyle w:val="UnterschriftINFSII"/>
        <w:spacing w:after="120"/>
        <w:rPr>
          <w:color w:val="000000" w:themeColor="text1"/>
        </w:rPr>
      </w:pPr>
      <w:r>
        <w:t xml:space="preserve">Tabelle </w:t>
      </w:r>
      <w:fldSimple w:instr=" SEQ Tabelle \* ARABIC ">
        <w:r w:rsidR="00065AC6">
          <w:rPr>
            <w:noProof/>
          </w:rPr>
          <w:t>1</w:t>
        </w:r>
      </w:fldSimple>
      <w:r>
        <w:t>: Aggregatfunktionen</w:t>
      </w:r>
    </w:p>
    <w:p w14:paraId="04B48618" w14:textId="1ED3B040" w:rsidR="0035608E" w:rsidRDefault="0035608E" w:rsidP="009900D3">
      <w:pPr>
        <w:rPr>
          <w:color w:val="000000" w:themeColor="text1"/>
        </w:rPr>
      </w:pPr>
      <w:bookmarkStart w:id="12" w:name="_Hlk74652420"/>
      <w:r>
        <w:rPr>
          <w:color w:val="000000" w:themeColor="text1"/>
        </w:rPr>
        <w:t xml:space="preserve">Beispiel </w:t>
      </w:r>
      <w:r w:rsidR="003D412E">
        <w:rPr>
          <w:color w:val="000000" w:themeColor="text1"/>
        </w:rPr>
        <w:t>6 gibt</w:t>
      </w:r>
      <w:r>
        <w:rPr>
          <w:color w:val="000000" w:themeColor="text1"/>
        </w:rPr>
        <w:t xml:space="preserve"> die Gesamtdauer aller Kurse</w:t>
      </w:r>
      <w:r w:rsidR="0011776B" w:rsidRPr="0011776B">
        <w:rPr>
          <w:color w:val="000000" w:themeColor="text1"/>
        </w:rPr>
        <w:t xml:space="preserve"> </w:t>
      </w:r>
      <w:r w:rsidR="0011776B">
        <w:rPr>
          <w:color w:val="000000" w:themeColor="text1"/>
        </w:rPr>
        <w:t>aus</w:t>
      </w:r>
      <w:r>
        <w:rPr>
          <w:color w:val="000000" w:themeColor="text1"/>
        </w:rPr>
        <w:t xml:space="preserve">, die </w:t>
      </w:r>
      <w:r w:rsidR="00AF4FAC">
        <w:rPr>
          <w:color w:val="000000" w:themeColor="text1"/>
        </w:rPr>
        <w:t>m</w:t>
      </w:r>
      <w:r>
        <w:rPr>
          <w:color w:val="000000" w:themeColor="text1"/>
        </w:rPr>
        <w:t>ittwochs in Sporthalle 2 angeboten werden.</w:t>
      </w:r>
      <w:r w:rsidR="005A004E">
        <w:rPr>
          <w:color w:val="000000" w:themeColor="text1"/>
        </w:rPr>
        <w:t xml:space="preserve"> Dabei erhält die Spalte durch die Angabe eines </w:t>
      </w:r>
      <w:r w:rsidR="005A004E" w:rsidRPr="005A004E">
        <w:rPr>
          <w:b/>
          <w:bCs/>
          <w:color w:val="4E6B9E"/>
        </w:rPr>
        <w:t>Alias</w:t>
      </w:r>
      <w:r w:rsidR="005A004E" w:rsidRPr="005A004E">
        <w:rPr>
          <w:color w:val="4E6B9E"/>
        </w:rPr>
        <w:t xml:space="preserve"> </w:t>
      </w:r>
      <w:r w:rsidR="005A004E">
        <w:rPr>
          <w:color w:val="000000" w:themeColor="text1"/>
        </w:rPr>
        <w:t xml:space="preserve">mithilfe von </w:t>
      </w:r>
      <w:r w:rsidR="005A004E" w:rsidRPr="005A004E">
        <w:rPr>
          <w:rFonts w:ascii="Courier New" w:hAnsi="Courier New" w:cs="Courier New"/>
          <w:b/>
          <w:bCs/>
          <w:color w:val="4E6B9E"/>
        </w:rPr>
        <w:t>AS</w:t>
      </w:r>
      <w:r w:rsidR="005A004E" w:rsidRPr="005A004E">
        <w:rPr>
          <w:color w:val="4E6B9E"/>
        </w:rPr>
        <w:t xml:space="preserve"> </w:t>
      </w:r>
      <w:r w:rsidR="005A004E">
        <w:rPr>
          <w:color w:val="000000" w:themeColor="text1"/>
        </w:rPr>
        <w:t xml:space="preserve">die Überschrift </w:t>
      </w:r>
      <w:r w:rsidR="005A004E" w:rsidRPr="005A004E">
        <w:rPr>
          <w:i/>
          <w:iCs/>
          <w:color w:val="000000" w:themeColor="text1"/>
        </w:rPr>
        <w:t>Gesamtdauer</w:t>
      </w:r>
      <w:r w:rsidR="005A004E">
        <w:rPr>
          <w:color w:val="000000" w:themeColor="text1"/>
        </w:rPr>
        <w:t>.</w:t>
      </w:r>
    </w:p>
    <w:p w14:paraId="6D9CD23B" w14:textId="3BC9A5E9" w:rsidR="0035608E" w:rsidRPr="005A004E" w:rsidRDefault="0035608E" w:rsidP="00CF584B">
      <w:pPr>
        <w:pStyle w:val="Quellcode"/>
        <w:numPr>
          <w:ilvl w:val="0"/>
          <w:numId w:val="20"/>
        </w:numPr>
        <w:ind w:left="357" w:hanging="357"/>
        <w:rPr>
          <w:lang w:val="de-DE"/>
        </w:rPr>
      </w:pPr>
      <w:r w:rsidRPr="005A004E">
        <w:rPr>
          <w:b/>
          <w:bCs/>
          <w:lang w:val="de-DE"/>
        </w:rPr>
        <w:t>SELECT</w:t>
      </w:r>
      <w:r w:rsidRPr="005A004E">
        <w:rPr>
          <w:lang w:val="de-DE"/>
        </w:rPr>
        <w:t xml:space="preserve"> </w:t>
      </w:r>
      <w:r w:rsidRPr="005A004E">
        <w:rPr>
          <w:b/>
          <w:bCs/>
          <w:lang w:val="de-DE"/>
        </w:rPr>
        <w:t>SUM</w:t>
      </w:r>
      <w:r w:rsidRPr="005A004E">
        <w:rPr>
          <w:lang w:val="de-DE"/>
        </w:rPr>
        <w:t>(Dauer)</w:t>
      </w:r>
      <w:r w:rsidR="005A004E" w:rsidRPr="005A004E">
        <w:rPr>
          <w:lang w:val="de-DE"/>
        </w:rPr>
        <w:t xml:space="preserve"> </w:t>
      </w:r>
      <w:r w:rsidR="005A004E" w:rsidRPr="005A004E">
        <w:rPr>
          <w:b/>
          <w:bCs/>
          <w:lang w:val="de-DE"/>
        </w:rPr>
        <w:t>AS</w:t>
      </w:r>
      <w:r w:rsidR="005A004E" w:rsidRPr="005A004E">
        <w:rPr>
          <w:lang w:val="de-DE"/>
        </w:rPr>
        <w:t xml:space="preserve"> Gesamtdauer</w:t>
      </w:r>
    </w:p>
    <w:bookmarkEnd w:id="12"/>
    <w:p w14:paraId="33DFB596" w14:textId="504B68C6" w:rsidR="0035608E" w:rsidRDefault="0035608E" w:rsidP="003D412E">
      <w:pPr>
        <w:pStyle w:val="Quellcode"/>
      </w:pPr>
      <w:r w:rsidRPr="00A76595">
        <w:rPr>
          <w:b/>
          <w:bCs/>
        </w:rPr>
        <w:t>FROM</w:t>
      </w:r>
      <w:r>
        <w:t xml:space="preserve"> Kurse</w:t>
      </w:r>
    </w:p>
    <w:p w14:paraId="77FF55EF" w14:textId="764CE375" w:rsidR="0035608E" w:rsidRPr="00CB5828" w:rsidRDefault="0035608E" w:rsidP="003D412E">
      <w:pPr>
        <w:pStyle w:val="Quellcode"/>
        <w:rPr>
          <w:lang w:val="de-DE"/>
        </w:rPr>
      </w:pPr>
      <w:r w:rsidRPr="00A76595">
        <w:rPr>
          <w:b/>
          <w:bCs/>
          <w:lang w:val="de-DE"/>
        </w:rPr>
        <w:t>WHERE</w:t>
      </w:r>
      <w:r w:rsidRPr="00CB5828">
        <w:rPr>
          <w:lang w:val="de-DE"/>
        </w:rPr>
        <w:t xml:space="preserve"> Sportstatte = </w:t>
      </w:r>
      <w:r w:rsidR="00CB5828" w:rsidRPr="00CB5828">
        <w:rPr>
          <w:rFonts w:asciiTheme="minorHAnsi" w:hAnsiTheme="minorHAnsi" w:cstheme="minorHAnsi"/>
          <w:lang w:val="de-DE"/>
        </w:rPr>
        <w:t>'</w:t>
      </w:r>
      <w:r w:rsidRPr="00CB5828">
        <w:rPr>
          <w:lang w:val="de-DE"/>
        </w:rPr>
        <w:t>S</w:t>
      </w:r>
      <w:r w:rsidR="00FF7D36" w:rsidRPr="00CB5828">
        <w:rPr>
          <w:lang w:val="de-DE"/>
        </w:rPr>
        <w:t>p</w:t>
      </w:r>
      <w:r w:rsidRPr="00CB5828">
        <w:rPr>
          <w:lang w:val="de-DE"/>
        </w:rPr>
        <w:t>orthalle 2</w:t>
      </w:r>
      <w:r w:rsidR="00CB5828" w:rsidRPr="00CB5828">
        <w:rPr>
          <w:rFonts w:asciiTheme="minorHAnsi" w:hAnsiTheme="minorHAnsi" w:cstheme="minorHAnsi"/>
          <w:lang w:val="de-DE"/>
        </w:rPr>
        <w:t>'</w:t>
      </w:r>
      <w:r w:rsidRPr="00CB5828">
        <w:rPr>
          <w:lang w:val="de-DE"/>
        </w:rPr>
        <w:t xml:space="preserve"> </w:t>
      </w:r>
      <w:r w:rsidR="00A76595" w:rsidRPr="00A76595">
        <w:rPr>
          <w:b/>
          <w:bCs/>
          <w:lang w:val="de-DE"/>
        </w:rPr>
        <w:t>AND</w:t>
      </w:r>
      <w:r w:rsidR="00A76595" w:rsidRPr="00CB5828">
        <w:rPr>
          <w:lang w:val="de-DE"/>
        </w:rPr>
        <w:t xml:space="preserve"> </w:t>
      </w:r>
      <w:r w:rsidRPr="00CB5828">
        <w:rPr>
          <w:lang w:val="de-DE"/>
        </w:rPr>
        <w:t xml:space="preserve">Tag = </w:t>
      </w:r>
      <w:r w:rsidR="00CB5828" w:rsidRPr="00CB5828">
        <w:rPr>
          <w:rFonts w:asciiTheme="minorHAnsi" w:hAnsiTheme="minorHAnsi" w:cstheme="minorHAnsi"/>
          <w:lang w:val="de-DE"/>
        </w:rPr>
        <w:t>'</w:t>
      </w:r>
      <w:r w:rsidRPr="00CB5828">
        <w:rPr>
          <w:lang w:val="de-DE"/>
        </w:rPr>
        <w:t>Mittwoch</w:t>
      </w:r>
      <w:r w:rsidR="00CB5828" w:rsidRPr="00CB5828">
        <w:rPr>
          <w:rFonts w:asciiTheme="minorHAnsi" w:hAnsiTheme="minorHAnsi" w:cstheme="minorHAnsi"/>
          <w:lang w:val="de-DE"/>
        </w:rPr>
        <w:t>'</w:t>
      </w:r>
      <w:r w:rsidRPr="00CB5828">
        <w:rPr>
          <w:lang w:val="de-DE"/>
        </w:rPr>
        <w:t>;</w:t>
      </w:r>
    </w:p>
    <w:p w14:paraId="057743F1" w14:textId="4E1FAA0F" w:rsidR="003D412E" w:rsidRDefault="003D412E" w:rsidP="005A004E">
      <w:pPr>
        <w:pStyle w:val="UnterschriftINFSII"/>
        <w:spacing w:after="120"/>
      </w:pPr>
      <w:r>
        <w:t xml:space="preserve">Beispiel </w:t>
      </w:r>
      <w:fldSimple w:instr=" SEQ Beispiel \* ARABIC ">
        <w:r w:rsidR="00065AC6">
          <w:rPr>
            <w:noProof/>
          </w:rPr>
          <w:t>6</w:t>
        </w:r>
      </w:fldSimple>
    </w:p>
    <w:p w14:paraId="45250065" w14:textId="1E7AF502" w:rsidR="0035608E" w:rsidRDefault="0035608E" w:rsidP="009900D3">
      <w:pPr>
        <w:rPr>
          <w:color w:val="000000" w:themeColor="text1"/>
        </w:rPr>
      </w:pPr>
      <w:r>
        <w:rPr>
          <w:color w:val="000000" w:themeColor="text1"/>
        </w:rPr>
        <w:t xml:space="preserve">Um die Datensätze einer Tabelle zu zählen, kann auch der </w:t>
      </w:r>
      <w:r w:rsidR="003D412E">
        <w:rPr>
          <w:color w:val="000000" w:themeColor="text1"/>
        </w:rPr>
        <w:t>Ausdruck</w:t>
      </w:r>
      <w:r>
        <w:rPr>
          <w:color w:val="000000" w:themeColor="text1"/>
        </w:rPr>
        <w:t xml:space="preserve"> </w:t>
      </w:r>
      <w:r w:rsidRPr="003D412E">
        <w:rPr>
          <w:rFonts w:ascii="Courier New" w:hAnsi="Courier New" w:cs="Courier New"/>
          <w:color w:val="000000" w:themeColor="text1"/>
        </w:rPr>
        <w:t>COUNT(*)</w:t>
      </w:r>
      <w:r>
        <w:rPr>
          <w:color w:val="000000" w:themeColor="text1"/>
        </w:rPr>
        <w:t xml:space="preserve"> verwendet werden. Beispiel</w:t>
      </w:r>
      <w:r w:rsidR="003D412E">
        <w:rPr>
          <w:color w:val="000000" w:themeColor="text1"/>
        </w:rPr>
        <w:t xml:space="preserve"> 7</w:t>
      </w:r>
      <w:r>
        <w:rPr>
          <w:color w:val="000000" w:themeColor="text1"/>
        </w:rPr>
        <w:t xml:space="preserve"> </w:t>
      </w:r>
      <w:r w:rsidR="003D412E">
        <w:rPr>
          <w:color w:val="000000" w:themeColor="text1"/>
        </w:rPr>
        <w:t xml:space="preserve">gibt </w:t>
      </w:r>
      <w:r>
        <w:rPr>
          <w:color w:val="000000" w:themeColor="text1"/>
        </w:rPr>
        <w:t>die Anzahl der gespeicherten Kurse aus.</w:t>
      </w:r>
    </w:p>
    <w:p w14:paraId="5035F0C4" w14:textId="64A8D928" w:rsidR="0035608E" w:rsidRDefault="00197706" w:rsidP="00CF584B">
      <w:pPr>
        <w:pStyle w:val="Quellcode"/>
        <w:numPr>
          <w:ilvl w:val="0"/>
          <w:numId w:val="21"/>
        </w:numPr>
      </w:pPr>
      <w:r w:rsidRPr="00197706">
        <w:rPr>
          <w:b/>
          <w:bCs/>
        </w:rPr>
        <w:t>SELECT</w:t>
      </w:r>
      <w:r>
        <w:t xml:space="preserve"> </w:t>
      </w:r>
      <w:r w:rsidRPr="00197706">
        <w:rPr>
          <w:b/>
          <w:bCs/>
        </w:rPr>
        <w:t>COUNT</w:t>
      </w:r>
      <w:r w:rsidR="0035608E">
        <w:t>(*)</w:t>
      </w:r>
    </w:p>
    <w:p w14:paraId="65A66EC1" w14:textId="24836E96" w:rsidR="0035608E" w:rsidRDefault="00197706" w:rsidP="00CF584B">
      <w:pPr>
        <w:pStyle w:val="Quellcode"/>
        <w:numPr>
          <w:ilvl w:val="0"/>
          <w:numId w:val="21"/>
        </w:numPr>
      </w:pPr>
      <w:r w:rsidRPr="00197706">
        <w:rPr>
          <w:b/>
          <w:bCs/>
        </w:rPr>
        <w:t>FROM</w:t>
      </w:r>
      <w:r>
        <w:t xml:space="preserve"> </w:t>
      </w:r>
      <w:r w:rsidR="0035608E">
        <w:t>Kurse</w:t>
      </w:r>
    </w:p>
    <w:p w14:paraId="6EFF7FFB" w14:textId="75BE36EB" w:rsidR="0035608E" w:rsidRDefault="003D412E" w:rsidP="00105A96">
      <w:pPr>
        <w:pStyle w:val="UnterschriftINFSII"/>
        <w:spacing w:after="120"/>
        <w:rPr>
          <w:color w:val="000000" w:themeColor="text1"/>
        </w:rPr>
      </w:pPr>
      <w:r>
        <w:t xml:space="preserve">Beispiel </w:t>
      </w:r>
      <w:fldSimple w:instr=" SEQ Beispiel \* ARABIC ">
        <w:r w:rsidR="00065AC6">
          <w:rPr>
            <w:noProof/>
          </w:rPr>
          <w:t>7</w:t>
        </w:r>
      </w:fldSimple>
    </w:p>
    <w:p w14:paraId="099A4D52" w14:textId="476B17C7" w:rsidR="003D412E" w:rsidRDefault="003D412E" w:rsidP="00220297">
      <w:pPr>
        <w:spacing w:after="0"/>
        <w:rPr>
          <w:i/>
          <w:iCs/>
          <w:color w:val="000000" w:themeColor="text1"/>
        </w:rPr>
      </w:pPr>
      <w:r>
        <w:rPr>
          <w:b/>
          <w:bCs/>
          <w:color w:val="000000" w:themeColor="text1"/>
        </w:rPr>
        <w:t>Aufgabe 1</w:t>
      </w:r>
      <w:r w:rsidR="0098419D">
        <w:rPr>
          <w:b/>
          <w:bCs/>
          <w:color w:val="000000" w:themeColor="text1"/>
        </w:rPr>
        <w:t>6</w:t>
      </w:r>
      <w:r>
        <w:rPr>
          <w:b/>
          <w:bCs/>
          <w:color w:val="000000" w:themeColor="text1"/>
        </w:rPr>
        <w:t xml:space="preserve">: </w:t>
      </w:r>
      <w:r>
        <w:rPr>
          <w:color w:val="000000" w:themeColor="text1"/>
        </w:rPr>
        <w:t xml:space="preserve">Formulieren Sie geeignete SQL-Anfragen für die Datenbank </w:t>
      </w:r>
      <w:r w:rsidR="00A76595">
        <w:rPr>
          <w:i/>
          <w:iCs/>
          <w:color w:val="000000" w:themeColor="text1"/>
        </w:rPr>
        <w:t>Oberstufe</w:t>
      </w:r>
      <w:r w:rsidR="00A76595" w:rsidRPr="00A76595">
        <w:rPr>
          <w:color w:val="000000" w:themeColor="text1"/>
        </w:rPr>
        <w:t>.</w:t>
      </w:r>
    </w:p>
    <w:p w14:paraId="24CC0E9C" w14:textId="1AD7E142" w:rsidR="003D412E" w:rsidRDefault="003D412E" w:rsidP="00CF584B">
      <w:pPr>
        <w:pStyle w:val="Listenabsatz"/>
        <w:numPr>
          <w:ilvl w:val="0"/>
          <w:numId w:val="22"/>
        </w:numPr>
        <w:rPr>
          <w:color w:val="000000" w:themeColor="text1"/>
        </w:rPr>
      </w:pPr>
      <w:r w:rsidRPr="00F86CCD">
        <w:rPr>
          <w:color w:val="000000" w:themeColor="text1"/>
        </w:rPr>
        <w:t>Wie viele Lehrer unterrichten Kurse in de</w:t>
      </w:r>
      <w:r w:rsidR="00063C6C">
        <w:rPr>
          <w:color w:val="000000" w:themeColor="text1"/>
        </w:rPr>
        <w:t>r</w:t>
      </w:r>
      <w:r w:rsidRPr="00F86CCD">
        <w:rPr>
          <w:color w:val="000000" w:themeColor="text1"/>
        </w:rPr>
        <w:t xml:space="preserve"> Oberstufe?</w:t>
      </w:r>
      <w:r w:rsidR="00A76595">
        <w:rPr>
          <w:color w:val="000000" w:themeColor="text1"/>
        </w:rPr>
        <w:t xml:space="preserve"> (Vorsicht: Passen Sie auf, dass niemand doppelt gezählt wird!)</w:t>
      </w:r>
    </w:p>
    <w:p w14:paraId="735FE683" w14:textId="52E57245" w:rsidR="00F86CCD" w:rsidRDefault="00F86CCD" w:rsidP="00CF584B">
      <w:pPr>
        <w:pStyle w:val="Listenabsatz"/>
        <w:numPr>
          <w:ilvl w:val="0"/>
          <w:numId w:val="22"/>
        </w:numPr>
        <w:rPr>
          <w:color w:val="000000" w:themeColor="text1"/>
        </w:rPr>
      </w:pPr>
      <w:r>
        <w:rPr>
          <w:color w:val="000000" w:themeColor="text1"/>
        </w:rPr>
        <w:t>Wie viele Deutschkurse gibt es?</w:t>
      </w:r>
    </w:p>
    <w:p w14:paraId="475D9463" w14:textId="0E59345D" w:rsidR="00F86CCD" w:rsidRDefault="00F86CCD" w:rsidP="00CF584B">
      <w:pPr>
        <w:pStyle w:val="Listenabsatz"/>
        <w:numPr>
          <w:ilvl w:val="0"/>
          <w:numId w:val="22"/>
        </w:numPr>
        <w:rPr>
          <w:color w:val="000000" w:themeColor="text1"/>
        </w:rPr>
      </w:pPr>
      <w:r>
        <w:rPr>
          <w:color w:val="000000" w:themeColor="text1"/>
        </w:rPr>
        <w:t>Welches ist die höchste</w:t>
      </w:r>
      <w:r w:rsidR="00F7354A">
        <w:rPr>
          <w:color w:val="000000" w:themeColor="text1"/>
        </w:rPr>
        <w:t xml:space="preserve"> und</w:t>
      </w:r>
      <w:r>
        <w:rPr>
          <w:color w:val="000000" w:themeColor="text1"/>
        </w:rPr>
        <w:t xml:space="preserve"> welches die niedrigste Punktzahl, die in einem Mathekurs vergeben wurde?</w:t>
      </w:r>
    </w:p>
    <w:p w14:paraId="6670AF91" w14:textId="4C574E91" w:rsidR="00F86CCD" w:rsidRPr="00F86CCD" w:rsidRDefault="00F86CCD" w:rsidP="00CF584B">
      <w:pPr>
        <w:pStyle w:val="Listenabsatz"/>
        <w:numPr>
          <w:ilvl w:val="0"/>
          <w:numId w:val="22"/>
        </w:numPr>
        <w:rPr>
          <w:color w:val="000000" w:themeColor="text1"/>
        </w:rPr>
      </w:pPr>
      <w:r>
        <w:rPr>
          <w:color w:val="000000" w:themeColor="text1"/>
        </w:rPr>
        <w:t>Wie viele Punkte wurden durchschnittlich in Mathematik erzielt.</w:t>
      </w:r>
    </w:p>
    <w:p w14:paraId="48FC2882" w14:textId="19DD0407" w:rsidR="00D36663" w:rsidRPr="00E76594" w:rsidRDefault="00B005D4" w:rsidP="00D36663">
      <w:pPr>
        <w:rPr>
          <w:rFonts w:cstheme="minorHAnsi"/>
          <w:color w:val="000000" w:themeColor="text1"/>
        </w:rPr>
      </w:pPr>
      <w:r w:rsidRPr="00B005D4">
        <w:rPr>
          <w:b/>
          <w:bCs/>
          <w:color w:val="000000" w:themeColor="text1"/>
        </w:rPr>
        <w:t>Aufgabe 1</w:t>
      </w:r>
      <w:r w:rsidR="0098419D">
        <w:rPr>
          <w:b/>
          <w:bCs/>
          <w:color w:val="000000" w:themeColor="text1"/>
        </w:rPr>
        <w:t>7</w:t>
      </w:r>
      <w:r w:rsidRPr="00B005D4">
        <w:rPr>
          <w:b/>
          <w:bCs/>
          <w:color w:val="000000" w:themeColor="text1"/>
        </w:rPr>
        <w:t>:</w:t>
      </w:r>
      <w:r>
        <w:rPr>
          <w:color w:val="000000" w:themeColor="text1"/>
        </w:rPr>
        <w:t xml:space="preserve"> </w:t>
      </w:r>
      <w:bookmarkStart w:id="13" w:name="_Hlk212634245"/>
      <w:r w:rsidR="00D36663">
        <w:rPr>
          <w:color w:val="000000" w:themeColor="text1"/>
        </w:rPr>
        <w:t xml:space="preserve">Üben Sie das Erstellen von SQL-Anfragen, die sich auf eine Tabelle einer Datenbank beziehen z. B. mithilfe der Übungen zu Lektion 1 und Lektion 2 </w:t>
      </w:r>
      <w:r w:rsidR="00D36663">
        <w:t xml:space="preserve">des SQL-Tutorials der </w:t>
      </w:r>
      <w:r w:rsidR="00D36663">
        <w:rPr>
          <w:color w:val="000000" w:themeColor="text1"/>
        </w:rPr>
        <w:t xml:space="preserve">Lichtenbergschule Darmstadt: </w:t>
      </w:r>
      <w:hyperlink r:id="rId26" w:history="1">
        <w:r w:rsidR="00D36663" w:rsidRPr="00CB5010">
          <w:rPr>
            <w:rStyle w:val="Hyperlink"/>
            <w:color w:val="4E6B9E"/>
          </w:rPr>
          <w:t>https://luo-darmstadt.de/sqltut24/start.php</w:t>
        </w:r>
      </w:hyperlink>
      <w:bookmarkEnd w:id="13"/>
    </w:p>
    <w:p w14:paraId="63F85AED" w14:textId="7F600C6E" w:rsidR="00FF7D36" w:rsidRPr="00032486" w:rsidRDefault="00FF7D36" w:rsidP="00F86CCD">
      <w:pPr>
        <w:pStyle w:val="berschrift3"/>
        <w:rPr>
          <w:b/>
          <w:bCs/>
        </w:rPr>
      </w:pPr>
      <w:r w:rsidRPr="00032486">
        <w:rPr>
          <w:b/>
          <w:bCs/>
        </w:rPr>
        <w:t>Tabellen in Abfragen verknüpfen</w:t>
      </w:r>
    </w:p>
    <w:p w14:paraId="2BBE70CC" w14:textId="245B40B6" w:rsidR="00FF7D36" w:rsidRDefault="0062168E" w:rsidP="009900D3">
      <w:pPr>
        <w:rPr>
          <w:color w:val="000000" w:themeColor="text1"/>
        </w:rPr>
      </w:pPr>
      <w:r>
        <w:rPr>
          <w:color w:val="000000" w:themeColor="text1"/>
        </w:rPr>
        <w:t xml:space="preserve">Bislang haben wir nur Daten </w:t>
      </w:r>
      <w:r w:rsidR="00F86CCD">
        <w:rPr>
          <w:color w:val="000000" w:themeColor="text1"/>
        </w:rPr>
        <w:t>angefragt</w:t>
      </w:r>
      <w:r>
        <w:rPr>
          <w:color w:val="000000" w:themeColor="text1"/>
        </w:rPr>
        <w:t>, die sich in einer Tabelle befinden. Wenn wir z.</w:t>
      </w:r>
      <w:r w:rsidR="00F86CCD">
        <w:rPr>
          <w:color w:val="000000" w:themeColor="text1"/>
        </w:rPr>
        <w:t> </w:t>
      </w:r>
      <w:r>
        <w:rPr>
          <w:color w:val="000000" w:themeColor="text1"/>
        </w:rPr>
        <w:t>B. Name und Telefonnummer des Trainers der Handballmannschaft HHE benötigen, müssen wie die Daten von zwei Tabellen zusammenführen.</w:t>
      </w:r>
    </w:p>
    <w:p w14:paraId="608428C0" w14:textId="72A3577B" w:rsidR="0062168E" w:rsidRDefault="0062168E" w:rsidP="00D36663">
      <w:pPr>
        <w:spacing w:after="0"/>
        <w:rPr>
          <w:color w:val="000000" w:themeColor="text1"/>
        </w:rPr>
      </w:pPr>
      <w:r w:rsidRPr="00F86CCD">
        <w:rPr>
          <w:b/>
          <w:bCs/>
          <w:color w:val="000000" w:themeColor="text1"/>
        </w:rPr>
        <w:t>Aufgabe</w:t>
      </w:r>
      <w:r w:rsidR="00F86CCD" w:rsidRPr="00F86CCD">
        <w:rPr>
          <w:b/>
          <w:bCs/>
          <w:color w:val="000000" w:themeColor="text1"/>
        </w:rPr>
        <w:t xml:space="preserve"> 1</w:t>
      </w:r>
      <w:r w:rsidR="0098419D">
        <w:rPr>
          <w:b/>
          <w:bCs/>
          <w:color w:val="000000" w:themeColor="text1"/>
        </w:rPr>
        <w:t>8</w:t>
      </w:r>
      <w:r w:rsidRPr="00F86CCD">
        <w:rPr>
          <w:b/>
          <w:bCs/>
          <w:color w:val="000000" w:themeColor="text1"/>
        </w:rPr>
        <w:t>:</w:t>
      </w:r>
      <w:r>
        <w:rPr>
          <w:color w:val="000000" w:themeColor="text1"/>
        </w:rPr>
        <w:t xml:space="preserve"> Hinter </w:t>
      </w:r>
      <w:r w:rsidRPr="00063C6C">
        <w:rPr>
          <w:rFonts w:ascii="Courier New" w:hAnsi="Courier New" w:cs="Courier New"/>
        </w:rPr>
        <w:t>FROM</w:t>
      </w:r>
      <w:r w:rsidRPr="00063C6C">
        <w:t xml:space="preserve"> </w:t>
      </w:r>
      <w:r>
        <w:rPr>
          <w:color w:val="000000" w:themeColor="text1"/>
        </w:rPr>
        <w:t xml:space="preserve">können durch Komma getrennt, mehrere Tabellen </w:t>
      </w:r>
      <w:r w:rsidR="00F86CCD">
        <w:rPr>
          <w:color w:val="000000" w:themeColor="text1"/>
        </w:rPr>
        <w:t>an</w:t>
      </w:r>
      <w:r>
        <w:rPr>
          <w:color w:val="000000" w:themeColor="text1"/>
        </w:rPr>
        <w:t>gegeben werden.</w:t>
      </w:r>
      <w:r w:rsidR="00D4156C">
        <w:rPr>
          <w:color w:val="000000" w:themeColor="text1"/>
        </w:rPr>
        <w:t xml:space="preserve"> </w:t>
      </w:r>
    </w:p>
    <w:p w14:paraId="74C70C84" w14:textId="482F013B" w:rsidR="0062168E" w:rsidRDefault="0062168E" w:rsidP="00CF584B">
      <w:pPr>
        <w:pStyle w:val="Listenabsatz"/>
        <w:numPr>
          <w:ilvl w:val="0"/>
          <w:numId w:val="11"/>
        </w:numPr>
        <w:rPr>
          <w:color w:val="000000" w:themeColor="text1"/>
        </w:rPr>
      </w:pPr>
      <w:r>
        <w:rPr>
          <w:color w:val="000000" w:themeColor="text1"/>
        </w:rPr>
        <w:t xml:space="preserve">Stellen Sie eine Vermutung auf, welches Ergebnis die </w:t>
      </w:r>
      <w:r w:rsidR="00F86CCD">
        <w:rPr>
          <w:color w:val="000000" w:themeColor="text1"/>
        </w:rPr>
        <w:t xml:space="preserve">Datenbank </w:t>
      </w:r>
      <w:r w:rsidR="00063C6C">
        <w:rPr>
          <w:i/>
          <w:iCs/>
          <w:color w:val="000000" w:themeColor="text1"/>
        </w:rPr>
        <w:t>Oberstufe</w:t>
      </w:r>
      <w:r w:rsidR="00F86CCD">
        <w:rPr>
          <w:color w:val="000000" w:themeColor="text1"/>
        </w:rPr>
        <w:t xml:space="preserve"> für </w:t>
      </w:r>
      <w:r>
        <w:rPr>
          <w:color w:val="000000" w:themeColor="text1"/>
        </w:rPr>
        <w:t>folgende SQL-Anweisung ausgibt:</w:t>
      </w:r>
    </w:p>
    <w:p w14:paraId="7DB619F2" w14:textId="5441FEDC" w:rsidR="00107D10" w:rsidRPr="00107D10" w:rsidRDefault="00F86CCD" w:rsidP="00105A96">
      <w:pPr>
        <w:pStyle w:val="Quellcode"/>
        <w:numPr>
          <w:ilvl w:val="0"/>
          <w:numId w:val="23"/>
        </w:numPr>
        <w:ind w:left="709"/>
        <w:rPr>
          <w:lang w:val="de-DE"/>
        </w:rPr>
      </w:pPr>
      <w:r w:rsidRPr="007F56CE">
        <w:rPr>
          <w:b/>
          <w:bCs/>
          <w:lang w:val="de-DE"/>
        </w:rPr>
        <w:t>SELECT</w:t>
      </w:r>
      <w:r w:rsidRPr="00D4156C">
        <w:rPr>
          <w:lang w:val="de-DE"/>
        </w:rPr>
        <w:t xml:space="preserve"> </w:t>
      </w:r>
      <w:r w:rsidR="00D4156C" w:rsidRPr="00D4156C">
        <w:rPr>
          <w:lang w:val="de-DE"/>
        </w:rPr>
        <w:t>sch</w:t>
      </w:r>
      <w:r w:rsidR="00D4156C">
        <w:rPr>
          <w:lang w:val="de-DE"/>
        </w:rPr>
        <w:t>ueler.</w:t>
      </w:r>
      <w:r w:rsidR="00107D10">
        <w:rPr>
          <w:lang w:val="de-DE"/>
        </w:rPr>
        <w:t>ID</w:t>
      </w:r>
      <w:r w:rsidRPr="00D4156C">
        <w:rPr>
          <w:lang w:val="de-DE"/>
        </w:rPr>
        <w:t>_</w:t>
      </w:r>
      <w:r w:rsidR="00107D10">
        <w:rPr>
          <w:lang w:val="de-DE"/>
        </w:rPr>
        <w:t>N</w:t>
      </w:r>
      <w:r w:rsidRPr="00D4156C">
        <w:rPr>
          <w:lang w:val="de-DE"/>
        </w:rPr>
        <w:t xml:space="preserve">ummer, </w:t>
      </w:r>
      <w:r w:rsidR="00D4156C" w:rsidRPr="00D4156C">
        <w:rPr>
          <w:lang w:val="de-DE"/>
        </w:rPr>
        <w:t>sch</w:t>
      </w:r>
      <w:r w:rsidR="00D4156C">
        <w:rPr>
          <w:lang w:val="de-DE"/>
        </w:rPr>
        <w:t>ueler</w:t>
      </w:r>
      <w:r w:rsidRPr="00D4156C">
        <w:rPr>
          <w:lang w:val="de-DE"/>
        </w:rPr>
        <w:t xml:space="preserve">.Name, </w:t>
      </w:r>
      <w:r w:rsidR="00D4156C" w:rsidRPr="00D4156C">
        <w:rPr>
          <w:lang w:val="de-DE"/>
        </w:rPr>
        <w:t>sch</w:t>
      </w:r>
      <w:r w:rsidR="00D4156C">
        <w:rPr>
          <w:lang w:val="de-DE"/>
        </w:rPr>
        <w:t>ueler</w:t>
      </w:r>
      <w:r w:rsidRPr="00D4156C">
        <w:rPr>
          <w:lang w:val="de-DE"/>
        </w:rPr>
        <w:t>.Vorname,</w:t>
      </w:r>
      <w:r w:rsidR="00105A96">
        <w:rPr>
          <w:lang w:val="de-DE"/>
        </w:rPr>
        <w:br/>
        <w:t xml:space="preserve">       </w:t>
      </w:r>
      <w:r w:rsidR="00D4156C">
        <w:rPr>
          <w:lang w:val="de-DE"/>
        </w:rPr>
        <w:t>hatkurs</w:t>
      </w:r>
      <w:r w:rsidRPr="00D4156C">
        <w:rPr>
          <w:lang w:val="de-DE"/>
        </w:rPr>
        <w:t xml:space="preserve">.ID_Nummer, </w:t>
      </w:r>
      <w:r w:rsidR="00D4156C">
        <w:rPr>
          <w:lang w:val="de-DE"/>
        </w:rPr>
        <w:t>hatkurs</w:t>
      </w:r>
      <w:r w:rsidRPr="00D4156C">
        <w:rPr>
          <w:lang w:val="de-DE"/>
        </w:rPr>
        <w:t>.</w:t>
      </w:r>
      <w:r w:rsidR="00107D10">
        <w:rPr>
          <w:lang w:val="de-DE"/>
        </w:rPr>
        <w:t>K</w:t>
      </w:r>
      <w:r w:rsidRPr="00D4156C">
        <w:rPr>
          <w:lang w:val="de-DE"/>
        </w:rPr>
        <w:t>ursnummer</w:t>
      </w:r>
      <w:r w:rsidR="00107D10">
        <w:rPr>
          <w:lang w:val="de-DE"/>
        </w:rPr>
        <w:t xml:space="preserve">, </w:t>
      </w:r>
      <w:bookmarkStart w:id="14" w:name="_Hlk76399481"/>
      <w:r w:rsidR="00107D10" w:rsidRPr="00107D10">
        <w:rPr>
          <w:lang w:val="de-DE"/>
        </w:rPr>
        <w:t>hatkurs.Punkte</w:t>
      </w:r>
      <w:bookmarkEnd w:id="14"/>
    </w:p>
    <w:p w14:paraId="182E4DC4" w14:textId="4026A8FE" w:rsidR="00F86CCD" w:rsidRDefault="00F86CCD" w:rsidP="00105A96">
      <w:pPr>
        <w:pStyle w:val="Quellcode"/>
        <w:numPr>
          <w:ilvl w:val="0"/>
          <w:numId w:val="23"/>
        </w:numPr>
        <w:ind w:left="709"/>
      </w:pPr>
      <w:r w:rsidRPr="007F56CE">
        <w:rPr>
          <w:b/>
          <w:bCs/>
        </w:rPr>
        <w:t>FROM</w:t>
      </w:r>
      <w:r w:rsidRPr="00F86CCD">
        <w:t xml:space="preserve"> schueler, hatkurs</w:t>
      </w:r>
    </w:p>
    <w:p w14:paraId="04027B42" w14:textId="13325273" w:rsidR="0062168E" w:rsidRDefault="0062168E" w:rsidP="00CF584B">
      <w:pPr>
        <w:pStyle w:val="Listenabsatz"/>
        <w:numPr>
          <w:ilvl w:val="0"/>
          <w:numId w:val="11"/>
        </w:numPr>
        <w:rPr>
          <w:color w:val="000000" w:themeColor="text1"/>
        </w:rPr>
      </w:pPr>
      <w:r>
        <w:rPr>
          <w:color w:val="000000" w:themeColor="text1"/>
        </w:rPr>
        <w:t xml:space="preserve">Führen Sie die Anfrage </w:t>
      </w:r>
      <w:r w:rsidR="0098419D">
        <w:rPr>
          <w:color w:val="000000" w:themeColor="text1"/>
        </w:rPr>
        <w:t>aus</w:t>
      </w:r>
      <w:r>
        <w:rPr>
          <w:color w:val="000000" w:themeColor="text1"/>
        </w:rPr>
        <w:t xml:space="preserve"> und vergleichen Sie das Ergebnis mit Ihrer Vermutung. Erläutern Sie.</w:t>
      </w:r>
    </w:p>
    <w:p w14:paraId="12F1509D" w14:textId="0A860AAA" w:rsidR="0062168E" w:rsidRPr="00D4156C" w:rsidRDefault="0062168E" w:rsidP="008F16FF">
      <w:pPr>
        <w:spacing w:after="0"/>
        <w:rPr>
          <w:b/>
          <w:bCs/>
          <w:color w:val="000000" w:themeColor="text1"/>
        </w:rPr>
      </w:pPr>
      <w:r w:rsidRPr="00D4156C">
        <w:rPr>
          <w:b/>
          <w:bCs/>
          <w:color w:val="000000" w:themeColor="text1"/>
        </w:rPr>
        <w:lastRenderedPageBreak/>
        <w:t>Aufgabe</w:t>
      </w:r>
      <w:r w:rsidR="00D4156C" w:rsidRPr="00D4156C">
        <w:rPr>
          <w:b/>
          <w:bCs/>
          <w:color w:val="000000" w:themeColor="text1"/>
        </w:rPr>
        <w:t xml:space="preserve"> 1</w:t>
      </w:r>
      <w:r w:rsidR="0098419D">
        <w:rPr>
          <w:b/>
          <w:bCs/>
          <w:color w:val="000000" w:themeColor="text1"/>
        </w:rPr>
        <w:t>9</w:t>
      </w:r>
      <w:r w:rsidRPr="00D4156C">
        <w:rPr>
          <w:b/>
          <w:bCs/>
          <w:color w:val="000000" w:themeColor="text1"/>
        </w:rPr>
        <w:t xml:space="preserve">: </w:t>
      </w:r>
    </w:p>
    <w:p w14:paraId="11A17AE6" w14:textId="4F67BD47" w:rsidR="0062168E" w:rsidRDefault="0062168E" w:rsidP="00CF584B">
      <w:pPr>
        <w:pStyle w:val="Listenabsatz"/>
        <w:numPr>
          <w:ilvl w:val="0"/>
          <w:numId w:val="12"/>
        </w:numPr>
        <w:rPr>
          <w:color w:val="000000" w:themeColor="text1"/>
        </w:rPr>
      </w:pPr>
      <w:r w:rsidRPr="0062168E">
        <w:rPr>
          <w:color w:val="000000" w:themeColor="text1"/>
        </w:rPr>
        <w:t xml:space="preserve">Beschreiben Sie, wie Sie von Hand vorgehen, um in den Tabellen in Abbildung 4 </w:t>
      </w:r>
      <w:r w:rsidRPr="00D36663">
        <w:rPr>
          <w:i/>
          <w:iCs/>
          <w:color w:val="000000" w:themeColor="text1"/>
        </w:rPr>
        <w:t>Name</w:t>
      </w:r>
      <w:r w:rsidRPr="0062168E">
        <w:rPr>
          <w:color w:val="000000" w:themeColor="text1"/>
        </w:rPr>
        <w:t xml:space="preserve"> und </w:t>
      </w:r>
      <w:r w:rsidRPr="00D36663">
        <w:rPr>
          <w:i/>
          <w:iCs/>
          <w:color w:val="000000" w:themeColor="text1"/>
        </w:rPr>
        <w:t>Telefonnummer</w:t>
      </w:r>
      <w:r w:rsidRPr="0062168E">
        <w:rPr>
          <w:color w:val="000000" w:themeColor="text1"/>
        </w:rPr>
        <w:t xml:space="preserve"> des Trainers der Handballmannschaft HHE herauszusuchen.</w:t>
      </w:r>
    </w:p>
    <w:p w14:paraId="59D51ACB" w14:textId="50429C98" w:rsidR="00071DA6" w:rsidRDefault="00071DA6" w:rsidP="00CF584B">
      <w:pPr>
        <w:pStyle w:val="Listenabsatz"/>
        <w:numPr>
          <w:ilvl w:val="0"/>
          <w:numId w:val="12"/>
        </w:numPr>
        <w:spacing w:after="120"/>
        <w:rPr>
          <w:color w:val="000000" w:themeColor="text1"/>
        </w:rPr>
      </w:pPr>
      <w:r>
        <w:rPr>
          <w:color w:val="000000" w:themeColor="text1"/>
        </w:rPr>
        <w:t>Stellen Sie eine Vermutung auf, wie man dieses Vorgehen in einer SQL-A</w:t>
      </w:r>
      <w:r w:rsidR="00D4156C">
        <w:rPr>
          <w:color w:val="000000" w:themeColor="text1"/>
        </w:rPr>
        <w:t>n</w:t>
      </w:r>
      <w:r>
        <w:rPr>
          <w:color w:val="000000" w:themeColor="text1"/>
        </w:rPr>
        <w:t>frage abbilden k</w:t>
      </w:r>
      <w:r w:rsidR="00D4156C">
        <w:rPr>
          <w:color w:val="000000" w:themeColor="text1"/>
        </w:rPr>
        <w:t>ann</w:t>
      </w:r>
      <w:r>
        <w:rPr>
          <w:color w:val="000000" w:themeColor="text1"/>
        </w:rPr>
        <w:t>.</w:t>
      </w:r>
      <w:r w:rsidR="00D4156C">
        <w:rPr>
          <w:color w:val="000000" w:themeColor="text1"/>
        </w:rPr>
        <w:t xml:space="preserve"> Testen Sie Ihre Vermutung, indem Sie die SQL-Anfrage in Aufgabe 1</w:t>
      </w:r>
      <w:r w:rsidR="0000421E">
        <w:rPr>
          <w:color w:val="000000" w:themeColor="text1"/>
        </w:rPr>
        <w:t>8</w:t>
      </w:r>
      <w:r w:rsidR="00D4156C">
        <w:rPr>
          <w:color w:val="000000" w:themeColor="text1"/>
        </w:rPr>
        <w:t xml:space="preserve">a) </w:t>
      </w:r>
      <w:bookmarkStart w:id="15" w:name="_Hlk74644809"/>
      <w:r w:rsidR="00B76921">
        <w:rPr>
          <w:color w:val="000000" w:themeColor="text1"/>
        </w:rPr>
        <w:t xml:space="preserve">für die Datenbank </w:t>
      </w:r>
      <w:r w:rsidR="00B76921" w:rsidRPr="00B76921">
        <w:rPr>
          <w:i/>
          <w:iCs/>
          <w:color w:val="000000" w:themeColor="text1"/>
        </w:rPr>
        <w:t>Oberstufe</w:t>
      </w:r>
      <w:bookmarkEnd w:id="15"/>
      <w:r w:rsidR="00B76921">
        <w:rPr>
          <w:color w:val="000000" w:themeColor="text1"/>
        </w:rPr>
        <w:t xml:space="preserve"> </w:t>
      </w:r>
      <w:r w:rsidR="00D4156C">
        <w:rPr>
          <w:color w:val="000000" w:themeColor="text1"/>
        </w:rPr>
        <w:t>entsprechend erweitern.</w:t>
      </w:r>
    </w:p>
    <w:p w14:paraId="288CC420" w14:textId="6E4F5129" w:rsidR="0062168E" w:rsidRPr="001D02CC" w:rsidRDefault="0062168E" w:rsidP="0062168E">
      <w:pPr>
        <w:rPr>
          <w:color w:val="000000" w:themeColor="text1"/>
        </w:rPr>
      </w:pPr>
      <w:r>
        <w:rPr>
          <w:color w:val="000000" w:themeColor="text1"/>
        </w:rPr>
        <w:t>Wenn wi</w:t>
      </w:r>
      <w:r w:rsidR="00071DA6">
        <w:rPr>
          <w:color w:val="000000" w:themeColor="text1"/>
        </w:rPr>
        <w:t>r</w:t>
      </w:r>
      <w:r>
        <w:rPr>
          <w:color w:val="000000" w:themeColor="text1"/>
        </w:rPr>
        <w:t xml:space="preserve"> zwei Tabellen hinter </w:t>
      </w:r>
      <w:r w:rsidRPr="00063C6C">
        <w:rPr>
          <w:rFonts w:ascii="Courier New" w:hAnsi="Courier New" w:cs="Courier New"/>
          <w:color w:val="000000" w:themeColor="text1"/>
        </w:rPr>
        <w:t>FROM</w:t>
      </w:r>
      <w:r>
        <w:rPr>
          <w:color w:val="000000" w:themeColor="text1"/>
        </w:rPr>
        <w:t xml:space="preserve"> angeben, wird das </w:t>
      </w:r>
      <w:r w:rsidRPr="00D4156C">
        <w:rPr>
          <w:b/>
          <w:bCs/>
          <w:color w:val="4E6B9E"/>
        </w:rPr>
        <w:t>Kreuzprodukt</w:t>
      </w:r>
      <w:r w:rsidRPr="00D4156C">
        <w:rPr>
          <w:color w:val="4E6B9E"/>
        </w:rPr>
        <w:t xml:space="preserve"> </w:t>
      </w:r>
      <w:r>
        <w:rPr>
          <w:color w:val="000000" w:themeColor="text1"/>
        </w:rPr>
        <w:t>der beiden Tabellen gebildet. Das heißt</w:t>
      </w:r>
      <w:r w:rsidR="00403836">
        <w:rPr>
          <w:color w:val="000000" w:themeColor="text1"/>
        </w:rPr>
        <w:t>,</w:t>
      </w:r>
      <w:r>
        <w:rPr>
          <w:color w:val="000000" w:themeColor="text1"/>
        </w:rPr>
        <w:t xml:space="preserve"> es entsteht eine neue Tabelle, in der jede Zeile der ersten Tabelle mit jeder </w:t>
      </w:r>
      <w:r w:rsidR="00D4156C">
        <w:rPr>
          <w:color w:val="000000" w:themeColor="text1"/>
        </w:rPr>
        <w:t xml:space="preserve">Zeile </w:t>
      </w:r>
      <w:r>
        <w:rPr>
          <w:color w:val="000000" w:themeColor="text1"/>
        </w:rPr>
        <w:t>der zweiten Tabelle kombiniert wird. Dadurch ergeben sich viele Datensätze, de</w:t>
      </w:r>
      <w:r w:rsidR="00063C6C">
        <w:rPr>
          <w:color w:val="000000" w:themeColor="text1"/>
        </w:rPr>
        <w:t>ren Daten</w:t>
      </w:r>
      <w:r>
        <w:rPr>
          <w:color w:val="000000" w:themeColor="text1"/>
        </w:rPr>
        <w:t xml:space="preserve"> logisch gar nicht sinnvoll zusammenpassen. </w:t>
      </w:r>
      <w:r w:rsidR="001D02CC">
        <w:rPr>
          <w:color w:val="000000" w:themeColor="text1"/>
        </w:rPr>
        <w:t xml:space="preserve">Wenn wir Tabellen verknüpfen, </w:t>
      </w:r>
      <w:r w:rsidR="00D4156C">
        <w:rPr>
          <w:color w:val="000000" w:themeColor="text1"/>
        </w:rPr>
        <w:t>enthält eine der T</w:t>
      </w:r>
      <w:r w:rsidR="001D02CC">
        <w:rPr>
          <w:color w:val="000000" w:themeColor="text1"/>
        </w:rPr>
        <w:t>abellen</w:t>
      </w:r>
      <w:r w:rsidR="00D4156C">
        <w:rPr>
          <w:color w:val="000000" w:themeColor="text1"/>
        </w:rPr>
        <w:t xml:space="preserve"> meist den P</w:t>
      </w:r>
      <w:r w:rsidR="001D02CC">
        <w:rPr>
          <w:color w:val="000000" w:themeColor="text1"/>
        </w:rPr>
        <w:t xml:space="preserve">rimärschlüssel der anderen </w:t>
      </w:r>
      <w:r w:rsidR="00D4156C">
        <w:rPr>
          <w:color w:val="000000" w:themeColor="text1"/>
        </w:rPr>
        <w:t xml:space="preserve">Tabelle </w:t>
      </w:r>
      <w:r w:rsidR="001D02CC">
        <w:rPr>
          <w:color w:val="000000" w:themeColor="text1"/>
        </w:rPr>
        <w:t>als Fremdschlüssel</w:t>
      </w:r>
      <w:r w:rsidR="00D4156C">
        <w:rPr>
          <w:color w:val="000000" w:themeColor="text1"/>
        </w:rPr>
        <w:t>.</w:t>
      </w:r>
      <w:r w:rsidR="001D02CC">
        <w:rPr>
          <w:color w:val="000000" w:themeColor="text1"/>
        </w:rPr>
        <w:t xml:space="preserve"> Wenn wir z. B. die Tabelle </w:t>
      </w:r>
      <w:r w:rsidR="001D02CC" w:rsidRPr="00D4156C">
        <w:rPr>
          <w:i/>
          <w:iCs/>
          <w:color w:val="000000" w:themeColor="text1"/>
        </w:rPr>
        <w:t>Trainer</w:t>
      </w:r>
      <w:r w:rsidR="001D02CC">
        <w:rPr>
          <w:color w:val="000000" w:themeColor="text1"/>
        </w:rPr>
        <w:t xml:space="preserve"> mit der Tabelle </w:t>
      </w:r>
      <w:r w:rsidR="001D02CC" w:rsidRPr="00D4156C">
        <w:rPr>
          <w:i/>
          <w:iCs/>
          <w:color w:val="000000" w:themeColor="text1"/>
        </w:rPr>
        <w:t>Kurs</w:t>
      </w:r>
      <w:r w:rsidR="001D02CC">
        <w:rPr>
          <w:color w:val="000000" w:themeColor="text1"/>
        </w:rPr>
        <w:t xml:space="preserve"> verknüpfen, so interessiert uns vermutlich zu jedem Kurs der passende Traine</w:t>
      </w:r>
      <w:r w:rsidR="004848FD">
        <w:rPr>
          <w:color w:val="000000" w:themeColor="text1"/>
        </w:rPr>
        <w:t>r</w:t>
      </w:r>
      <w:r w:rsidR="001D02CC">
        <w:rPr>
          <w:color w:val="000000" w:themeColor="text1"/>
        </w:rPr>
        <w:t xml:space="preserve">, so dass wir in der Gesamttabelle nur die Datensätze haben möchten, bei denen das Attribut </w:t>
      </w:r>
      <w:r w:rsidR="001D02CC" w:rsidRPr="00D4156C">
        <w:rPr>
          <w:i/>
          <w:iCs/>
          <w:color w:val="000000" w:themeColor="text1"/>
        </w:rPr>
        <w:t>TrainerID</w:t>
      </w:r>
      <w:r w:rsidR="001D02CC">
        <w:rPr>
          <w:color w:val="000000" w:themeColor="text1"/>
        </w:rPr>
        <w:t xml:space="preserve"> der Tabelle </w:t>
      </w:r>
      <w:r w:rsidR="001D02CC" w:rsidRPr="00314C19">
        <w:rPr>
          <w:i/>
          <w:iCs/>
          <w:color w:val="000000" w:themeColor="text1"/>
        </w:rPr>
        <w:t>Trainer</w:t>
      </w:r>
      <w:r w:rsidR="001D02CC">
        <w:rPr>
          <w:color w:val="000000" w:themeColor="text1"/>
        </w:rPr>
        <w:t xml:space="preserve"> und das Attribut </w:t>
      </w:r>
      <w:r w:rsidR="001D02CC" w:rsidRPr="00314C19">
        <w:rPr>
          <w:i/>
          <w:iCs/>
          <w:color w:val="000000" w:themeColor="text1"/>
        </w:rPr>
        <w:t>Trainer</w:t>
      </w:r>
      <w:r w:rsidR="001D02CC">
        <w:rPr>
          <w:color w:val="000000" w:themeColor="text1"/>
        </w:rPr>
        <w:t xml:space="preserve"> der Tabelle </w:t>
      </w:r>
      <w:r w:rsidR="001D02CC" w:rsidRPr="00314C19">
        <w:rPr>
          <w:i/>
          <w:iCs/>
          <w:color w:val="000000" w:themeColor="text1"/>
        </w:rPr>
        <w:t>Kurs</w:t>
      </w:r>
      <w:r w:rsidR="001D02CC">
        <w:rPr>
          <w:color w:val="000000" w:themeColor="text1"/>
        </w:rPr>
        <w:t xml:space="preserve"> den gleichen Wert enthalten. Damit das Kreuzprodukt der Tabellen auf diese sinnvollen Datensätze reduziert wird, müssen wi</w:t>
      </w:r>
      <w:r w:rsidR="00314C19">
        <w:rPr>
          <w:color w:val="000000" w:themeColor="text1"/>
        </w:rPr>
        <w:t>r</w:t>
      </w:r>
      <w:r w:rsidR="001D02CC">
        <w:rPr>
          <w:color w:val="000000" w:themeColor="text1"/>
        </w:rPr>
        <w:t xml:space="preserve"> mithilfe des </w:t>
      </w:r>
      <w:r w:rsidR="001D02CC" w:rsidRPr="00063C6C">
        <w:rPr>
          <w:rFonts w:ascii="Courier New" w:hAnsi="Courier New" w:cs="Courier New"/>
          <w:b/>
          <w:bCs/>
          <w:color w:val="4E6B9E"/>
        </w:rPr>
        <w:t>WHERE</w:t>
      </w:r>
      <w:r w:rsidR="001D02CC">
        <w:rPr>
          <w:color w:val="000000" w:themeColor="text1"/>
        </w:rPr>
        <w:t xml:space="preserve">-Befehls eine geeignete Bedingung angeben. </w:t>
      </w:r>
      <w:r w:rsidR="001D02CC" w:rsidRPr="001D02CC">
        <w:rPr>
          <w:color w:val="000000" w:themeColor="text1"/>
        </w:rPr>
        <w:t>In unserem Beispiel müsste die Anfrage daher so a</w:t>
      </w:r>
      <w:r w:rsidR="001D02CC">
        <w:rPr>
          <w:color w:val="000000" w:themeColor="text1"/>
        </w:rPr>
        <w:t>ussehen:</w:t>
      </w:r>
    </w:p>
    <w:p w14:paraId="12793673" w14:textId="69DDAD74" w:rsidR="001D02CC" w:rsidRPr="001D02CC" w:rsidRDefault="001D02CC" w:rsidP="00105A96">
      <w:pPr>
        <w:pStyle w:val="Quellcode"/>
        <w:numPr>
          <w:ilvl w:val="0"/>
          <w:numId w:val="24"/>
        </w:numPr>
        <w:ind w:left="357" w:hanging="357"/>
      </w:pPr>
      <w:r w:rsidRPr="00063C6C">
        <w:rPr>
          <w:b/>
          <w:bCs/>
        </w:rPr>
        <w:t>SELECT</w:t>
      </w:r>
      <w:r w:rsidRPr="001D02CC">
        <w:t xml:space="preserve"> </w:t>
      </w:r>
      <w:r w:rsidR="00314C19">
        <w:t>Vorname, Nachname, Telefon</w:t>
      </w:r>
    </w:p>
    <w:p w14:paraId="0423120B" w14:textId="3D2363A3" w:rsidR="001D02CC" w:rsidRPr="001D02CC" w:rsidRDefault="001D02CC" w:rsidP="00105A96">
      <w:pPr>
        <w:pStyle w:val="Quellcode"/>
      </w:pPr>
      <w:r w:rsidRPr="00063C6C">
        <w:rPr>
          <w:b/>
          <w:bCs/>
        </w:rPr>
        <w:t>FROM</w:t>
      </w:r>
      <w:r w:rsidRPr="001D02CC">
        <w:t xml:space="preserve"> Trainer, Kurs</w:t>
      </w:r>
    </w:p>
    <w:p w14:paraId="11B23238" w14:textId="69052AF9" w:rsidR="001D02CC" w:rsidRDefault="001D02CC" w:rsidP="00105A96">
      <w:pPr>
        <w:pStyle w:val="Quellcode"/>
      </w:pPr>
      <w:r w:rsidRPr="00063C6C">
        <w:rPr>
          <w:b/>
          <w:bCs/>
        </w:rPr>
        <w:t>WHERE</w:t>
      </w:r>
      <w:r w:rsidRPr="001D02CC">
        <w:t xml:space="preserve"> Trainer.TrainerID = Kurs.T</w:t>
      </w:r>
      <w:r>
        <w:t>rainer</w:t>
      </w:r>
      <w:r w:rsidR="00314C19">
        <w:t xml:space="preserve"> </w:t>
      </w:r>
      <w:r w:rsidR="00063C6C" w:rsidRPr="00063C6C">
        <w:rPr>
          <w:b/>
          <w:bCs/>
        </w:rPr>
        <w:t>AND</w:t>
      </w:r>
      <w:r w:rsidR="00063C6C">
        <w:t xml:space="preserve"> </w:t>
      </w:r>
      <w:r w:rsidR="00314C19">
        <w:t xml:space="preserve">KursID = </w:t>
      </w:r>
      <w:r w:rsidR="00314C19" w:rsidRPr="00AF4FAC">
        <w:rPr>
          <w:rFonts w:asciiTheme="minorHAnsi" w:hAnsiTheme="minorHAnsi" w:cstheme="minorHAnsi"/>
        </w:rPr>
        <w:t>'</w:t>
      </w:r>
      <w:r w:rsidR="00314C19">
        <w:t>HHE</w:t>
      </w:r>
      <w:r w:rsidR="00314C19" w:rsidRPr="00AF4FAC">
        <w:rPr>
          <w:rFonts w:asciiTheme="minorHAnsi" w:hAnsiTheme="minorHAnsi" w:cstheme="minorHAnsi"/>
        </w:rPr>
        <w:t>'</w:t>
      </w:r>
    </w:p>
    <w:p w14:paraId="6F31D794" w14:textId="5A4E2BAF" w:rsidR="00314C19" w:rsidRDefault="00314C19" w:rsidP="00105A96">
      <w:pPr>
        <w:pStyle w:val="UnterschriftINFSII"/>
        <w:spacing w:after="120"/>
      </w:pPr>
      <w:r>
        <w:t xml:space="preserve">Beispiel </w:t>
      </w:r>
      <w:fldSimple w:instr=" SEQ Beispiel \* ARABIC ">
        <w:r w:rsidR="00065AC6">
          <w:rPr>
            <w:noProof/>
          </w:rPr>
          <w:t>8</w:t>
        </w:r>
      </w:fldSimple>
    </w:p>
    <w:p w14:paraId="58166355" w14:textId="064E8028" w:rsidR="00B757C2" w:rsidRDefault="00B757C2" w:rsidP="0062168E">
      <w:pPr>
        <w:rPr>
          <w:color w:val="000000" w:themeColor="text1"/>
        </w:rPr>
      </w:pPr>
      <w:r w:rsidRPr="00B757C2">
        <w:rPr>
          <w:color w:val="000000" w:themeColor="text1"/>
        </w:rPr>
        <w:t>Um bei mehreren Tabellen deutlich zu machen, zu welcher T</w:t>
      </w:r>
      <w:r w:rsidR="00071DA6">
        <w:rPr>
          <w:color w:val="000000" w:themeColor="text1"/>
        </w:rPr>
        <w:t>a</w:t>
      </w:r>
      <w:r w:rsidRPr="00B757C2">
        <w:rPr>
          <w:color w:val="000000" w:themeColor="text1"/>
        </w:rPr>
        <w:t>belle ein Attri</w:t>
      </w:r>
      <w:r>
        <w:rPr>
          <w:color w:val="000000" w:themeColor="text1"/>
        </w:rPr>
        <w:t>but gehört, ist es sinnvoll den Tabellennamen voranzustellen. Haben zwei Tabellen ein gleichnamiges Attribut</w:t>
      </w:r>
      <w:r w:rsidR="00314C19">
        <w:rPr>
          <w:color w:val="000000" w:themeColor="text1"/>
        </w:rPr>
        <w:t>,</w:t>
      </w:r>
      <w:r>
        <w:rPr>
          <w:color w:val="000000" w:themeColor="text1"/>
        </w:rPr>
        <w:t xml:space="preserve"> ist das sogar zwingend notwendig. Bei langen Tabellennamen kann den Tabellen </w:t>
      </w:r>
      <w:r w:rsidR="00314C19">
        <w:rPr>
          <w:color w:val="000000" w:themeColor="text1"/>
        </w:rPr>
        <w:t xml:space="preserve">im </w:t>
      </w:r>
      <w:r w:rsidRPr="00063C6C">
        <w:rPr>
          <w:rFonts w:ascii="Courier New" w:hAnsi="Courier New" w:cs="Courier New"/>
          <w:color w:val="000000" w:themeColor="text1"/>
        </w:rPr>
        <w:t>FROM</w:t>
      </w:r>
      <w:r>
        <w:rPr>
          <w:color w:val="000000" w:themeColor="text1"/>
        </w:rPr>
        <w:t>-</w:t>
      </w:r>
      <w:r w:rsidR="00314C19">
        <w:rPr>
          <w:color w:val="000000" w:themeColor="text1"/>
        </w:rPr>
        <w:t>Teil ein Kürze</w:t>
      </w:r>
      <w:r>
        <w:rPr>
          <w:color w:val="000000" w:themeColor="text1"/>
        </w:rPr>
        <w:t>l zugewiesen werden</w:t>
      </w:r>
      <w:r w:rsidR="00314C19">
        <w:rPr>
          <w:color w:val="000000" w:themeColor="text1"/>
        </w:rPr>
        <w:t>. Dies ist vergleichbar mit einem Variablennamen.</w:t>
      </w:r>
    </w:p>
    <w:p w14:paraId="2A4DD664" w14:textId="282A8990" w:rsidR="00B757C2" w:rsidRPr="00B757C2" w:rsidRDefault="00B757C2" w:rsidP="00105A96">
      <w:pPr>
        <w:pStyle w:val="Quellcode"/>
        <w:numPr>
          <w:ilvl w:val="0"/>
          <w:numId w:val="25"/>
        </w:numPr>
        <w:ind w:left="357" w:hanging="357"/>
      </w:pPr>
      <w:r w:rsidRPr="007F56CE">
        <w:rPr>
          <w:b/>
          <w:bCs/>
        </w:rPr>
        <w:t>SELECT</w:t>
      </w:r>
      <w:r w:rsidRPr="00B757C2">
        <w:t xml:space="preserve"> </w:t>
      </w:r>
      <w:r w:rsidR="00314C19" w:rsidRPr="00063C6C">
        <w:rPr>
          <w:b/>
          <w:bCs/>
        </w:rPr>
        <w:t>T</w:t>
      </w:r>
      <w:r w:rsidR="00314C19">
        <w:t xml:space="preserve">.Vorname, </w:t>
      </w:r>
      <w:r w:rsidR="00314C19" w:rsidRPr="00063C6C">
        <w:rPr>
          <w:b/>
          <w:bCs/>
        </w:rPr>
        <w:t>T</w:t>
      </w:r>
      <w:r w:rsidR="00314C19">
        <w:t xml:space="preserve">.Nachname, </w:t>
      </w:r>
      <w:r w:rsidR="00314C19" w:rsidRPr="00063C6C">
        <w:rPr>
          <w:b/>
          <w:bCs/>
        </w:rPr>
        <w:t>T</w:t>
      </w:r>
      <w:r w:rsidR="00314C19">
        <w:t>.Telefon</w:t>
      </w:r>
    </w:p>
    <w:p w14:paraId="07267A9F" w14:textId="00E87597" w:rsidR="00B757C2" w:rsidRPr="00314C19" w:rsidRDefault="00B757C2" w:rsidP="00105A96">
      <w:pPr>
        <w:pStyle w:val="Quellcode"/>
        <w:rPr>
          <w:lang w:val="de-DE"/>
        </w:rPr>
      </w:pPr>
      <w:r w:rsidRPr="007F56CE">
        <w:rPr>
          <w:b/>
          <w:bCs/>
          <w:lang w:val="de-DE"/>
        </w:rPr>
        <w:t>FROM</w:t>
      </w:r>
      <w:r w:rsidRPr="00314C19">
        <w:rPr>
          <w:lang w:val="de-DE"/>
        </w:rPr>
        <w:t xml:space="preserve"> Trainer </w:t>
      </w:r>
      <w:r w:rsidRPr="00314C19">
        <w:rPr>
          <w:b/>
          <w:bCs/>
          <w:lang w:val="de-DE"/>
        </w:rPr>
        <w:t>T</w:t>
      </w:r>
      <w:r w:rsidRPr="00314C19">
        <w:rPr>
          <w:lang w:val="de-DE"/>
        </w:rPr>
        <w:t xml:space="preserve">, Kurs </w:t>
      </w:r>
      <w:r w:rsidRPr="00314C19">
        <w:rPr>
          <w:b/>
          <w:bCs/>
          <w:lang w:val="de-DE"/>
        </w:rPr>
        <w:t>K</w:t>
      </w:r>
    </w:p>
    <w:p w14:paraId="6A3AD364" w14:textId="45208388" w:rsidR="00B757C2" w:rsidRDefault="00B757C2" w:rsidP="00105A96">
      <w:pPr>
        <w:pStyle w:val="Quellcode"/>
      </w:pPr>
      <w:r w:rsidRPr="007F56CE">
        <w:rPr>
          <w:b/>
          <w:bCs/>
        </w:rPr>
        <w:t>WHERE</w:t>
      </w:r>
      <w:r w:rsidRPr="001D02CC">
        <w:t xml:space="preserve"> </w:t>
      </w:r>
      <w:r w:rsidRPr="00314C19">
        <w:rPr>
          <w:b/>
          <w:bCs/>
        </w:rPr>
        <w:t>T</w:t>
      </w:r>
      <w:r w:rsidRPr="001D02CC">
        <w:t xml:space="preserve">.TrainerID = </w:t>
      </w:r>
      <w:r w:rsidRPr="00314C19">
        <w:rPr>
          <w:b/>
          <w:bCs/>
        </w:rPr>
        <w:t>K</w:t>
      </w:r>
      <w:r w:rsidRPr="001D02CC">
        <w:t>.T</w:t>
      </w:r>
      <w:r>
        <w:t>rainer</w:t>
      </w:r>
      <w:r w:rsidR="00314C19">
        <w:t xml:space="preserve"> and </w:t>
      </w:r>
      <w:r w:rsidR="00314C19" w:rsidRPr="00063C6C">
        <w:rPr>
          <w:b/>
          <w:bCs/>
        </w:rPr>
        <w:t>K</w:t>
      </w:r>
      <w:r w:rsidR="00314C19">
        <w:t xml:space="preserve">.KursID = </w:t>
      </w:r>
      <w:r w:rsidR="00314C19" w:rsidRPr="00AF4FAC">
        <w:rPr>
          <w:rFonts w:asciiTheme="minorHAnsi" w:hAnsiTheme="minorHAnsi" w:cstheme="minorHAnsi"/>
        </w:rPr>
        <w:t>'</w:t>
      </w:r>
      <w:r w:rsidR="00314C19">
        <w:t>HHE</w:t>
      </w:r>
      <w:r w:rsidR="00314C19" w:rsidRPr="00AF4FAC">
        <w:rPr>
          <w:rFonts w:asciiTheme="minorHAnsi" w:hAnsiTheme="minorHAnsi" w:cstheme="minorHAnsi"/>
        </w:rPr>
        <w:t>'</w:t>
      </w:r>
    </w:p>
    <w:p w14:paraId="46F6E3A4" w14:textId="3FB77509" w:rsidR="00B757C2" w:rsidRPr="00B757C2" w:rsidRDefault="00314C19" w:rsidP="00105A96">
      <w:pPr>
        <w:pStyle w:val="UnterschriftINFSII"/>
        <w:spacing w:after="120"/>
        <w:rPr>
          <w:color w:val="000000" w:themeColor="text1"/>
          <w:lang w:val="en-US"/>
        </w:rPr>
      </w:pPr>
      <w:r>
        <w:t xml:space="preserve">Beispiel </w:t>
      </w:r>
      <w:fldSimple w:instr=" SEQ Beispiel \* ARABIC ">
        <w:r w:rsidR="00065AC6">
          <w:rPr>
            <w:noProof/>
          </w:rPr>
          <w:t>9</w:t>
        </w:r>
      </w:fldSimple>
    </w:p>
    <w:p w14:paraId="12BC48C2" w14:textId="2B67A8D6" w:rsidR="001D02CC" w:rsidRPr="00515344" w:rsidRDefault="001D02CC" w:rsidP="00071DA6">
      <w:pPr>
        <w:spacing w:after="0"/>
        <w:rPr>
          <w:b/>
          <w:bCs/>
          <w:color w:val="000000" w:themeColor="text1"/>
        </w:rPr>
      </w:pPr>
      <w:r w:rsidRPr="00515344">
        <w:rPr>
          <w:b/>
          <w:bCs/>
          <w:color w:val="000000" w:themeColor="text1"/>
        </w:rPr>
        <w:t>Aufgabe</w:t>
      </w:r>
      <w:r w:rsidR="00515344" w:rsidRPr="00515344">
        <w:rPr>
          <w:b/>
          <w:bCs/>
          <w:color w:val="000000" w:themeColor="text1"/>
        </w:rPr>
        <w:t xml:space="preserve"> </w:t>
      </w:r>
      <w:r w:rsidR="00105A96">
        <w:rPr>
          <w:b/>
          <w:bCs/>
          <w:color w:val="000000" w:themeColor="text1"/>
        </w:rPr>
        <w:t>20</w:t>
      </w:r>
      <w:r w:rsidRPr="00515344">
        <w:rPr>
          <w:b/>
          <w:bCs/>
          <w:color w:val="000000" w:themeColor="text1"/>
        </w:rPr>
        <w:t xml:space="preserve">: </w:t>
      </w:r>
    </w:p>
    <w:p w14:paraId="3D4AF32E" w14:textId="090B7091" w:rsidR="001D02CC" w:rsidRDefault="001D02CC" w:rsidP="00CF584B">
      <w:pPr>
        <w:pStyle w:val="Listenabsatz"/>
        <w:numPr>
          <w:ilvl w:val="0"/>
          <w:numId w:val="13"/>
        </w:numPr>
        <w:rPr>
          <w:color w:val="000000" w:themeColor="text1"/>
        </w:rPr>
      </w:pPr>
      <w:r w:rsidRPr="001D02CC">
        <w:rPr>
          <w:color w:val="000000" w:themeColor="text1"/>
        </w:rPr>
        <w:t>Ergänzen Sie in Aufgabe</w:t>
      </w:r>
      <w:r w:rsidR="00314C19">
        <w:rPr>
          <w:color w:val="000000" w:themeColor="text1"/>
        </w:rPr>
        <w:t xml:space="preserve"> 1</w:t>
      </w:r>
      <w:r w:rsidR="0000421E">
        <w:rPr>
          <w:color w:val="000000" w:themeColor="text1"/>
        </w:rPr>
        <w:t>8</w:t>
      </w:r>
      <w:r w:rsidR="00314C19">
        <w:rPr>
          <w:color w:val="000000" w:themeColor="text1"/>
        </w:rPr>
        <w:t xml:space="preserve">a) </w:t>
      </w:r>
      <w:r w:rsidRPr="001D02CC">
        <w:rPr>
          <w:color w:val="000000" w:themeColor="text1"/>
        </w:rPr>
        <w:t>eine geeignete Bedingung, so dass jedem</w:t>
      </w:r>
      <w:r w:rsidR="00515344">
        <w:rPr>
          <w:color w:val="000000" w:themeColor="text1"/>
        </w:rPr>
        <w:t xml:space="preserve"> Schüler die Kurse zugeordnet werden, die </w:t>
      </w:r>
      <w:r w:rsidR="00063C6C">
        <w:rPr>
          <w:color w:val="000000" w:themeColor="text1"/>
        </w:rPr>
        <w:t>er</w:t>
      </w:r>
      <w:r w:rsidR="00515344">
        <w:rPr>
          <w:color w:val="000000" w:themeColor="text1"/>
        </w:rPr>
        <w:t xml:space="preserve"> belegt hat.</w:t>
      </w:r>
    </w:p>
    <w:p w14:paraId="79E5B0EB" w14:textId="5709EB57" w:rsidR="001D02CC" w:rsidRDefault="001D02CC" w:rsidP="00CF584B">
      <w:pPr>
        <w:pStyle w:val="Listenabsatz"/>
        <w:numPr>
          <w:ilvl w:val="0"/>
          <w:numId w:val="13"/>
        </w:numPr>
        <w:rPr>
          <w:color w:val="000000" w:themeColor="text1"/>
        </w:rPr>
      </w:pPr>
      <w:r>
        <w:rPr>
          <w:color w:val="000000" w:themeColor="text1"/>
        </w:rPr>
        <w:t xml:space="preserve">Geben Sie </w:t>
      </w:r>
      <w:r w:rsidR="00515344">
        <w:rPr>
          <w:color w:val="000000" w:themeColor="text1"/>
        </w:rPr>
        <w:t xml:space="preserve">für das </w:t>
      </w:r>
      <w:bookmarkStart w:id="16" w:name="_Hlk212650262"/>
      <w:r w:rsidR="00C75411">
        <w:rPr>
          <w:color w:val="000000" w:themeColor="text1"/>
        </w:rPr>
        <w:t>r</w:t>
      </w:r>
      <w:r w:rsidR="00515344">
        <w:rPr>
          <w:color w:val="000000" w:themeColor="text1"/>
        </w:rPr>
        <w:t>elation</w:t>
      </w:r>
      <w:r w:rsidR="00C75411">
        <w:rPr>
          <w:color w:val="000000" w:themeColor="text1"/>
        </w:rPr>
        <w:t>ale S</w:t>
      </w:r>
      <w:r w:rsidR="00515344">
        <w:rPr>
          <w:color w:val="000000" w:themeColor="text1"/>
        </w:rPr>
        <w:t xml:space="preserve">chema </w:t>
      </w:r>
      <w:bookmarkEnd w:id="16"/>
      <w:r w:rsidR="00515344">
        <w:rPr>
          <w:color w:val="000000" w:themeColor="text1"/>
        </w:rPr>
        <w:t>des Sportvereins in Abbildung 4</w:t>
      </w:r>
      <w:r>
        <w:rPr>
          <w:color w:val="000000" w:themeColor="text1"/>
        </w:rPr>
        <w:t xml:space="preserve"> Beispiele für sinnvolle Verknüpfungen </w:t>
      </w:r>
      <w:r w:rsidR="00515344">
        <w:rPr>
          <w:color w:val="000000" w:themeColor="text1"/>
        </w:rPr>
        <w:t>der</w:t>
      </w:r>
      <w:r>
        <w:rPr>
          <w:color w:val="000000" w:themeColor="text1"/>
        </w:rPr>
        <w:t xml:space="preserve"> Tabellen an.</w:t>
      </w:r>
    </w:p>
    <w:p w14:paraId="35350D41" w14:textId="6F041FE0" w:rsidR="001D02CC" w:rsidRPr="001D02CC" w:rsidRDefault="001D02CC" w:rsidP="00CF584B">
      <w:pPr>
        <w:pStyle w:val="Listenabsatz"/>
        <w:numPr>
          <w:ilvl w:val="0"/>
          <w:numId w:val="13"/>
        </w:numPr>
        <w:rPr>
          <w:color w:val="000000" w:themeColor="text1"/>
        </w:rPr>
      </w:pPr>
      <w:r>
        <w:rPr>
          <w:color w:val="000000" w:themeColor="text1"/>
        </w:rPr>
        <w:t xml:space="preserve">Erstellen Sie eine SQL-Anfrage, die </w:t>
      </w:r>
      <w:r w:rsidR="00515344">
        <w:rPr>
          <w:color w:val="000000" w:themeColor="text1"/>
        </w:rPr>
        <w:t>jedem Schüler die Lehrer zuordnet, bei denen er Unterricht hat.</w:t>
      </w:r>
    </w:p>
    <w:p w14:paraId="4276C805" w14:textId="62387431" w:rsidR="00FF7D36" w:rsidRPr="00032486" w:rsidRDefault="00403836" w:rsidP="00515344">
      <w:pPr>
        <w:pStyle w:val="berschrift3"/>
        <w:rPr>
          <w:b/>
          <w:bCs/>
        </w:rPr>
      </w:pPr>
      <w:r w:rsidRPr="00032486">
        <w:rPr>
          <w:b/>
          <w:bCs/>
        </w:rPr>
        <w:t>Datensätze gruppieren</w:t>
      </w:r>
    </w:p>
    <w:p w14:paraId="2ACE5B1C" w14:textId="6C6D6261" w:rsidR="00403836" w:rsidRDefault="00E13291" w:rsidP="009900D3">
      <w:pPr>
        <w:rPr>
          <w:color w:val="000000" w:themeColor="text1"/>
        </w:rPr>
      </w:pPr>
      <w:bookmarkStart w:id="17" w:name="_Hlk74645330"/>
      <w:r>
        <w:rPr>
          <w:color w:val="000000" w:themeColor="text1"/>
        </w:rPr>
        <w:t xml:space="preserve">Die Aggregatfunktionen sollen manchmal nicht auf alle Datensätze, sondern auf </w:t>
      </w:r>
      <w:r w:rsidR="00A5143E">
        <w:rPr>
          <w:color w:val="000000" w:themeColor="text1"/>
        </w:rPr>
        <w:t xml:space="preserve">unterschiedliche </w:t>
      </w:r>
      <w:r>
        <w:rPr>
          <w:color w:val="000000" w:themeColor="text1"/>
        </w:rPr>
        <w:t xml:space="preserve">Teilmengen der Tabelle angewendet werden. Beispielsweise könnte statt der Gesamtdauer aller Kurse die Gesamtdauer der Kurse pro Trainer interessieren. Dazu besteht die Möglichkeit </w:t>
      </w:r>
      <w:r w:rsidR="00515344">
        <w:rPr>
          <w:color w:val="000000" w:themeColor="text1"/>
        </w:rPr>
        <w:t>die Datensätze</w:t>
      </w:r>
      <w:r>
        <w:rPr>
          <w:color w:val="000000" w:themeColor="text1"/>
        </w:rPr>
        <w:t xml:space="preserve"> zunächst nach einem Attribut </w:t>
      </w:r>
      <w:r w:rsidR="00515344">
        <w:rPr>
          <w:color w:val="000000" w:themeColor="text1"/>
        </w:rPr>
        <w:t xml:space="preserve">oder mehreren Attributen, die hinter </w:t>
      </w:r>
      <w:r w:rsidR="007673B6" w:rsidRPr="00515344">
        <w:rPr>
          <w:rFonts w:ascii="Courier New" w:hAnsi="Courier New" w:cs="Courier New"/>
          <w:b/>
          <w:bCs/>
          <w:color w:val="4E6B9E"/>
        </w:rPr>
        <w:t>GROUP BY</w:t>
      </w:r>
      <w:r w:rsidR="00515344" w:rsidRPr="00515344">
        <w:rPr>
          <w:color w:val="4E6B9E"/>
        </w:rPr>
        <w:t xml:space="preserve"> </w:t>
      </w:r>
      <w:r w:rsidR="00515344">
        <w:rPr>
          <w:color w:val="000000" w:themeColor="text1"/>
        </w:rPr>
        <w:t xml:space="preserve">angegeben werden, </w:t>
      </w:r>
      <w:r>
        <w:rPr>
          <w:color w:val="000000" w:themeColor="text1"/>
        </w:rPr>
        <w:t>zu gruppieren</w:t>
      </w:r>
      <w:r w:rsidR="00515344">
        <w:rPr>
          <w:color w:val="000000" w:themeColor="text1"/>
        </w:rPr>
        <w:t>.</w:t>
      </w:r>
      <w:r>
        <w:rPr>
          <w:color w:val="000000" w:themeColor="text1"/>
        </w:rPr>
        <w:t xml:space="preserve"> </w:t>
      </w:r>
      <w:r w:rsidR="00515344">
        <w:rPr>
          <w:color w:val="000000" w:themeColor="text1"/>
        </w:rPr>
        <w:t>D</w:t>
      </w:r>
      <w:r>
        <w:rPr>
          <w:color w:val="000000" w:themeColor="text1"/>
        </w:rPr>
        <w:t>as heißt</w:t>
      </w:r>
      <w:r w:rsidR="00515344">
        <w:rPr>
          <w:color w:val="000000" w:themeColor="text1"/>
        </w:rPr>
        <w:t>,</w:t>
      </w:r>
      <w:r>
        <w:rPr>
          <w:color w:val="000000" w:themeColor="text1"/>
        </w:rPr>
        <w:t xml:space="preserve"> </w:t>
      </w:r>
      <w:r w:rsidR="00515344">
        <w:rPr>
          <w:color w:val="000000" w:themeColor="text1"/>
        </w:rPr>
        <w:t xml:space="preserve">es werden </w:t>
      </w:r>
      <w:r>
        <w:rPr>
          <w:color w:val="000000" w:themeColor="text1"/>
        </w:rPr>
        <w:t xml:space="preserve">alle Datensätze zu einer Gruppe </w:t>
      </w:r>
      <w:r>
        <w:rPr>
          <w:color w:val="000000" w:themeColor="text1"/>
        </w:rPr>
        <w:lastRenderedPageBreak/>
        <w:t>zusammen</w:t>
      </w:r>
      <w:r w:rsidR="00D365C3">
        <w:rPr>
          <w:color w:val="000000" w:themeColor="text1"/>
        </w:rPr>
        <w:t>ge</w:t>
      </w:r>
      <w:r>
        <w:rPr>
          <w:color w:val="000000" w:themeColor="text1"/>
        </w:rPr>
        <w:t>fass</w:t>
      </w:r>
      <w:r w:rsidR="00D365C3">
        <w:rPr>
          <w:color w:val="000000" w:themeColor="text1"/>
        </w:rPr>
        <w:t>t</w:t>
      </w:r>
      <w:r>
        <w:rPr>
          <w:color w:val="000000" w:themeColor="text1"/>
        </w:rPr>
        <w:t xml:space="preserve">, die für </w:t>
      </w:r>
      <w:r w:rsidR="00515344">
        <w:rPr>
          <w:color w:val="000000" w:themeColor="text1"/>
        </w:rPr>
        <w:t xml:space="preserve">die angegebenen </w:t>
      </w:r>
      <w:r>
        <w:rPr>
          <w:color w:val="000000" w:themeColor="text1"/>
        </w:rPr>
        <w:t>Attribut</w:t>
      </w:r>
      <w:r w:rsidR="00515344">
        <w:rPr>
          <w:color w:val="000000" w:themeColor="text1"/>
        </w:rPr>
        <w:t xml:space="preserve">e </w:t>
      </w:r>
      <w:r>
        <w:rPr>
          <w:color w:val="000000" w:themeColor="text1"/>
        </w:rPr>
        <w:t>den gleichen Wert haben. Eine Aggregatfunktion kann dann auf jede dieser Gruppen angewendet werden</w:t>
      </w:r>
      <w:r w:rsidR="00515344">
        <w:rPr>
          <w:color w:val="000000" w:themeColor="text1"/>
        </w:rPr>
        <w:t>:</w:t>
      </w:r>
      <w:r>
        <w:rPr>
          <w:color w:val="000000" w:themeColor="text1"/>
        </w:rPr>
        <w:t xml:space="preserve"> </w:t>
      </w:r>
    </w:p>
    <w:p w14:paraId="2AE7AD27" w14:textId="0620A217" w:rsidR="00E13291" w:rsidRPr="00515344" w:rsidRDefault="00E13291" w:rsidP="00CF584B">
      <w:pPr>
        <w:pStyle w:val="Quellcode"/>
        <w:numPr>
          <w:ilvl w:val="0"/>
          <w:numId w:val="26"/>
        </w:numPr>
      </w:pPr>
      <w:r w:rsidRPr="007673B6">
        <w:rPr>
          <w:b/>
          <w:bCs/>
        </w:rPr>
        <w:t>SELECT</w:t>
      </w:r>
      <w:r w:rsidRPr="00515344">
        <w:t xml:space="preserve"> TrainerID, Vorname, </w:t>
      </w:r>
      <w:r w:rsidR="00490909">
        <w:t>Nachname</w:t>
      </w:r>
      <w:r w:rsidRPr="00515344">
        <w:t xml:space="preserve">, </w:t>
      </w:r>
      <w:r w:rsidR="007673B6" w:rsidRPr="007673B6">
        <w:rPr>
          <w:b/>
          <w:bCs/>
        </w:rPr>
        <w:t>SUM</w:t>
      </w:r>
      <w:r w:rsidRPr="00515344">
        <w:t>(Dauer)</w:t>
      </w:r>
    </w:p>
    <w:p w14:paraId="33256846" w14:textId="77777777" w:rsidR="00E13291" w:rsidRPr="00515344" w:rsidRDefault="00E13291" w:rsidP="00CF584B">
      <w:pPr>
        <w:pStyle w:val="Quellcode"/>
        <w:numPr>
          <w:ilvl w:val="0"/>
          <w:numId w:val="26"/>
        </w:numPr>
      </w:pPr>
      <w:r w:rsidRPr="007673B6">
        <w:rPr>
          <w:b/>
          <w:bCs/>
        </w:rPr>
        <w:t>FROM</w:t>
      </w:r>
      <w:r w:rsidRPr="00515344">
        <w:t xml:space="preserve"> Trainer T, Kurs K</w:t>
      </w:r>
    </w:p>
    <w:p w14:paraId="3D1E251D" w14:textId="306B9CA7" w:rsidR="00E13291" w:rsidRPr="00515344" w:rsidRDefault="00E13291" w:rsidP="00CF584B">
      <w:pPr>
        <w:pStyle w:val="Quellcode"/>
        <w:numPr>
          <w:ilvl w:val="0"/>
          <w:numId w:val="26"/>
        </w:numPr>
      </w:pPr>
      <w:r w:rsidRPr="007673B6">
        <w:rPr>
          <w:b/>
          <w:bCs/>
        </w:rPr>
        <w:t>WHERE</w:t>
      </w:r>
      <w:r w:rsidRPr="00515344">
        <w:t xml:space="preserve"> T.TrainerID = K.Trainer</w:t>
      </w:r>
    </w:p>
    <w:p w14:paraId="2B6575E1" w14:textId="0D90305F" w:rsidR="00E13291" w:rsidRDefault="00E13291" w:rsidP="00CF584B">
      <w:pPr>
        <w:pStyle w:val="Quellcode"/>
        <w:numPr>
          <w:ilvl w:val="0"/>
          <w:numId w:val="26"/>
        </w:numPr>
      </w:pPr>
      <w:r w:rsidRPr="007673B6">
        <w:rPr>
          <w:b/>
          <w:bCs/>
        </w:rPr>
        <w:t>GROUP</w:t>
      </w:r>
      <w:r w:rsidRPr="00515344">
        <w:t xml:space="preserve"> </w:t>
      </w:r>
      <w:r w:rsidRPr="007673B6">
        <w:rPr>
          <w:b/>
          <w:bCs/>
        </w:rPr>
        <w:t>BY</w:t>
      </w:r>
      <w:r w:rsidRPr="00515344">
        <w:t xml:space="preserve"> TrainerID, Vorname, Nachname</w:t>
      </w:r>
    </w:p>
    <w:p w14:paraId="6F9C51E6" w14:textId="34CA9DF9" w:rsidR="00515344" w:rsidRPr="00515344" w:rsidRDefault="00515344" w:rsidP="009D2A6A">
      <w:pPr>
        <w:pStyle w:val="UnterschriftINFSII"/>
        <w:spacing w:after="120"/>
      </w:pPr>
      <w:r>
        <w:t xml:space="preserve">Beispiel </w:t>
      </w:r>
      <w:fldSimple w:instr=" SEQ Beispiel \* ARABIC ">
        <w:r w:rsidR="00065AC6">
          <w:rPr>
            <w:noProof/>
          </w:rPr>
          <w:t>10</w:t>
        </w:r>
      </w:fldSimple>
    </w:p>
    <w:p w14:paraId="2DD2008A" w14:textId="6FC33BCE" w:rsidR="002E143F" w:rsidRDefault="00B217F3" w:rsidP="00E13291">
      <w:pPr>
        <w:rPr>
          <w:color w:val="000000" w:themeColor="text1"/>
        </w:rPr>
      </w:pPr>
      <w:r>
        <w:rPr>
          <w:color w:val="000000" w:themeColor="text1"/>
        </w:rPr>
        <w:t xml:space="preserve">Da jede Gruppe in der Ausgabe auf eine Zeile reduziert wird, dürfen </w:t>
      </w:r>
      <w:r w:rsidR="00E13291">
        <w:rPr>
          <w:color w:val="000000" w:themeColor="text1"/>
        </w:rPr>
        <w:t xml:space="preserve">hinter </w:t>
      </w:r>
      <w:r w:rsidR="00E13291" w:rsidRPr="00E352C6">
        <w:rPr>
          <w:rFonts w:ascii="Courier New" w:hAnsi="Courier New" w:cs="Courier New"/>
          <w:color w:val="000000" w:themeColor="text1"/>
        </w:rPr>
        <w:t>SELECT</w:t>
      </w:r>
      <w:r w:rsidR="00E13291">
        <w:rPr>
          <w:color w:val="000000" w:themeColor="text1"/>
        </w:rPr>
        <w:t xml:space="preserve"> nur Aggregat</w:t>
      </w:r>
      <w:r w:rsidR="00AF046A">
        <w:rPr>
          <w:color w:val="000000" w:themeColor="text1"/>
        </w:rPr>
        <w:softHyphen/>
      </w:r>
      <w:r w:rsidR="00E13291">
        <w:rPr>
          <w:color w:val="000000" w:themeColor="text1"/>
        </w:rPr>
        <w:t>funktionen oder Attribute stehen, nach den gruppiert wird</w:t>
      </w:r>
      <w:r>
        <w:rPr>
          <w:color w:val="000000" w:themeColor="text1"/>
        </w:rPr>
        <w:t xml:space="preserve"> und die somit den gleichen Wert haben. Deshalb</w:t>
      </w:r>
      <w:r w:rsidR="00E13291">
        <w:rPr>
          <w:color w:val="000000" w:themeColor="text1"/>
        </w:rPr>
        <w:t xml:space="preserve"> müssen die Attribute </w:t>
      </w:r>
      <w:r w:rsidR="00E13291" w:rsidRPr="00490909">
        <w:rPr>
          <w:i/>
          <w:iCs/>
          <w:color w:val="000000" w:themeColor="text1"/>
        </w:rPr>
        <w:t>TrainerID</w:t>
      </w:r>
      <w:r w:rsidR="00E13291">
        <w:rPr>
          <w:color w:val="000000" w:themeColor="text1"/>
        </w:rPr>
        <w:t xml:space="preserve">, </w:t>
      </w:r>
      <w:r w:rsidR="00E13291" w:rsidRPr="00490909">
        <w:rPr>
          <w:i/>
          <w:iCs/>
          <w:color w:val="000000" w:themeColor="text1"/>
        </w:rPr>
        <w:t>Vorname</w:t>
      </w:r>
      <w:r w:rsidR="007673B6">
        <w:rPr>
          <w:color w:val="000000" w:themeColor="text1"/>
        </w:rPr>
        <w:t xml:space="preserve"> und</w:t>
      </w:r>
      <w:r w:rsidR="00E13291">
        <w:rPr>
          <w:color w:val="000000" w:themeColor="text1"/>
        </w:rPr>
        <w:t xml:space="preserve"> </w:t>
      </w:r>
      <w:r w:rsidR="00E13291" w:rsidRPr="00490909">
        <w:rPr>
          <w:i/>
          <w:iCs/>
          <w:color w:val="000000" w:themeColor="text1"/>
        </w:rPr>
        <w:t>N</w:t>
      </w:r>
      <w:r w:rsidR="00490909">
        <w:rPr>
          <w:i/>
          <w:iCs/>
          <w:color w:val="000000" w:themeColor="text1"/>
        </w:rPr>
        <w:t>achn</w:t>
      </w:r>
      <w:r w:rsidR="00E13291" w:rsidRPr="00490909">
        <w:rPr>
          <w:i/>
          <w:iCs/>
          <w:color w:val="000000" w:themeColor="text1"/>
        </w:rPr>
        <w:t>ame</w:t>
      </w:r>
      <w:r w:rsidR="00E13291">
        <w:rPr>
          <w:color w:val="000000" w:themeColor="text1"/>
        </w:rPr>
        <w:t xml:space="preserve"> auch </w:t>
      </w:r>
      <w:r w:rsidR="007673B6">
        <w:rPr>
          <w:color w:val="000000" w:themeColor="text1"/>
        </w:rPr>
        <w:t xml:space="preserve">alle drei </w:t>
      </w:r>
      <w:r w:rsidR="00E13291">
        <w:rPr>
          <w:color w:val="000000" w:themeColor="text1"/>
        </w:rPr>
        <w:t xml:space="preserve">hinter </w:t>
      </w:r>
      <w:r w:rsidR="007673B6" w:rsidRPr="00E352C6">
        <w:rPr>
          <w:rFonts w:ascii="Courier New" w:hAnsi="Courier New" w:cs="Courier New"/>
          <w:color w:val="000000" w:themeColor="text1"/>
        </w:rPr>
        <w:t>GROUP BY</w:t>
      </w:r>
      <w:r w:rsidR="007673B6">
        <w:rPr>
          <w:color w:val="000000" w:themeColor="text1"/>
        </w:rPr>
        <w:t xml:space="preserve"> </w:t>
      </w:r>
      <w:r>
        <w:rPr>
          <w:color w:val="000000" w:themeColor="text1"/>
        </w:rPr>
        <w:t>angegeben werden</w:t>
      </w:r>
      <w:r w:rsidR="00E13291">
        <w:rPr>
          <w:color w:val="000000" w:themeColor="text1"/>
        </w:rPr>
        <w:t xml:space="preserve">, auch wenn Vorname und Nachname für eine TrainerID immer gleich sind und damit keinen zusätzlichen Einfluss auf die Gruppenbildung haben. Manche SQL-Implementierungen akzeptieren die Anfrage auch, wenn hinter </w:t>
      </w:r>
      <w:r w:rsidR="00E13291" w:rsidRPr="00E352C6">
        <w:rPr>
          <w:rFonts w:ascii="Courier New" w:hAnsi="Courier New" w:cs="Courier New"/>
          <w:color w:val="000000" w:themeColor="text1"/>
        </w:rPr>
        <w:t>GROUP BY</w:t>
      </w:r>
      <w:r w:rsidR="00E13291">
        <w:rPr>
          <w:color w:val="000000" w:themeColor="text1"/>
        </w:rPr>
        <w:t xml:space="preserve"> nur das Attribut </w:t>
      </w:r>
      <w:r w:rsidR="00E13291" w:rsidRPr="00E352C6">
        <w:rPr>
          <w:i/>
          <w:iCs/>
          <w:color w:val="000000" w:themeColor="text1"/>
        </w:rPr>
        <w:t>TrainerID</w:t>
      </w:r>
      <w:r w:rsidR="00E13291">
        <w:rPr>
          <w:color w:val="000000" w:themeColor="text1"/>
        </w:rPr>
        <w:t xml:space="preserve"> angegeben wird. </w:t>
      </w:r>
    </w:p>
    <w:bookmarkEnd w:id="17"/>
    <w:p w14:paraId="1D81A858" w14:textId="17711BEF" w:rsidR="007673B6" w:rsidRDefault="007673B6" w:rsidP="009D2A6A">
      <w:pPr>
        <w:spacing w:after="0"/>
        <w:rPr>
          <w:color w:val="000000" w:themeColor="text1"/>
        </w:rPr>
      </w:pPr>
      <w:r w:rsidRPr="00B7213A">
        <w:rPr>
          <w:b/>
          <w:bCs/>
          <w:color w:val="000000" w:themeColor="text1"/>
        </w:rPr>
        <w:t>Aufgabe 2</w:t>
      </w:r>
      <w:r w:rsidR="00105A96">
        <w:rPr>
          <w:b/>
          <w:bCs/>
          <w:color w:val="000000" w:themeColor="text1"/>
        </w:rPr>
        <w:t>1</w:t>
      </w:r>
      <w:r>
        <w:rPr>
          <w:color w:val="000000" w:themeColor="text1"/>
        </w:rPr>
        <w:t xml:space="preserve">: Formulieren Sie geeignete SQL-Anfragen für die Datenbank </w:t>
      </w:r>
      <w:r>
        <w:rPr>
          <w:i/>
          <w:iCs/>
          <w:color w:val="000000" w:themeColor="text1"/>
        </w:rPr>
        <w:t>Oberstufe</w:t>
      </w:r>
      <w:r w:rsidRPr="00A76595">
        <w:rPr>
          <w:color w:val="000000" w:themeColor="text1"/>
        </w:rPr>
        <w:t>.</w:t>
      </w:r>
    </w:p>
    <w:p w14:paraId="25CE8CCE" w14:textId="5A5E491F" w:rsidR="007673B6" w:rsidRDefault="007673B6" w:rsidP="007673B6">
      <w:pPr>
        <w:pStyle w:val="Listenabsatz"/>
        <w:numPr>
          <w:ilvl w:val="0"/>
          <w:numId w:val="31"/>
        </w:numPr>
        <w:rPr>
          <w:color w:val="000000" w:themeColor="text1"/>
        </w:rPr>
      </w:pPr>
      <w:r>
        <w:rPr>
          <w:color w:val="000000" w:themeColor="text1"/>
        </w:rPr>
        <w:t>Gesucht sind für jeden Schüler die durchschnittlich erreichten Punkte. Die Schüler mit den meisten Punkten sollen zuerst angezeigt werden.</w:t>
      </w:r>
    </w:p>
    <w:p w14:paraId="6CA4F5F5" w14:textId="147679FA" w:rsidR="007673B6" w:rsidRPr="007673B6" w:rsidRDefault="00B7213A" w:rsidP="007673B6">
      <w:pPr>
        <w:pStyle w:val="Listenabsatz"/>
        <w:numPr>
          <w:ilvl w:val="0"/>
          <w:numId w:val="31"/>
        </w:numPr>
        <w:rPr>
          <w:color w:val="000000" w:themeColor="text1"/>
        </w:rPr>
      </w:pPr>
      <w:r>
        <w:rPr>
          <w:color w:val="000000" w:themeColor="text1"/>
        </w:rPr>
        <w:t>Gesucht sind für jeden Schüler die Anzahl der Kurse</w:t>
      </w:r>
      <w:r w:rsidR="00236886">
        <w:rPr>
          <w:color w:val="000000" w:themeColor="text1"/>
        </w:rPr>
        <w:t>,</w:t>
      </w:r>
      <w:r>
        <w:rPr>
          <w:color w:val="000000" w:themeColor="text1"/>
        </w:rPr>
        <w:t xml:space="preserve"> die er belegt ha</w:t>
      </w:r>
      <w:r w:rsidR="00236886">
        <w:rPr>
          <w:color w:val="000000" w:themeColor="text1"/>
        </w:rPr>
        <w:t>t</w:t>
      </w:r>
      <w:r>
        <w:rPr>
          <w:color w:val="000000" w:themeColor="text1"/>
        </w:rPr>
        <w:t>. Be</w:t>
      </w:r>
      <w:r w:rsidR="00AC17A0">
        <w:rPr>
          <w:color w:val="000000" w:themeColor="text1"/>
        </w:rPr>
        <w:t>ne</w:t>
      </w:r>
      <w:r>
        <w:rPr>
          <w:color w:val="000000" w:themeColor="text1"/>
        </w:rPr>
        <w:t>nnen Sie die Spalte mit der Anzahl der Kurse geeignet.</w:t>
      </w:r>
    </w:p>
    <w:p w14:paraId="5DDC4EE5" w14:textId="0D7DCB45" w:rsidR="00D365C3" w:rsidRPr="00032486" w:rsidRDefault="00D365C3" w:rsidP="00D365C3">
      <w:pPr>
        <w:pStyle w:val="berschrift3"/>
        <w:rPr>
          <w:b/>
          <w:bCs/>
        </w:rPr>
      </w:pPr>
      <w:r w:rsidRPr="00032486">
        <w:rPr>
          <w:b/>
          <w:bCs/>
        </w:rPr>
        <w:t>Gruppen auswählen</w:t>
      </w:r>
    </w:p>
    <w:p w14:paraId="412351D6" w14:textId="1802D212" w:rsidR="002E143F" w:rsidRDefault="002E143F" w:rsidP="00E13291">
      <w:pPr>
        <w:rPr>
          <w:color w:val="000000" w:themeColor="text1"/>
        </w:rPr>
      </w:pPr>
      <w:r>
        <w:rPr>
          <w:color w:val="000000" w:themeColor="text1"/>
        </w:rPr>
        <w:t xml:space="preserve">Hinter </w:t>
      </w:r>
      <w:r w:rsidRPr="009D2A6A">
        <w:rPr>
          <w:rFonts w:ascii="Courier New" w:hAnsi="Courier New" w:cs="Courier New"/>
          <w:color w:val="000000" w:themeColor="text1"/>
        </w:rPr>
        <w:t>WHERE</w:t>
      </w:r>
      <w:r>
        <w:rPr>
          <w:color w:val="000000" w:themeColor="text1"/>
        </w:rPr>
        <w:t xml:space="preserve"> können wir Bedingungen angeben, die </w:t>
      </w:r>
      <w:r w:rsidR="00D365C3">
        <w:rPr>
          <w:color w:val="000000" w:themeColor="text1"/>
        </w:rPr>
        <w:t xml:space="preserve">für jeden einzelnen Datensatz </w:t>
      </w:r>
      <w:r>
        <w:rPr>
          <w:color w:val="000000" w:themeColor="text1"/>
        </w:rPr>
        <w:t>festlegen,</w:t>
      </w:r>
      <w:r w:rsidR="00D365C3">
        <w:rPr>
          <w:color w:val="000000" w:themeColor="text1"/>
        </w:rPr>
        <w:t xml:space="preserve"> ob er </w:t>
      </w:r>
      <w:r>
        <w:rPr>
          <w:color w:val="000000" w:themeColor="text1"/>
        </w:rPr>
        <w:t xml:space="preserve">im Ergebnis berücksichtigt werden soll. Möchten wir hingegen für ganze Gruppen </w:t>
      </w:r>
      <w:r w:rsidR="00D365C3">
        <w:rPr>
          <w:color w:val="000000" w:themeColor="text1"/>
        </w:rPr>
        <w:t>angeben</w:t>
      </w:r>
      <w:r>
        <w:rPr>
          <w:color w:val="000000" w:themeColor="text1"/>
        </w:rPr>
        <w:t xml:space="preserve">, ob diese im Ergebnis aufgenommen werden sollen, müssen wir hinter </w:t>
      </w:r>
      <w:r w:rsidRPr="007673B6">
        <w:rPr>
          <w:rFonts w:ascii="Courier New" w:hAnsi="Courier New" w:cs="Courier New"/>
          <w:color w:val="000000" w:themeColor="text1"/>
        </w:rPr>
        <w:t>GROUP BY</w:t>
      </w:r>
      <w:r>
        <w:rPr>
          <w:color w:val="000000" w:themeColor="text1"/>
        </w:rPr>
        <w:t xml:space="preserve"> </w:t>
      </w:r>
      <w:r w:rsidR="00D365C3">
        <w:rPr>
          <w:color w:val="000000" w:themeColor="text1"/>
        </w:rPr>
        <w:t xml:space="preserve">eine Bedingung mit </w:t>
      </w:r>
      <w:r w:rsidR="007673B6" w:rsidRPr="007673B6">
        <w:rPr>
          <w:rFonts w:ascii="Courier New" w:hAnsi="Courier New" w:cs="Courier New"/>
          <w:b/>
          <w:bCs/>
          <w:color w:val="4E6B9E"/>
        </w:rPr>
        <w:t>HAVING</w:t>
      </w:r>
      <w:r w:rsidR="007673B6" w:rsidRPr="007673B6">
        <w:rPr>
          <w:color w:val="4E6B9E"/>
        </w:rPr>
        <w:t xml:space="preserve"> </w:t>
      </w:r>
      <w:r>
        <w:rPr>
          <w:color w:val="000000" w:themeColor="text1"/>
        </w:rPr>
        <w:t>einfügen</w:t>
      </w:r>
      <w:r w:rsidR="00D365C3">
        <w:rPr>
          <w:color w:val="000000" w:themeColor="text1"/>
        </w:rPr>
        <w:t>, die sich auf die Gruppen bezieht.</w:t>
      </w:r>
      <w:r>
        <w:rPr>
          <w:color w:val="000000" w:themeColor="text1"/>
        </w:rPr>
        <w:t xml:space="preserve"> Ergänzen wir in Beispiel</w:t>
      </w:r>
      <w:r w:rsidR="00D365C3">
        <w:rPr>
          <w:color w:val="000000" w:themeColor="text1"/>
        </w:rPr>
        <w:t xml:space="preserve"> 10 </w:t>
      </w:r>
      <w:r>
        <w:rPr>
          <w:color w:val="000000" w:themeColor="text1"/>
        </w:rPr>
        <w:t xml:space="preserve">die Zeile </w:t>
      </w:r>
      <w:r w:rsidRPr="00D365C3">
        <w:rPr>
          <w:rFonts w:ascii="Courier New" w:hAnsi="Courier New" w:cs="Courier New"/>
          <w:color w:val="000000" w:themeColor="text1"/>
        </w:rPr>
        <w:t>HAVING SUM(Dauer) &gt; 120</w:t>
      </w:r>
      <w:r>
        <w:rPr>
          <w:color w:val="000000" w:themeColor="text1"/>
        </w:rPr>
        <w:t xml:space="preserve">, </w:t>
      </w:r>
      <w:r w:rsidR="00D365C3">
        <w:rPr>
          <w:color w:val="000000" w:themeColor="text1"/>
        </w:rPr>
        <w:t>werden</w:t>
      </w:r>
      <w:r>
        <w:rPr>
          <w:color w:val="000000" w:themeColor="text1"/>
        </w:rPr>
        <w:t xml:space="preserve"> nur die Trainer in der Ausgabe berücksichtigt, die Kurse im Gesamtumfang von mehr als 2 Stunden anbieten</w:t>
      </w:r>
      <w:r w:rsidR="00D365C3">
        <w:rPr>
          <w:color w:val="000000" w:themeColor="text1"/>
        </w:rPr>
        <w:t>:</w:t>
      </w:r>
    </w:p>
    <w:p w14:paraId="63EFD6CC" w14:textId="55B0D327" w:rsidR="002E143F" w:rsidRDefault="002E143F" w:rsidP="00CF584B">
      <w:pPr>
        <w:pStyle w:val="Quellcode"/>
        <w:numPr>
          <w:ilvl w:val="0"/>
          <w:numId w:val="27"/>
        </w:numPr>
      </w:pPr>
      <w:r w:rsidRPr="007673B6">
        <w:rPr>
          <w:b/>
          <w:bCs/>
        </w:rPr>
        <w:t>SELECT</w:t>
      </w:r>
      <w:r w:rsidRPr="00E13291">
        <w:t xml:space="preserve"> TrainerID, Vorname, </w:t>
      </w:r>
      <w:r w:rsidR="00D365C3">
        <w:t>Nachn</w:t>
      </w:r>
      <w:r>
        <w:t xml:space="preserve">ame, </w:t>
      </w:r>
      <w:r w:rsidR="007673B6" w:rsidRPr="007673B6">
        <w:rPr>
          <w:b/>
          <w:bCs/>
        </w:rPr>
        <w:t>SUM</w:t>
      </w:r>
      <w:r>
        <w:t>(Dauer)</w:t>
      </w:r>
    </w:p>
    <w:p w14:paraId="03102B14" w14:textId="77777777" w:rsidR="002E143F" w:rsidRPr="00E13291" w:rsidRDefault="002E143F" w:rsidP="00CF584B">
      <w:pPr>
        <w:pStyle w:val="Quellcode"/>
        <w:numPr>
          <w:ilvl w:val="0"/>
          <w:numId w:val="27"/>
        </w:numPr>
      </w:pPr>
      <w:r w:rsidRPr="007673B6">
        <w:rPr>
          <w:b/>
          <w:bCs/>
        </w:rPr>
        <w:t>FROM</w:t>
      </w:r>
      <w:r w:rsidRPr="00E13291">
        <w:t xml:space="preserve"> Trainer T, Kurs K</w:t>
      </w:r>
    </w:p>
    <w:p w14:paraId="1E514D66" w14:textId="77777777" w:rsidR="002E143F" w:rsidRDefault="002E143F" w:rsidP="00CF584B">
      <w:pPr>
        <w:pStyle w:val="Quellcode"/>
        <w:numPr>
          <w:ilvl w:val="0"/>
          <w:numId w:val="27"/>
        </w:numPr>
      </w:pPr>
      <w:r w:rsidRPr="007673B6">
        <w:rPr>
          <w:b/>
          <w:bCs/>
        </w:rPr>
        <w:t>WHERE</w:t>
      </w:r>
      <w:r w:rsidRPr="001D02CC">
        <w:t xml:space="preserve"> T.TrainerID = K.T</w:t>
      </w:r>
      <w:r>
        <w:t>rainer</w:t>
      </w:r>
    </w:p>
    <w:p w14:paraId="3012FF33" w14:textId="77777777" w:rsidR="002E143F" w:rsidRDefault="002E143F" w:rsidP="00CF584B">
      <w:pPr>
        <w:pStyle w:val="Quellcode"/>
        <w:numPr>
          <w:ilvl w:val="0"/>
          <w:numId w:val="27"/>
        </w:numPr>
      </w:pPr>
      <w:r w:rsidRPr="007673B6">
        <w:rPr>
          <w:b/>
          <w:bCs/>
        </w:rPr>
        <w:t>GROUP</w:t>
      </w:r>
      <w:r>
        <w:t xml:space="preserve"> </w:t>
      </w:r>
      <w:r w:rsidRPr="007673B6">
        <w:rPr>
          <w:b/>
          <w:bCs/>
        </w:rPr>
        <w:t>BY</w:t>
      </w:r>
      <w:r>
        <w:t xml:space="preserve"> TrainerID, Vorname, Nachname</w:t>
      </w:r>
    </w:p>
    <w:p w14:paraId="0BA94F7E" w14:textId="016290DA" w:rsidR="002E143F" w:rsidRPr="005A4B3C" w:rsidRDefault="002E143F" w:rsidP="00CF584B">
      <w:pPr>
        <w:pStyle w:val="Quellcode"/>
        <w:numPr>
          <w:ilvl w:val="0"/>
          <w:numId w:val="27"/>
        </w:numPr>
      </w:pPr>
      <w:r w:rsidRPr="007673B6">
        <w:rPr>
          <w:b/>
          <w:bCs/>
        </w:rPr>
        <w:t>HAVING</w:t>
      </w:r>
      <w:r>
        <w:t xml:space="preserve"> </w:t>
      </w:r>
      <w:r w:rsidRPr="007673B6">
        <w:rPr>
          <w:b/>
          <w:bCs/>
        </w:rPr>
        <w:t>SUM</w:t>
      </w:r>
      <w:r>
        <w:t>(Dauer) &gt; 120</w:t>
      </w:r>
    </w:p>
    <w:p w14:paraId="1ADB9C58" w14:textId="38E34273" w:rsidR="00E13291" w:rsidRDefault="00D365C3" w:rsidP="00105A96">
      <w:pPr>
        <w:pStyle w:val="UnterschriftINFSII"/>
        <w:spacing w:after="240"/>
        <w:rPr>
          <w:color w:val="000000" w:themeColor="text1"/>
        </w:rPr>
      </w:pPr>
      <w:r>
        <w:t xml:space="preserve">Beispiel </w:t>
      </w:r>
      <w:fldSimple w:instr=" SEQ Beispiel \* ARABIC ">
        <w:r w:rsidR="00065AC6">
          <w:rPr>
            <w:noProof/>
          </w:rPr>
          <w:t>11</w:t>
        </w:r>
      </w:fldSimple>
    </w:p>
    <w:p w14:paraId="300BCDC0" w14:textId="1A0E1283" w:rsidR="007673B6" w:rsidRDefault="009D2A6A" w:rsidP="009D2A6A">
      <w:pPr>
        <w:spacing w:before="60"/>
        <w:ind w:left="142"/>
        <w:rPr>
          <w:color w:val="000000" w:themeColor="text1"/>
        </w:rPr>
      </w:pPr>
      <w:r>
        <w:rPr>
          <w:b/>
          <w:bCs/>
          <w:noProof/>
          <w:color w:val="4E6B9E"/>
        </w:rPr>
        <mc:AlternateContent>
          <mc:Choice Requires="wps">
            <w:drawing>
              <wp:anchor distT="0" distB="0" distL="114300" distR="114300" simplePos="0" relativeHeight="251672576" behindDoc="0" locked="0" layoutInCell="1" allowOverlap="1" wp14:anchorId="28E8FDDD" wp14:editId="0E09DF16">
                <wp:simplePos x="0" y="0"/>
                <wp:positionH relativeFrom="column">
                  <wp:posOffset>-4445</wp:posOffset>
                </wp:positionH>
                <wp:positionV relativeFrom="paragraph">
                  <wp:posOffset>-45085</wp:posOffset>
                </wp:positionV>
                <wp:extent cx="5753100" cy="476250"/>
                <wp:effectExtent l="19050" t="19050" r="19050" b="19050"/>
                <wp:wrapNone/>
                <wp:docPr id="22" name="Rechteck 22"/>
                <wp:cNvGraphicFramePr/>
                <a:graphic xmlns:a="http://schemas.openxmlformats.org/drawingml/2006/main">
                  <a:graphicData uri="http://schemas.microsoft.com/office/word/2010/wordprocessingShape">
                    <wps:wsp>
                      <wps:cNvSpPr/>
                      <wps:spPr>
                        <a:xfrm>
                          <a:off x="0" y="0"/>
                          <a:ext cx="5753100" cy="476250"/>
                        </a:xfrm>
                        <a:prstGeom prst="rect">
                          <a:avLst/>
                        </a:prstGeom>
                        <a:noFill/>
                        <a:ln w="28575">
                          <a:solidFill>
                            <a:srgbClr val="C00000"/>
                          </a:solidFill>
                        </a:ln>
                      </wps:spPr>
                      <wps:style>
                        <a:lnRef idx="2">
                          <a:schemeClr val="accent2"/>
                        </a:lnRef>
                        <a:fillRef idx="1">
                          <a:schemeClr val="lt1"/>
                        </a:fillRef>
                        <a:effectRef idx="0">
                          <a:schemeClr val="accent2"/>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095330B4" id="Rechteck 22" o:spid="_x0000_s1026" style="position:absolute;margin-left:-.35pt;margin-top:-3.55pt;width:453pt;height:37.5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" filled="f" strokecolor="#c00000" strokeweight="2.25pt"/>
            </w:pict>
          </mc:Fallback>
        </mc:AlternateContent>
      </w:r>
      <w:r w:rsidR="002E143F" w:rsidRPr="00D365C3">
        <w:rPr>
          <w:b/>
          <w:bCs/>
          <w:color w:val="4E6B9E"/>
        </w:rPr>
        <w:t>Merke</w:t>
      </w:r>
      <w:r w:rsidR="002E143F" w:rsidRPr="002E143F">
        <w:rPr>
          <w:color w:val="000000" w:themeColor="text1"/>
        </w:rPr>
        <w:t xml:space="preserve">: Bedingungen hinter </w:t>
      </w:r>
      <w:r w:rsidR="002E143F" w:rsidRPr="007673B6">
        <w:rPr>
          <w:rFonts w:ascii="Courier New" w:hAnsi="Courier New" w:cs="Courier New"/>
          <w:color w:val="4E6B9E"/>
        </w:rPr>
        <w:t>WHERE</w:t>
      </w:r>
      <w:r w:rsidR="002E143F" w:rsidRPr="007673B6">
        <w:rPr>
          <w:color w:val="4E6B9E"/>
        </w:rPr>
        <w:t xml:space="preserve"> </w:t>
      </w:r>
      <w:r w:rsidR="002E143F">
        <w:rPr>
          <w:color w:val="000000" w:themeColor="text1"/>
        </w:rPr>
        <w:t xml:space="preserve">beziehen sich auf Attribute der einzelnen Datensätze. Bedingungen hinter </w:t>
      </w:r>
      <w:r w:rsidR="002E143F" w:rsidRPr="007673B6">
        <w:rPr>
          <w:rFonts w:ascii="Courier New" w:hAnsi="Courier New" w:cs="Courier New"/>
          <w:color w:val="4E6B9E"/>
        </w:rPr>
        <w:t>HAVING</w:t>
      </w:r>
      <w:r w:rsidR="002E143F" w:rsidRPr="007673B6">
        <w:rPr>
          <w:color w:val="4E6B9E"/>
        </w:rPr>
        <w:t xml:space="preserve"> </w:t>
      </w:r>
      <w:r w:rsidR="002E143F">
        <w:rPr>
          <w:color w:val="000000" w:themeColor="text1"/>
        </w:rPr>
        <w:t xml:space="preserve">beziehen sich auf </w:t>
      </w:r>
      <w:r w:rsidR="00D365C3">
        <w:rPr>
          <w:color w:val="000000" w:themeColor="text1"/>
        </w:rPr>
        <w:t>Eigenschaften</w:t>
      </w:r>
      <w:r w:rsidR="002E143F">
        <w:rPr>
          <w:color w:val="000000" w:themeColor="text1"/>
        </w:rPr>
        <w:t xml:space="preserve"> der einzelnen Gruppen. </w:t>
      </w:r>
    </w:p>
    <w:p w14:paraId="113E0B97" w14:textId="4040BDC9" w:rsidR="00B7213A" w:rsidRDefault="00B7213A" w:rsidP="005B3193">
      <w:pPr>
        <w:spacing w:before="240" w:after="0"/>
        <w:rPr>
          <w:color w:val="000000" w:themeColor="text1"/>
        </w:rPr>
      </w:pPr>
      <w:r w:rsidRPr="00B7213A">
        <w:rPr>
          <w:b/>
          <w:bCs/>
          <w:color w:val="000000" w:themeColor="text1"/>
        </w:rPr>
        <w:t>Aufgabe 2</w:t>
      </w:r>
      <w:r w:rsidR="00105A96">
        <w:rPr>
          <w:b/>
          <w:bCs/>
          <w:color w:val="000000" w:themeColor="text1"/>
        </w:rPr>
        <w:t>2</w:t>
      </w:r>
      <w:r>
        <w:rPr>
          <w:color w:val="000000" w:themeColor="text1"/>
        </w:rPr>
        <w:t xml:space="preserve">: Formulieren Sie geeignete SQL-Anfragen für die Datenbank </w:t>
      </w:r>
      <w:r>
        <w:rPr>
          <w:i/>
          <w:iCs/>
          <w:color w:val="000000" w:themeColor="text1"/>
        </w:rPr>
        <w:t>Oberstufe</w:t>
      </w:r>
      <w:r w:rsidRPr="00A76595">
        <w:rPr>
          <w:color w:val="000000" w:themeColor="text1"/>
        </w:rPr>
        <w:t>.</w:t>
      </w:r>
    </w:p>
    <w:p w14:paraId="144F62EB" w14:textId="408F0B6E" w:rsidR="00B7213A" w:rsidRDefault="00B7213A" w:rsidP="00B7213A">
      <w:pPr>
        <w:pStyle w:val="Listenabsatz"/>
        <w:numPr>
          <w:ilvl w:val="0"/>
          <w:numId w:val="32"/>
        </w:numPr>
        <w:rPr>
          <w:color w:val="000000" w:themeColor="text1"/>
        </w:rPr>
      </w:pPr>
      <w:r>
        <w:rPr>
          <w:color w:val="000000" w:themeColor="text1"/>
        </w:rPr>
        <w:t>Gesucht sind die Schüler, die weniger als 34 Kurse belegt haben.</w:t>
      </w:r>
    </w:p>
    <w:p w14:paraId="44929AA7" w14:textId="3FA22BD5" w:rsidR="00B7213A" w:rsidRDefault="00B7213A" w:rsidP="00B7213A">
      <w:pPr>
        <w:pStyle w:val="Listenabsatz"/>
        <w:numPr>
          <w:ilvl w:val="0"/>
          <w:numId w:val="32"/>
        </w:numPr>
        <w:rPr>
          <w:color w:val="000000" w:themeColor="text1"/>
        </w:rPr>
      </w:pPr>
      <w:r>
        <w:rPr>
          <w:color w:val="000000" w:themeColor="text1"/>
        </w:rPr>
        <w:t>Gesucht sind die Schüler</w:t>
      </w:r>
      <w:r w:rsidR="00C90BE1">
        <w:rPr>
          <w:color w:val="000000" w:themeColor="text1"/>
        </w:rPr>
        <w:t>, deren Punktedurchschnitt im Fach Mathematik unter fünf Punkten liegt.</w:t>
      </w:r>
    </w:p>
    <w:p w14:paraId="14A43AB2" w14:textId="26AC63DF" w:rsidR="00896B1A" w:rsidRPr="00896B1A" w:rsidRDefault="00896B1A" w:rsidP="00896B1A">
      <w:pPr>
        <w:rPr>
          <w:color w:val="000000" w:themeColor="text1"/>
        </w:rPr>
      </w:pPr>
      <w:r w:rsidRPr="005B3193">
        <w:rPr>
          <w:b/>
          <w:bCs/>
          <w:color w:val="4E6B9E"/>
        </w:rPr>
        <w:t>Weitere Übungsaufgaben</w:t>
      </w:r>
      <w:r w:rsidRPr="00896B1A">
        <w:rPr>
          <w:color w:val="000000" w:themeColor="text1"/>
        </w:rPr>
        <w:t xml:space="preserve"> finden Sie </w:t>
      </w:r>
      <w:r w:rsidR="008D2A81">
        <w:rPr>
          <w:color w:val="000000" w:themeColor="text1"/>
        </w:rPr>
        <w:t>im SQL-Tutorial der Lichtenbergschule Darmstadt in den Lektionen 3 und 4.</w:t>
      </w:r>
      <w:r w:rsidR="008D2A81" w:rsidRPr="00896B1A">
        <w:rPr>
          <w:color w:val="000000" w:themeColor="text1"/>
        </w:rPr>
        <w:t xml:space="preserve"> </w:t>
      </w:r>
    </w:p>
    <w:p w14:paraId="3589FA48" w14:textId="77777777" w:rsidR="00BF3AB8" w:rsidRDefault="00BF3AB8">
      <w:pPr>
        <w:spacing w:after="160" w:line="259" w:lineRule="auto"/>
        <w:rPr>
          <w:rFonts w:asciiTheme="majorHAnsi" w:eastAsiaTheme="majorEastAsia" w:hAnsiTheme="majorHAnsi" w:cstheme="majorBidi"/>
          <w:color w:val="4E6B9E"/>
          <w:sz w:val="24"/>
          <w:szCs w:val="24"/>
        </w:rPr>
      </w:pPr>
      <w:r>
        <w:br w:type="page"/>
      </w:r>
    </w:p>
    <w:p w14:paraId="3BB5851F" w14:textId="37E05E2F" w:rsidR="00D365C3" w:rsidRPr="00032486" w:rsidRDefault="00B217F3" w:rsidP="00C90BE1">
      <w:pPr>
        <w:pStyle w:val="berschrift3"/>
        <w:tabs>
          <w:tab w:val="left" w:pos="5190"/>
        </w:tabs>
        <w:rPr>
          <w:b/>
          <w:bCs/>
        </w:rPr>
      </w:pPr>
      <w:r w:rsidRPr="00032486">
        <w:rPr>
          <w:b/>
          <w:bCs/>
        </w:rPr>
        <w:lastRenderedPageBreak/>
        <w:t>Zusammenfassung</w:t>
      </w:r>
    </w:p>
    <w:p w14:paraId="6AF1763E" w14:textId="038246BC" w:rsidR="002E143F" w:rsidRDefault="00896B1A" w:rsidP="009900D3">
      <w:pPr>
        <w:rPr>
          <w:color w:val="000000" w:themeColor="text1"/>
        </w:rPr>
      </w:pPr>
      <w:bookmarkStart w:id="18" w:name="_Hlk74646054"/>
      <w:r>
        <w:rPr>
          <w:color w:val="000000" w:themeColor="text1"/>
        </w:rPr>
        <w:t>Zum Zeitpunkt der Entstehung diese</w:t>
      </w:r>
      <w:r w:rsidR="009D2A6A">
        <w:rPr>
          <w:color w:val="000000" w:themeColor="text1"/>
        </w:rPr>
        <w:t>s</w:t>
      </w:r>
      <w:r>
        <w:rPr>
          <w:color w:val="000000" w:themeColor="text1"/>
        </w:rPr>
        <w:t xml:space="preserve"> Leitfadens </w:t>
      </w:r>
      <w:r w:rsidR="00C1782B">
        <w:rPr>
          <w:color w:val="000000" w:themeColor="text1"/>
        </w:rPr>
        <w:t xml:space="preserve">wird in den zentralen Prüfungsaufgaben </w:t>
      </w:r>
      <w:r>
        <w:rPr>
          <w:color w:val="000000" w:themeColor="text1"/>
        </w:rPr>
        <w:t xml:space="preserve">in Niedersachen </w:t>
      </w:r>
      <w:r w:rsidR="00C1782B">
        <w:rPr>
          <w:color w:val="000000" w:themeColor="text1"/>
        </w:rPr>
        <w:t xml:space="preserve">die </w:t>
      </w:r>
      <w:r w:rsidR="00C1782B" w:rsidRPr="00C1782B">
        <w:rPr>
          <w:color w:val="000000" w:themeColor="text1"/>
        </w:rPr>
        <w:t xml:space="preserve">Abfragesprache SQL mit dem folgenden Sprachumfang unter Berücksichtigung der angegebenen Operatoren und </w:t>
      </w:r>
      <w:r w:rsidR="005B3193">
        <w:rPr>
          <w:color w:val="000000" w:themeColor="text1"/>
        </w:rPr>
        <w:t>Aggregat</w:t>
      </w:r>
      <w:r w:rsidR="00C1782B" w:rsidRPr="00C1782B">
        <w:rPr>
          <w:color w:val="000000" w:themeColor="text1"/>
        </w:rPr>
        <w:t>funktionen verwendet. Verschachtelte SQL-Anweisungen werden im Rahmen der zentralen Prüfungsaufgaben nicht thematisiert</w:t>
      </w:r>
      <w:r>
        <w:rPr>
          <w:rStyle w:val="Funotenzeichen"/>
          <w:color w:val="000000" w:themeColor="text1"/>
        </w:rPr>
        <w:footnoteReference w:id="8"/>
      </w:r>
      <w:r w:rsidR="00C1782B" w:rsidRPr="00C1782B">
        <w:rPr>
          <w:color w:val="000000" w:themeColor="text1"/>
        </w:rPr>
        <w:t>.</w:t>
      </w:r>
      <w:r w:rsidR="00B217F3">
        <w:rPr>
          <w:color w:val="000000" w:themeColor="text1"/>
        </w:rPr>
        <w:t xml:space="preserve"> </w:t>
      </w:r>
    </w:p>
    <w:bookmarkEnd w:id="18"/>
    <w:p w14:paraId="5A6847F5" w14:textId="77777777" w:rsidR="00C1782B" w:rsidRPr="00742CBF" w:rsidRDefault="00C1782B" w:rsidP="00B217F3">
      <w:pPr>
        <w:autoSpaceDE w:val="0"/>
        <w:autoSpaceDN w:val="0"/>
        <w:adjustRightInd w:val="0"/>
        <w:spacing w:after="0"/>
        <w:rPr>
          <w:rFonts w:cstheme="minorHAnsi"/>
          <w:b/>
          <w:bCs/>
          <w:color w:val="000000"/>
          <w:lang w:val="en-US"/>
        </w:rPr>
      </w:pPr>
      <w:r w:rsidRPr="00742CBF">
        <w:rPr>
          <w:rFonts w:cstheme="minorHAnsi"/>
          <w:b/>
          <w:bCs/>
          <w:color w:val="000000"/>
          <w:lang w:val="en-US"/>
        </w:rPr>
        <w:t xml:space="preserve">SELECT-Anweisung: </w:t>
      </w:r>
    </w:p>
    <w:p w14:paraId="6D9D5625" w14:textId="6B021521" w:rsidR="00C1782B" w:rsidRPr="00C1782B" w:rsidRDefault="00C1782B" w:rsidP="00B217F3">
      <w:pPr>
        <w:autoSpaceDE w:val="0"/>
        <w:autoSpaceDN w:val="0"/>
        <w:adjustRightInd w:val="0"/>
        <w:spacing w:after="0"/>
        <w:rPr>
          <w:rFonts w:ascii="Courier New" w:hAnsi="Courier New" w:cs="Courier New"/>
          <w:color w:val="000000"/>
          <w:lang w:val="en-US"/>
        </w:rPr>
      </w:pPr>
      <w:r w:rsidRPr="00C1782B">
        <w:rPr>
          <w:rFonts w:ascii="Courier New" w:hAnsi="Courier New" w:cs="Courier New"/>
          <w:b/>
          <w:bCs/>
          <w:color w:val="000000"/>
          <w:lang w:val="en-US"/>
        </w:rPr>
        <w:t xml:space="preserve">SELECT </w:t>
      </w:r>
      <w:r w:rsidRPr="00C1782B">
        <w:rPr>
          <w:rFonts w:ascii="Courier New" w:hAnsi="Courier New" w:cs="Courier New"/>
          <w:color w:val="000000"/>
          <w:lang w:val="en-US"/>
        </w:rPr>
        <w:t>[DISTINCT] * | spalte</w:t>
      </w:r>
      <w:r w:rsidRPr="00C1782B">
        <w:rPr>
          <w:rFonts w:ascii="Courier New" w:hAnsi="Courier New" w:cs="Courier New"/>
          <w:color w:val="000000"/>
          <w:sz w:val="14"/>
          <w:szCs w:val="14"/>
          <w:lang w:val="en-US"/>
        </w:rPr>
        <w:t xml:space="preserve">1 </w:t>
      </w:r>
      <w:r w:rsidRPr="00C1782B">
        <w:rPr>
          <w:rFonts w:ascii="Courier New" w:hAnsi="Courier New" w:cs="Courier New"/>
          <w:color w:val="000000"/>
          <w:lang w:val="en-US"/>
        </w:rPr>
        <w:t>[AS alias</w:t>
      </w:r>
      <w:r w:rsidRPr="00C1782B">
        <w:rPr>
          <w:rFonts w:ascii="Courier New" w:hAnsi="Courier New" w:cs="Courier New"/>
          <w:color w:val="000000"/>
          <w:sz w:val="14"/>
          <w:szCs w:val="14"/>
          <w:lang w:val="en-US"/>
        </w:rPr>
        <w:t>1</w:t>
      </w:r>
      <w:r w:rsidRPr="00C1782B">
        <w:rPr>
          <w:rFonts w:ascii="Courier New" w:hAnsi="Courier New" w:cs="Courier New"/>
          <w:color w:val="000000"/>
          <w:lang w:val="en-US"/>
        </w:rPr>
        <w:t>], spalte</w:t>
      </w:r>
      <w:r w:rsidRPr="00C1782B">
        <w:rPr>
          <w:rFonts w:ascii="Courier New" w:hAnsi="Courier New" w:cs="Courier New"/>
          <w:color w:val="000000"/>
          <w:sz w:val="14"/>
          <w:szCs w:val="14"/>
          <w:lang w:val="en-US"/>
        </w:rPr>
        <w:t xml:space="preserve">2 </w:t>
      </w:r>
      <w:r w:rsidRPr="00C1782B">
        <w:rPr>
          <w:rFonts w:ascii="Courier New" w:hAnsi="Courier New" w:cs="Courier New"/>
          <w:color w:val="000000"/>
          <w:lang w:val="en-US"/>
        </w:rPr>
        <w:t>[AS alias</w:t>
      </w:r>
      <w:r w:rsidRPr="00C1782B">
        <w:rPr>
          <w:rFonts w:ascii="Courier New" w:hAnsi="Courier New" w:cs="Courier New"/>
          <w:color w:val="000000"/>
          <w:sz w:val="14"/>
          <w:szCs w:val="14"/>
          <w:lang w:val="en-US"/>
        </w:rPr>
        <w:t>2</w:t>
      </w:r>
      <w:r w:rsidRPr="00C1782B">
        <w:rPr>
          <w:rFonts w:ascii="Courier New" w:hAnsi="Courier New" w:cs="Courier New"/>
          <w:color w:val="000000"/>
          <w:lang w:val="en-US"/>
        </w:rPr>
        <w:t xml:space="preserve">], … </w:t>
      </w:r>
    </w:p>
    <w:p w14:paraId="47FEC8F8" w14:textId="066AA33F" w:rsidR="00C1782B" w:rsidRPr="009D175B" w:rsidRDefault="00C1782B" w:rsidP="00B217F3">
      <w:pPr>
        <w:autoSpaceDE w:val="0"/>
        <w:autoSpaceDN w:val="0"/>
        <w:adjustRightInd w:val="0"/>
        <w:spacing w:after="0"/>
        <w:rPr>
          <w:rFonts w:ascii="Courier New" w:hAnsi="Courier New" w:cs="Courier New"/>
          <w:color w:val="000000"/>
          <w:sz w:val="14"/>
          <w:szCs w:val="14"/>
          <w:lang w:val="en-US"/>
        </w:rPr>
      </w:pPr>
      <w:r w:rsidRPr="009D175B">
        <w:rPr>
          <w:rFonts w:ascii="Courier New" w:hAnsi="Courier New" w:cs="Courier New"/>
          <w:b/>
          <w:bCs/>
          <w:color w:val="000000"/>
          <w:lang w:val="en-US"/>
        </w:rPr>
        <w:t xml:space="preserve">FROM </w:t>
      </w:r>
      <w:r w:rsidRPr="009D175B">
        <w:rPr>
          <w:rFonts w:ascii="Courier New" w:hAnsi="Courier New" w:cs="Courier New"/>
          <w:color w:val="000000"/>
          <w:lang w:val="en-US"/>
        </w:rPr>
        <w:t>tabelle</w:t>
      </w:r>
      <w:r w:rsidRPr="009D175B">
        <w:rPr>
          <w:rFonts w:ascii="Courier New" w:hAnsi="Courier New" w:cs="Courier New"/>
          <w:color w:val="000000"/>
          <w:sz w:val="14"/>
          <w:szCs w:val="14"/>
          <w:lang w:val="en-US"/>
        </w:rPr>
        <w:t>1</w:t>
      </w:r>
      <w:r w:rsidRPr="009D175B">
        <w:rPr>
          <w:rFonts w:ascii="Courier New" w:hAnsi="Courier New" w:cs="Courier New"/>
          <w:color w:val="000000"/>
          <w:lang w:val="en-US"/>
        </w:rPr>
        <w:t>, tabelle</w:t>
      </w:r>
      <w:r w:rsidRPr="009D175B">
        <w:rPr>
          <w:rFonts w:ascii="Courier New" w:hAnsi="Courier New" w:cs="Courier New"/>
          <w:color w:val="000000"/>
          <w:sz w:val="14"/>
          <w:szCs w:val="14"/>
          <w:lang w:val="en-US"/>
        </w:rPr>
        <w:t>2</w:t>
      </w:r>
      <w:r w:rsidRPr="009D175B">
        <w:rPr>
          <w:rFonts w:ascii="Courier New" w:hAnsi="Courier New" w:cs="Courier New"/>
          <w:color w:val="000000"/>
          <w:lang w:val="en-US"/>
        </w:rPr>
        <w:t>, …</w:t>
      </w:r>
    </w:p>
    <w:p w14:paraId="1470B1EE" w14:textId="3BB3967D" w:rsidR="00C1782B" w:rsidRPr="009D175B" w:rsidRDefault="00C1782B" w:rsidP="00B217F3">
      <w:pPr>
        <w:autoSpaceDE w:val="0"/>
        <w:autoSpaceDN w:val="0"/>
        <w:adjustRightInd w:val="0"/>
        <w:spacing w:after="0"/>
        <w:rPr>
          <w:rFonts w:ascii="Courier New" w:hAnsi="Courier New" w:cs="Courier New"/>
          <w:color w:val="000000"/>
          <w:lang w:val="en-US"/>
        </w:rPr>
      </w:pPr>
      <w:r w:rsidRPr="009D175B">
        <w:rPr>
          <w:rFonts w:ascii="Courier New" w:hAnsi="Courier New" w:cs="Courier New"/>
          <w:color w:val="000000"/>
          <w:lang w:val="en-US"/>
        </w:rPr>
        <w:t>[</w:t>
      </w:r>
      <w:r w:rsidRPr="009D175B">
        <w:rPr>
          <w:rFonts w:ascii="Courier New" w:hAnsi="Courier New" w:cs="Courier New"/>
          <w:b/>
          <w:bCs/>
          <w:color w:val="000000"/>
          <w:lang w:val="en-US"/>
        </w:rPr>
        <w:t xml:space="preserve">WHERE </w:t>
      </w:r>
      <w:r w:rsidRPr="009D175B">
        <w:rPr>
          <w:rFonts w:ascii="Courier New" w:hAnsi="Courier New" w:cs="Courier New"/>
          <w:color w:val="000000"/>
          <w:lang w:val="en-US"/>
        </w:rPr>
        <w:t>bedingung</w:t>
      </w:r>
      <w:r w:rsidRPr="009D175B">
        <w:rPr>
          <w:rFonts w:ascii="Courier New" w:hAnsi="Courier New" w:cs="Courier New"/>
          <w:color w:val="000000"/>
          <w:sz w:val="14"/>
          <w:szCs w:val="14"/>
          <w:lang w:val="en-US"/>
        </w:rPr>
        <w:t xml:space="preserve">1 </w:t>
      </w:r>
      <w:r w:rsidRPr="009D175B">
        <w:rPr>
          <w:rFonts w:ascii="Courier New" w:hAnsi="Courier New" w:cs="Courier New"/>
          <w:color w:val="000000"/>
          <w:lang w:val="en-US"/>
        </w:rPr>
        <w:t>(AND | OR) bedingung</w:t>
      </w:r>
      <w:r w:rsidRPr="009D175B">
        <w:rPr>
          <w:rFonts w:ascii="Courier New" w:hAnsi="Courier New" w:cs="Courier New"/>
          <w:color w:val="000000"/>
          <w:sz w:val="14"/>
          <w:szCs w:val="14"/>
          <w:lang w:val="en-US"/>
        </w:rPr>
        <w:t xml:space="preserve">2 </w:t>
      </w:r>
      <w:r w:rsidRPr="009D175B">
        <w:rPr>
          <w:rFonts w:ascii="Courier New" w:hAnsi="Courier New" w:cs="Courier New"/>
          <w:color w:val="000000"/>
          <w:lang w:val="en-US"/>
        </w:rPr>
        <w:t>(AND|OR)</w:t>
      </w:r>
      <w:r w:rsidR="005B3193" w:rsidRPr="009D175B">
        <w:rPr>
          <w:rFonts w:ascii="Courier New" w:hAnsi="Courier New" w:cs="Courier New"/>
          <w:color w:val="000000"/>
          <w:lang w:val="en-US"/>
        </w:rPr>
        <w:t>…</w:t>
      </w:r>
      <w:r w:rsidRPr="009D175B">
        <w:rPr>
          <w:rFonts w:ascii="Courier New" w:hAnsi="Courier New" w:cs="Courier New"/>
          <w:color w:val="000000"/>
          <w:lang w:val="en-US"/>
        </w:rPr>
        <w:t xml:space="preserve">] </w:t>
      </w:r>
    </w:p>
    <w:p w14:paraId="4266B726" w14:textId="680E79AD" w:rsidR="00C1782B" w:rsidRPr="009D175B" w:rsidRDefault="00C1782B" w:rsidP="00B217F3">
      <w:pPr>
        <w:autoSpaceDE w:val="0"/>
        <w:autoSpaceDN w:val="0"/>
        <w:adjustRightInd w:val="0"/>
        <w:spacing w:after="0"/>
        <w:rPr>
          <w:rFonts w:ascii="Courier New" w:hAnsi="Courier New" w:cs="Courier New"/>
          <w:color w:val="000000"/>
          <w:lang w:val="en-US"/>
        </w:rPr>
      </w:pPr>
      <w:r w:rsidRPr="009D175B">
        <w:rPr>
          <w:rFonts w:ascii="Courier New" w:hAnsi="Courier New" w:cs="Courier New"/>
          <w:color w:val="000000"/>
          <w:lang w:val="en-US"/>
        </w:rPr>
        <w:t>[</w:t>
      </w:r>
      <w:r w:rsidRPr="009D175B">
        <w:rPr>
          <w:rFonts w:ascii="Courier New" w:hAnsi="Courier New" w:cs="Courier New"/>
          <w:b/>
          <w:bCs/>
          <w:color w:val="000000"/>
          <w:lang w:val="en-US"/>
        </w:rPr>
        <w:t xml:space="preserve">GROUP BY </w:t>
      </w:r>
      <w:r w:rsidRPr="009D175B">
        <w:rPr>
          <w:rFonts w:ascii="Courier New" w:hAnsi="Courier New" w:cs="Courier New"/>
          <w:color w:val="000000"/>
          <w:lang w:val="en-US"/>
        </w:rPr>
        <w:t>spalte</w:t>
      </w:r>
      <w:r w:rsidRPr="009D175B">
        <w:rPr>
          <w:rFonts w:ascii="Courier New" w:hAnsi="Courier New" w:cs="Courier New"/>
          <w:color w:val="000000"/>
          <w:sz w:val="14"/>
          <w:szCs w:val="14"/>
          <w:lang w:val="en-US"/>
        </w:rPr>
        <w:t xml:space="preserve">1 </w:t>
      </w:r>
      <w:r w:rsidRPr="009D175B">
        <w:rPr>
          <w:rFonts w:ascii="Courier New" w:hAnsi="Courier New" w:cs="Courier New"/>
          <w:color w:val="000000"/>
          <w:lang w:val="en-US"/>
        </w:rPr>
        <w:t>, spalte</w:t>
      </w:r>
      <w:r w:rsidRPr="009D175B">
        <w:rPr>
          <w:rFonts w:ascii="Courier New" w:hAnsi="Courier New" w:cs="Courier New"/>
          <w:color w:val="000000"/>
          <w:sz w:val="14"/>
          <w:szCs w:val="14"/>
          <w:lang w:val="en-US"/>
        </w:rPr>
        <w:t xml:space="preserve">2 </w:t>
      </w:r>
      <w:r w:rsidRPr="009D175B">
        <w:rPr>
          <w:rFonts w:ascii="Courier New" w:hAnsi="Courier New" w:cs="Courier New"/>
          <w:color w:val="000000"/>
          <w:lang w:val="en-US"/>
        </w:rPr>
        <w:t xml:space="preserve">, … </w:t>
      </w:r>
    </w:p>
    <w:p w14:paraId="798D15C7" w14:textId="3C926A4E" w:rsidR="00C1782B" w:rsidRPr="009D175B" w:rsidRDefault="005B3193" w:rsidP="00C90BE1">
      <w:pPr>
        <w:autoSpaceDE w:val="0"/>
        <w:autoSpaceDN w:val="0"/>
        <w:adjustRightInd w:val="0"/>
        <w:spacing w:after="0"/>
        <w:ind w:left="142"/>
        <w:rPr>
          <w:rFonts w:ascii="Courier New" w:hAnsi="Courier New" w:cs="Courier New"/>
          <w:color w:val="000000"/>
          <w:lang w:val="en-US"/>
        </w:rPr>
      </w:pPr>
      <w:r w:rsidRPr="009D175B">
        <w:rPr>
          <w:rFonts w:ascii="Courier New" w:hAnsi="Courier New" w:cs="Courier New"/>
          <w:color w:val="000000"/>
          <w:lang w:val="en-US"/>
        </w:rPr>
        <w:t>[</w:t>
      </w:r>
      <w:r w:rsidR="00C1782B" w:rsidRPr="009D175B">
        <w:rPr>
          <w:rFonts w:ascii="Courier New" w:hAnsi="Courier New" w:cs="Courier New"/>
          <w:b/>
          <w:bCs/>
          <w:color w:val="000000"/>
          <w:lang w:val="en-US"/>
        </w:rPr>
        <w:t xml:space="preserve">HAVING </w:t>
      </w:r>
      <w:r w:rsidR="00C1782B" w:rsidRPr="009D175B">
        <w:rPr>
          <w:rFonts w:ascii="Courier New" w:hAnsi="Courier New" w:cs="Courier New"/>
          <w:color w:val="000000"/>
          <w:lang w:val="en-US"/>
        </w:rPr>
        <w:t>gruppenBedingung</w:t>
      </w:r>
      <w:r w:rsidR="00C1782B" w:rsidRPr="009D175B">
        <w:rPr>
          <w:rFonts w:ascii="Courier New" w:hAnsi="Courier New" w:cs="Courier New"/>
          <w:color w:val="000000"/>
          <w:sz w:val="14"/>
          <w:szCs w:val="14"/>
          <w:lang w:val="en-US"/>
        </w:rPr>
        <w:t xml:space="preserve">1 </w:t>
      </w:r>
      <w:r w:rsidR="00C1782B" w:rsidRPr="009D175B">
        <w:rPr>
          <w:rFonts w:ascii="Courier New" w:hAnsi="Courier New" w:cs="Courier New"/>
          <w:color w:val="000000"/>
          <w:lang w:val="en-US"/>
        </w:rPr>
        <w:t>(AND | OR) gruppenBedingung</w:t>
      </w:r>
      <w:r w:rsidR="00C1782B" w:rsidRPr="009D175B">
        <w:rPr>
          <w:rFonts w:ascii="Courier New" w:hAnsi="Courier New" w:cs="Courier New"/>
          <w:color w:val="000000"/>
          <w:sz w:val="14"/>
          <w:szCs w:val="14"/>
          <w:lang w:val="en-US"/>
        </w:rPr>
        <w:t xml:space="preserve">2 </w:t>
      </w:r>
      <w:r w:rsidR="00C1782B" w:rsidRPr="009D175B">
        <w:rPr>
          <w:rFonts w:ascii="Courier New" w:hAnsi="Courier New" w:cs="Courier New"/>
          <w:color w:val="000000"/>
          <w:lang w:val="en-US"/>
        </w:rPr>
        <w:t>(AND | OR)</w:t>
      </w:r>
      <w:r w:rsidRPr="009D175B">
        <w:rPr>
          <w:rFonts w:ascii="Courier New" w:hAnsi="Courier New" w:cs="Courier New"/>
          <w:color w:val="000000"/>
          <w:lang w:val="en-US"/>
        </w:rPr>
        <w:t xml:space="preserve"> …</w:t>
      </w:r>
      <w:r w:rsidR="00C90BE1" w:rsidRPr="009D175B">
        <w:rPr>
          <w:rFonts w:ascii="Courier New" w:hAnsi="Courier New" w:cs="Courier New"/>
          <w:color w:val="000000"/>
          <w:lang w:val="en-US"/>
        </w:rPr>
        <w:t>]</w:t>
      </w:r>
      <w:r w:rsidRPr="009D175B">
        <w:rPr>
          <w:rFonts w:ascii="Courier New" w:hAnsi="Courier New" w:cs="Courier New"/>
          <w:color w:val="000000"/>
          <w:lang w:val="en-US"/>
        </w:rPr>
        <w:t>]</w:t>
      </w:r>
    </w:p>
    <w:p w14:paraId="34895F7E" w14:textId="62B4DF8C" w:rsidR="00C1782B" w:rsidRPr="00C1782B" w:rsidRDefault="00C1782B" w:rsidP="00B217F3">
      <w:pPr>
        <w:autoSpaceDE w:val="0"/>
        <w:autoSpaceDN w:val="0"/>
        <w:adjustRightInd w:val="0"/>
        <w:spacing w:after="0"/>
        <w:rPr>
          <w:rFonts w:ascii="Courier New" w:hAnsi="Courier New" w:cs="Courier New"/>
          <w:color w:val="000000"/>
          <w:lang w:val="en-US"/>
        </w:rPr>
      </w:pPr>
      <w:r w:rsidRPr="00C1782B">
        <w:rPr>
          <w:rFonts w:ascii="Courier New" w:hAnsi="Courier New" w:cs="Courier New"/>
          <w:color w:val="000000"/>
          <w:lang w:val="en-US"/>
        </w:rPr>
        <w:t>[</w:t>
      </w:r>
      <w:r w:rsidRPr="00C1782B">
        <w:rPr>
          <w:rFonts w:ascii="Courier New" w:hAnsi="Courier New" w:cs="Courier New"/>
          <w:b/>
          <w:bCs/>
          <w:color w:val="000000"/>
          <w:lang w:val="en-US"/>
        </w:rPr>
        <w:t xml:space="preserve">ORDER BY </w:t>
      </w:r>
      <w:r w:rsidRPr="00C1782B">
        <w:rPr>
          <w:rFonts w:ascii="Courier New" w:hAnsi="Courier New" w:cs="Courier New"/>
          <w:color w:val="000000"/>
          <w:lang w:val="en-US"/>
        </w:rPr>
        <w:t>spalte</w:t>
      </w:r>
      <w:r w:rsidRPr="00C1782B">
        <w:rPr>
          <w:rFonts w:ascii="Courier New" w:hAnsi="Courier New" w:cs="Courier New"/>
          <w:color w:val="000000"/>
          <w:sz w:val="14"/>
          <w:szCs w:val="14"/>
          <w:lang w:val="en-US"/>
        </w:rPr>
        <w:t xml:space="preserve">1 </w:t>
      </w:r>
      <w:r w:rsidRPr="00C1782B">
        <w:rPr>
          <w:rFonts w:ascii="Courier New" w:hAnsi="Courier New" w:cs="Courier New"/>
          <w:color w:val="000000"/>
          <w:lang w:val="en-US"/>
        </w:rPr>
        <w:t>[ASC | DESC], spalte</w:t>
      </w:r>
      <w:r w:rsidRPr="00C1782B">
        <w:rPr>
          <w:rFonts w:ascii="Courier New" w:hAnsi="Courier New" w:cs="Courier New"/>
          <w:color w:val="000000"/>
          <w:sz w:val="14"/>
          <w:szCs w:val="14"/>
          <w:lang w:val="en-US"/>
        </w:rPr>
        <w:t xml:space="preserve">2 </w:t>
      </w:r>
      <w:r w:rsidRPr="00C1782B">
        <w:rPr>
          <w:rFonts w:ascii="Courier New" w:hAnsi="Courier New" w:cs="Courier New"/>
          <w:color w:val="000000"/>
          <w:lang w:val="en-US"/>
        </w:rPr>
        <w:t xml:space="preserve">[ASC | DESC], </w:t>
      </w:r>
      <w:r w:rsidR="005B3193">
        <w:rPr>
          <w:rFonts w:ascii="Courier New" w:hAnsi="Courier New" w:cs="Courier New"/>
          <w:color w:val="000000"/>
          <w:lang w:val="en-US"/>
        </w:rPr>
        <w:t>…</w:t>
      </w:r>
      <w:r w:rsidR="00B217F3">
        <w:rPr>
          <w:rFonts w:ascii="Courier New" w:hAnsi="Courier New" w:cs="Courier New"/>
          <w:color w:val="000000"/>
          <w:lang w:val="en-US"/>
        </w:rPr>
        <w:t>]</w:t>
      </w:r>
      <w:r w:rsidRPr="00C1782B">
        <w:rPr>
          <w:rFonts w:ascii="Courier New" w:hAnsi="Courier New" w:cs="Courier New"/>
          <w:color w:val="000000"/>
          <w:lang w:val="en-US"/>
        </w:rPr>
        <w:t xml:space="preserve"> </w:t>
      </w:r>
    </w:p>
    <w:p w14:paraId="15212357" w14:textId="77777777" w:rsidR="00C1782B" w:rsidRPr="00C1782B" w:rsidRDefault="00C1782B" w:rsidP="00B217F3">
      <w:pPr>
        <w:autoSpaceDE w:val="0"/>
        <w:autoSpaceDN w:val="0"/>
        <w:adjustRightInd w:val="0"/>
        <w:spacing w:after="0"/>
        <w:rPr>
          <w:rFonts w:ascii="Courier New" w:hAnsi="Courier New" w:cs="Courier New"/>
          <w:color w:val="000000"/>
        </w:rPr>
      </w:pPr>
      <w:r w:rsidRPr="00C1782B">
        <w:rPr>
          <w:rFonts w:ascii="Courier New" w:hAnsi="Courier New" w:cs="Courier New"/>
          <w:color w:val="000000"/>
        </w:rPr>
        <w:t>[</w:t>
      </w:r>
      <w:r w:rsidRPr="00C1782B">
        <w:rPr>
          <w:rFonts w:ascii="Courier New" w:hAnsi="Courier New" w:cs="Courier New"/>
          <w:b/>
          <w:bCs/>
          <w:color w:val="000000"/>
        </w:rPr>
        <w:t xml:space="preserve">LIMIT </w:t>
      </w:r>
      <w:r w:rsidRPr="00C1782B">
        <w:rPr>
          <w:rFonts w:ascii="Courier New" w:hAnsi="Courier New" w:cs="Courier New"/>
          <w:color w:val="000000"/>
        </w:rPr>
        <w:t xml:space="preserve">anzahl] </w:t>
      </w:r>
    </w:p>
    <w:p w14:paraId="4B79D057" w14:textId="2396E2BF" w:rsidR="005B3193" w:rsidRPr="005B3193" w:rsidRDefault="005B3193" w:rsidP="00BF3AB8">
      <w:pPr>
        <w:autoSpaceDE w:val="0"/>
        <w:autoSpaceDN w:val="0"/>
        <w:adjustRightInd w:val="0"/>
        <w:spacing w:before="120" w:after="120"/>
        <w:rPr>
          <w:rFonts w:ascii="Arial" w:hAnsi="Arial" w:cs="Arial"/>
          <w:color w:val="000000"/>
          <w:sz w:val="24"/>
          <w:szCs w:val="24"/>
        </w:rPr>
      </w:pPr>
      <w:r w:rsidRPr="005B3193">
        <w:t xml:space="preserve">Angaben in eckigen Klammern sind optional. Spalten können Attribute, Aggregatfunktionen oder Berechnungen sein. Bei </w:t>
      </w:r>
      <w:r w:rsidRPr="005B3193">
        <w:rPr>
          <w:rFonts w:ascii="Courier New" w:hAnsi="Courier New" w:cs="Courier New"/>
        </w:rPr>
        <w:t>GROUP BY</w:t>
      </w:r>
      <w:r w:rsidRPr="00BF3AB8">
        <w:rPr>
          <w:rFonts w:cstheme="minorHAnsi"/>
        </w:rPr>
        <w:t xml:space="preserve"> </w:t>
      </w:r>
      <w:r w:rsidRPr="005B3193">
        <w:t xml:space="preserve">und </w:t>
      </w:r>
      <w:r w:rsidRPr="005B3193">
        <w:rPr>
          <w:rFonts w:ascii="Courier New" w:hAnsi="Courier New" w:cs="Courier New"/>
        </w:rPr>
        <w:t>ORDER BY</w:t>
      </w:r>
      <w:r w:rsidRPr="00BF3AB8">
        <w:rPr>
          <w:rFonts w:cstheme="minorHAnsi"/>
        </w:rPr>
        <w:t xml:space="preserve"> </w:t>
      </w:r>
      <w:r w:rsidRPr="005B3193">
        <w:t>ist auch die Angabe eines Alias möglich.</w:t>
      </w:r>
    </w:p>
    <w:p w14:paraId="742D0EF0" w14:textId="77777777" w:rsidR="00C1782B" w:rsidRPr="00C1782B" w:rsidRDefault="00C1782B" w:rsidP="00BF3AB8">
      <w:pPr>
        <w:autoSpaceDE w:val="0"/>
        <w:autoSpaceDN w:val="0"/>
        <w:adjustRightInd w:val="0"/>
        <w:spacing w:before="120" w:after="120"/>
        <w:rPr>
          <w:rFonts w:ascii="Courier New" w:hAnsi="Courier New" w:cs="Courier New"/>
          <w:color w:val="000000"/>
        </w:rPr>
      </w:pPr>
      <w:r w:rsidRPr="00442CA7">
        <w:rPr>
          <w:rFonts w:cstheme="minorHAnsi"/>
          <w:b/>
          <w:bCs/>
          <w:color w:val="000000"/>
        </w:rPr>
        <w:t>Operatoren für Berechnungen:</w:t>
      </w:r>
      <w:r w:rsidRPr="00C1782B">
        <w:rPr>
          <w:rFonts w:ascii="Arial" w:hAnsi="Arial" w:cs="Arial"/>
          <w:b/>
          <w:bCs/>
          <w:color w:val="000000"/>
        </w:rPr>
        <w:t xml:space="preserve"> </w:t>
      </w:r>
      <w:r w:rsidRPr="00C1782B">
        <w:rPr>
          <w:rFonts w:ascii="Courier New" w:hAnsi="Courier New" w:cs="Courier New"/>
          <w:color w:val="000000"/>
        </w:rPr>
        <w:t>+</w:t>
      </w:r>
      <w:r w:rsidRPr="00C1782B">
        <w:rPr>
          <w:rFonts w:ascii="Arial" w:hAnsi="Arial" w:cs="Arial"/>
          <w:color w:val="000000"/>
        </w:rPr>
        <w:t xml:space="preserve">, </w:t>
      </w:r>
      <w:r w:rsidRPr="00C1782B">
        <w:rPr>
          <w:rFonts w:ascii="Courier New" w:hAnsi="Courier New" w:cs="Courier New"/>
          <w:color w:val="000000"/>
        </w:rPr>
        <w:t>-</w:t>
      </w:r>
      <w:r w:rsidRPr="00C1782B">
        <w:rPr>
          <w:rFonts w:ascii="Arial" w:hAnsi="Arial" w:cs="Arial"/>
          <w:color w:val="000000"/>
        </w:rPr>
        <w:t xml:space="preserve">, </w:t>
      </w:r>
      <w:r w:rsidRPr="00C1782B">
        <w:rPr>
          <w:rFonts w:ascii="Courier New" w:hAnsi="Courier New" w:cs="Courier New"/>
          <w:color w:val="000000"/>
        </w:rPr>
        <w:t>*</w:t>
      </w:r>
      <w:r w:rsidRPr="00C1782B">
        <w:rPr>
          <w:rFonts w:ascii="Arial" w:hAnsi="Arial" w:cs="Arial"/>
          <w:color w:val="000000"/>
        </w:rPr>
        <w:t xml:space="preserve">, </w:t>
      </w:r>
      <w:r w:rsidRPr="00C1782B">
        <w:rPr>
          <w:rFonts w:ascii="Courier New" w:hAnsi="Courier New" w:cs="Courier New"/>
          <w:color w:val="000000"/>
        </w:rPr>
        <w:t xml:space="preserve">/ </w:t>
      </w:r>
    </w:p>
    <w:p w14:paraId="7FA312DB" w14:textId="3A7EA52F" w:rsidR="00C1782B" w:rsidRPr="00C1782B" w:rsidRDefault="00C1782B" w:rsidP="00B217F3">
      <w:pPr>
        <w:autoSpaceDE w:val="0"/>
        <w:autoSpaceDN w:val="0"/>
        <w:adjustRightInd w:val="0"/>
        <w:spacing w:after="0"/>
        <w:rPr>
          <w:rFonts w:ascii="Courier New" w:hAnsi="Courier New" w:cs="Courier New"/>
          <w:color w:val="000000"/>
        </w:rPr>
      </w:pPr>
      <w:r w:rsidRPr="00442CA7">
        <w:rPr>
          <w:rFonts w:cstheme="minorHAnsi"/>
          <w:b/>
          <w:bCs/>
          <w:color w:val="000000"/>
        </w:rPr>
        <w:t>Operatoren für Vergleiche in Bedingungen:</w:t>
      </w:r>
      <w:r w:rsidRPr="00C1782B">
        <w:rPr>
          <w:rFonts w:ascii="Arial" w:hAnsi="Arial" w:cs="Arial"/>
          <w:b/>
          <w:bCs/>
          <w:color w:val="000000"/>
        </w:rPr>
        <w:t xml:space="preserve"> </w:t>
      </w:r>
      <w:r w:rsidRPr="00C1782B">
        <w:rPr>
          <w:rFonts w:ascii="Courier New" w:hAnsi="Courier New" w:cs="Courier New"/>
          <w:color w:val="000000"/>
        </w:rPr>
        <w:t>=</w:t>
      </w:r>
      <w:r w:rsidRPr="005B3193">
        <w:rPr>
          <w:rFonts w:cstheme="minorHAnsi"/>
          <w:color w:val="000000"/>
        </w:rPr>
        <w:t xml:space="preserve">, </w:t>
      </w:r>
      <w:r w:rsidRPr="00C1782B">
        <w:rPr>
          <w:rFonts w:ascii="Courier New" w:hAnsi="Courier New" w:cs="Courier New"/>
          <w:color w:val="000000"/>
        </w:rPr>
        <w:t xml:space="preserve">!= </w:t>
      </w:r>
      <w:r w:rsidRPr="005B3193">
        <w:rPr>
          <w:rFonts w:cstheme="minorHAnsi"/>
          <w:color w:val="000000"/>
        </w:rPr>
        <w:t xml:space="preserve">(ungleich), </w:t>
      </w:r>
      <w:r w:rsidRPr="00C1782B">
        <w:rPr>
          <w:rFonts w:ascii="Courier New" w:hAnsi="Courier New" w:cs="Courier New"/>
          <w:color w:val="000000"/>
        </w:rPr>
        <w:t>&gt;</w:t>
      </w:r>
      <w:r w:rsidRPr="005B3193">
        <w:rPr>
          <w:rFonts w:cstheme="minorHAnsi"/>
          <w:color w:val="000000"/>
        </w:rPr>
        <w:t xml:space="preserve">, </w:t>
      </w:r>
      <w:r w:rsidRPr="00C1782B">
        <w:rPr>
          <w:rFonts w:ascii="Courier New" w:hAnsi="Courier New" w:cs="Courier New"/>
          <w:color w:val="000000"/>
        </w:rPr>
        <w:t>&lt;</w:t>
      </w:r>
      <w:r w:rsidRPr="005B3193">
        <w:rPr>
          <w:rFonts w:cstheme="minorHAnsi"/>
          <w:color w:val="000000"/>
        </w:rPr>
        <w:t xml:space="preserve">, </w:t>
      </w:r>
      <w:r w:rsidRPr="00C1782B">
        <w:rPr>
          <w:rFonts w:ascii="Courier New" w:hAnsi="Courier New" w:cs="Courier New"/>
          <w:color w:val="000000"/>
        </w:rPr>
        <w:t>&gt;=</w:t>
      </w:r>
      <w:r w:rsidRPr="005B3193">
        <w:rPr>
          <w:rFonts w:cstheme="minorHAnsi"/>
          <w:color w:val="000000"/>
        </w:rPr>
        <w:t xml:space="preserve">, </w:t>
      </w:r>
      <w:r w:rsidRPr="00C1782B">
        <w:rPr>
          <w:rFonts w:ascii="Courier New" w:hAnsi="Courier New" w:cs="Courier New"/>
          <w:color w:val="000000"/>
        </w:rPr>
        <w:t>&lt;=</w:t>
      </w:r>
      <w:r w:rsidRPr="005B3193">
        <w:rPr>
          <w:rFonts w:cstheme="minorHAnsi"/>
          <w:color w:val="000000"/>
        </w:rPr>
        <w:t xml:space="preserve">, </w:t>
      </w:r>
      <w:r w:rsidRPr="00C1782B">
        <w:rPr>
          <w:rFonts w:ascii="Courier New" w:hAnsi="Courier New" w:cs="Courier New"/>
          <w:color w:val="000000"/>
        </w:rPr>
        <w:t>NOT</w:t>
      </w:r>
      <w:r w:rsidRPr="005B3193">
        <w:rPr>
          <w:rFonts w:cstheme="minorHAnsi"/>
          <w:color w:val="000000"/>
        </w:rPr>
        <w:t xml:space="preserve">, </w:t>
      </w:r>
      <w:r w:rsidR="005B3193" w:rsidRPr="005B3193">
        <w:rPr>
          <w:rFonts w:ascii="Courier New" w:hAnsi="Courier New" w:cs="Courier New"/>
          <w:color w:val="000000"/>
        </w:rPr>
        <w:t>IS NULL</w:t>
      </w:r>
      <w:r w:rsidR="005B3193" w:rsidRPr="005B3193">
        <w:rPr>
          <w:rFonts w:cstheme="minorHAnsi"/>
          <w:color w:val="000000"/>
        </w:rPr>
        <w:t xml:space="preserve">, </w:t>
      </w:r>
      <w:r w:rsidR="005B3193" w:rsidRPr="005B3193">
        <w:rPr>
          <w:rFonts w:ascii="Courier New" w:hAnsi="Courier New" w:cs="Courier New"/>
          <w:color w:val="000000"/>
        </w:rPr>
        <w:t>IN</w:t>
      </w:r>
      <w:r w:rsidR="005B3193">
        <w:rPr>
          <w:rFonts w:ascii="Arial" w:hAnsi="Arial" w:cs="Arial"/>
          <w:color w:val="000000"/>
        </w:rPr>
        <w:t xml:space="preserve">, </w:t>
      </w:r>
      <w:r w:rsidR="005B3193" w:rsidRPr="005B3193">
        <w:rPr>
          <w:rFonts w:ascii="Courier New" w:hAnsi="Courier New" w:cs="Courier New"/>
          <w:color w:val="000000"/>
        </w:rPr>
        <w:t>BETWEEN</w:t>
      </w:r>
      <w:r w:rsidR="005B3193">
        <w:rPr>
          <w:rFonts w:ascii="Arial" w:hAnsi="Arial" w:cs="Arial"/>
          <w:color w:val="000000"/>
        </w:rPr>
        <w:t xml:space="preserve">, </w:t>
      </w:r>
      <w:r w:rsidRPr="00C1782B">
        <w:rPr>
          <w:rFonts w:ascii="Courier New" w:hAnsi="Courier New" w:cs="Courier New"/>
          <w:color w:val="000000"/>
        </w:rPr>
        <w:t xml:space="preserve">LIKE </w:t>
      </w:r>
      <w:r w:rsidRPr="00B033C8">
        <w:rPr>
          <w:rFonts w:cstheme="minorHAnsi"/>
          <w:color w:val="000000"/>
        </w:rPr>
        <w:t xml:space="preserve">(mit den Platzhaltern _ </w:t>
      </w:r>
      <w:r w:rsidR="005B3193">
        <w:rPr>
          <w:rFonts w:cstheme="minorHAnsi"/>
          <w:color w:val="000000"/>
        </w:rPr>
        <w:t xml:space="preserve">(für genau ein Zeichen) </w:t>
      </w:r>
      <w:r w:rsidRPr="00B033C8">
        <w:rPr>
          <w:rFonts w:cstheme="minorHAnsi"/>
          <w:color w:val="000000"/>
        </w:rPr>
        <w:t>und %</w:t>
      </w:r>
      <w:r w:rsidR="005B3193">
        <w:rPr>
          <w:rFonts w:cstheme="minorHAnsi"/>
          <w:color w:val="000000"/>
        </w:rPr>
        <w:t xml:space="preserve"> (für beliebig viele Zeichen))</w:t>
      </w:r>
      <w:r w:rsidRPr="00C1782B">
        <w:rPr>
          <w:rFonts w:ascii="Courier New" w:hAnsi="Courier New" w:cs="Courier New"/>
          <w:color w:val="000000"/>
        </w:rPr>
        <w:t xml:space="preserve"> </w:t>
      </w:r>
    </w:p>
    <w:p w14:paraId="62F0212B" w14:textId="2BCD2980" w:rsidR="003A5A2F" w:rsidRPr="002E143F" w:rsidRDefault="00C1782B" w:rsidP="00BF3AB8">
      <w:pPr>
        <w:spacing w:before="120" w:after="120"/>
        <w:rPr>
          <w:color w:val="000000" w:themeColor="text1"/>
        </w:rPr>
      </w:pPr>
      <w:r w:rsidRPr="00442CA7">
        <w:rPr>
          <w:rFonts w:cstheme="minorHAnsi"/>
          <w:b/>
          <w:bCs/>
          <w:color w:val="000000"/>
        </w:rPr>
        <w:t xml:space="preserve">Aggregatfunktionen: </w:t>
      </w:r>
      <w:r w:rsidRPr="00C1782B">
        <w:rPr>
          <w:rFonts w:ascii="Courier New" w:hAnsi="Courier New" w:cs="Courier New"/>
          <w:color w:val="000000"/>
        </w:rPr>
        <w:t>AVG</w:t>
      </w:r>
      <w:r w:rsidRPr="005B3193">
        <w:rPr>
          <w:rFonts w:cstheme="minorHAnsi"/>
          <w:color w:val="000000"/>
        </w:rPr>
        <w:t xml:space="preserve">, </w:t>
      </w:r>
      <w:r w:rsidRPr="00C1782B">
        <w:rPr>
          <w:rFonts w:ascii="Courier New" w:hAnsi="Courier New" w:cs="Courier New"/>
          <w:color w:val="000000"/>
        </w:rPr>
        <w:t>COUNT</w:t>
      </w:r>
      <w:r w:rsidRPr="005B3193">
        <w:rPr>
          <w:rFonts w:cstheme="minorHAnsi"/>
          <w:color w:val="000000"/>
        </w:rPr>
        <w:t xml:space="preserve">, </w:t>
      </w:r>
      <w:r w:rsidRPr="00C1782B">
        <w:rPr>
          <w:rFonts w:ascii="Courier New" w:hAnsi="Courier New" w:cs="Courier New"/>
          <w:color w:val="000000"/>
        </w:rPr>
        <w:t>MA</w:t>
      </w:r>
      <w:r w:rsidR="005B3193">
        <w:rPr>
          <w:rFonts w:ascii="Courier New" w:hAnsi="Courier New" w:cs="Courier New"/>
          <w:color w:val="000000"/>
        </w:rPr>
        <w:t>X</w:t>
      </w:r>
      <w:r w:rsidRPr="005B3193">
        <w:rPr>
          <w:rFonts w:cstheme="minorHAnsi"/>
          <w:color w:val="000000"/>
        </w:rPr>
        <w:t xml:space="preserve">, </w:t>
      </w:r>
      <w:r w:rsidRPr="00C1782B">
        <w:rPr>
          <w:rFonts w:ascii="Courier New" w:hAnsi="Courier New" w:cs="Courier New"/>
          <w:color w:val="000000"/>
        </w:rPr>
        <w:t>MI</w:t>
      </w:r>
      <w:r w:rsidR="005B3193">
        <w:rPr>
          <w:rFonts w:ascii="Courier New" w:hAnsi="Courier New" w:cs="Courier New"/>
          <w:color w:val="000000"/>
        </w:rPr>
        <w:t>N</w:t>
      </w:r>
      <w:r w:rsidRPr="005B3193">
        <w:rPr>
          <w:rFonts w:cstheme="minorHAnsi"/>
          <w:color w:val="000000"/>
        </w:rPr>
        <w:t xml:space="preserve">, </w:t>
      </w:r>
      <w:r w:rsidRPr="00C1782B">
        <w:rPr>
          <w:rFonts w:ascii="Courier New" w:hAnsi="Courier New" w:cs="Courier New"/>
          <w:color w:val="000000"/>
        </w:rPr>
        <w:t>SUM</w:t>
      </w:r>
    </w:p>
    <w:p w14:paraId="526544A6" w14:textId="2A9D91D4" w:rsidR="00403659" w:rsidRDefault="00BF3AB8">
      <w:pPr>
        <w:spacing w:after="160" w:line="259" w:lineRule="auto"/>
        <w:rPr>
          <w:rFonts w:asciiTheme="majorHAnsi" w:eastAsiaTheme="majorEastAsia" w:hAnsiTheme="majorHAnsi" w:cstheme="majorBidi"/>
          <w:color w:val="4E6B9E"/>
          <w:sz w:val="26"/>
          <w:szCs w:val="26"/>
        </w:rPr>
      </w:pPr>
      <w:r w:rsidRPr="00BF3AB8">
        <w:rPr>
          <w:b/>
          <w:bCs/>
        </w:rPr>
        <w:t xml:space="preserve">Hinweis zur Verwendung von </w:t>
      </w:r>
      <w:r w:rsidRPr="00BF3AB8">
        <w:rPr>
          <w:rFonts w:ascii="Courier New" w:hAnsi="Courier New" w:cs="Courier New"/>
          <w:b/>
          <w:bCs/>
        </w:rPr>
        <w:t>GROUP BY</w:t>
      </w:r>
      <w:r w:rsidRPr="00BF3AB8">
        <w:rPr>
          <w:b/>
          <w:bCs/>
        </w:rPr>
        <w:t xml:space="preserve">: </w:t>
      </w:r>
      <w:r w:rsidRPr="00BF3AB8">
        <w:t xml:space="preserve">Bei einer Gruppierung müssen alle Spalten in der SELECT-Klausel entweder von einer Aggregatfunktion umschlossen oder explizit in der GROUP BY-Klausel aufgezählt sein. </w:t>
      </w:r>
      <w:r w:rsidR="00403659">
        <w:br w:type="page"/>
      </w:r>
    </w:p>
    <w:p w14:paraId="64BFC638" w14:textId="026E093E" w:rsidR="00442CA7" w:rsidRDefault="00442CA7" w:rsidP="00D3702A">
      <w:pPr>
        <w:pStyle w:val="berschrift2"/>
      </w:pPr>
      <w:r>
        <w:lastRenderedPageBreak/>
        <w:t xml:space="preserve">Interpretation </w:t>
      </w:r>
      <w:r w:rsidR="00D3702A">
        <w:t xml:space="preserve">von </w:t>
      </w:r>
      <w:r>
        <w:t>Daten</w:t>
      </w:r>
    </w:p>
    <w:p w14:paraId="6080CEDF" w14:textId="654BBDEA" w:rsidR="00442CA7" w:rsidRDefault="00442CA7">
      <w:r>
        <w:t>Bislang haben wir uns mit Anfragen beschäftigt, bei denen man die umgang</w:t>
      </w:r>
      <w:r w:rsidR="00D3702A">
        <w:t>s</w:t>
      </w:r>
      <w:r>
        <w:t>sprachlich</w:t>
      </w:r>
      <w:r w:rsidR="002B6DF2">
        <w:t>e</w:t>
      </w:r>
      <w:r>
        <w:t xml:space="preserve"> Formu</w:t>
      </w:r>
      <w:r w:rsidR="00BF3AB8">
        <w:softHyphen/>
      </w:r>
      <w:r>
        <w:t>lierung</w:t>
      </w:r>
      <w:r w:rsidR="00B033C8">
        <w:t xml:space="preserve"> der Aufgabenstellung</w:t>
      </w:r>
      <w:r>
        <w:t xml:space="preserve"> direkt in entsprechende SQL-Anweisungen übersetzen konnte. </w:t>
      </w:r>
      <w:r w:rsidR="00403659">
        <w:t>Manchmal mussten Sie dabei siche</w:t>
      </w:r>
      <w:r w:rsidR="00B033C8">
        <w:t>r</w:t>
      </w:r>
      <w:r w:rsidR="00403659">
        <w:t xml:space="preserve"> einige Zeit nachdenken und probieren. Aber es war immer mög</w:t>
      </w:r>
      <w:r w:rsidR="00BF3AB8">
        <w:softHyphen/>
      </w:r>
      <w:r w:rsidR="00403659">
        <w:t>lich eine SQL-Anfrage zu finden, die auf Grundlage der Daten in der Datenbank die gewünschte Infor</w:t>
      </w:r>
      <w:r w:rsidR="00BF3AB8">
        <w:softHyphen/>
      </w:r>
      <w:r w:rsidR="00403659">
        <w:t xml:space="preserve">mation liefert. </w:t>
      </w:r>
      <w:r>
        <w:t>Denkbar sind aber auch Frage</w:t>
      </w:r>
      <w:r w:rsidR="00403659">
        <w:t>stellungen</w:t>
      </w:r>
      <w:r>
        <w:t xml:space="preserve">, bei denen </w:t>
      </w:r>
      <w:r w:rsidR="00B42FD9">
        <w:t>das nicht so einfach</w:t>
      </w:r>
      <w:r>
        <w:t xml:space="preserve"> möglich ist.</w:t>
      </w:r>
    </w:p>
    <w:p w14:paraId="1A5AFCCD" w14:textId="1E1C4DE5" w:rsidR="00442CA7" w:rsidRDefault="00442CA7">
      <w:r w:rsidRPr="00D3702A">
        <w:rPr>
          <w:b/>
          <w:bCs/>
        </w:rPr>
        <w:t>Aufgabe</w:t>
      </w:r>
      <w:r w:rsidR="002B6DF2">
        <w:rPr>
          <w:b/>
          <w:bCs/>
        </w:rPr>
        <w:t xml:space="preserve"> 2</w:t>
      </w:r>
      <w:r w:rsidR="00105A96">
        <w:rPr>
          <w:b/>
          <w:bCs/>
        </w:rPr>
        <w:t>3</w:t>
      </w:r>
      <w:r>
        <w:t xml:space="preserve">: Diskutieren Sie, inwieweit sich die folgenden Fragen mithilfe der Daten der Datenbank </w:t>
      </w:r>
      <w:r w:rsidR="00896B1A">
        <w:rPr>
          <w:i/>
          <w:iCs/>
        </w:rPr>
        <w:t>O</w:t>
      </w:r>
      <w:r w:rsidR="00B42FD9">
        <w:rPr>
          <w:i/>
          <w:iCs/>
        </w:rPr>
        <w:t>b</w:t>
      </w:r>
      <w:r w:rsidR="00896B1A">
        <w:rPr>
          <w:i/>
          <w:iCs/>
        </w:rPr>
        <w:t>erstufe</w:t>
      </w:r>
      <w:r>
        <w:t xml:space="preserve"> und geeignete</w:t>
      </w:r>
      <w:r w:rsidR="00B42FD9">
        <w:t>r</w:t>
      </w:r>
      <w:r>
        <w:t xml:space="preserve"> SQL-Anfragen beantworten lassen.</w:t>
      </w:r>
    </w:p>
    <w:p w14:paraId="24E458E0" w14:textId="7EDA96EB" w:rsidR="00D365C3" w:rsidRPr="00CB5828" w:rsidRDefault="00442CA7" w:rsidP="00CF584B">
      <w:pPr>
        <w:pStyle w:val="Listenabsatz"/>
        <w:numPr>
          <w:ilvl w:val="0"/>
          <w:numId w:val="30"/>
        </w:numPr>
        <w:rPr>
          <w:color w:val="000000" w:themeColor="text1"/>
        </w:rPr>
      </w:pPr>
      <w:r>
        <w:t>In Deutsch</w:t>
      </w:r>
      <w:r w:rsidR="00D365C3" w:rsidRPr="00CB5828">
        <w:rPr>
          <w:color w:val="000000" w:themeColor="text1"/>
        </w:rPr>
        <w:t xml:space="preserve"> ist es leichter</w:t>
      </w:r>
      <w:r w:rsidR="003D54D1">
        <w:rPr>
          <w:color w:val="000000" w:themeColor="text1"/>
        </w:rPr>
        <w:t>,</w:t>
      </w:r>
      <w:r w:rsidR="00D365C3" w:rsidRPr="00CB5828">
        <w:rPr>
          <w:color w:val="000000" w:themeColor="text1"/>
        </w:rPr>
        <w:t xml:space="preserve"> gute Noten zu bekommen</w:t>
      </w:r>
      <w:r w:rsidR="003D54D1">
        <w:rPr>
          <w:color w:val="000000" w:themeColor="text1"/>
        </w:rPr>
        <w:t>,</w:t>
      </w:r>
      <w:r w:rsidR="00D365C3" w:rsidRPr="00CB5828">
        <w:rPr>
          <w:color w:val="000000" w:themeColor="text1"/>
        </w:rPr>
        <w:t xml:space="preserve"> als in Mathe</w:t>
      </w:r>
      <w:r w:rsidRPr="00CB5828">
        <w:rPr>
          <w:color w:val="000000" w:themeColor="text1"/>
        </w:rPr>
        <w:t>.</w:t>
      </w:r>
    </w:p>
    <w:p w14:paraId="6B4E67C1" w14:textId="4737427E" w:rsidR="00D3702A" w:rsidRDefault="00D3702A" w:rsidP="00CF584B">
      <w:pPr>
        <w:pStyle w:val="Listenabsatz"/>
        <w:numPr>
          <w:ilvl w:val="0"/>
          <w:numId w:val="30"/>
        </w:numPr>
        <w:rPr>
          <w:color w:val="000000" w:themeColor="text1"/>
        </w:rPr>
      </w:pPr>
      <w:r w:rsidRPr="00CB5828">
        <w:rPr>
          <w:color w:val="000000" w:themeColor="text1"/>
        </w:rPr>
        <w:t>Lehrer AHG bevorzugt Mädchen in Physik</w:t>
      </w:r>
      <w:r w:rsidR="00896B1A">
        <w:rPr>
          <w:color w:val="000000" w:themeColor="text1"/>
        </w:rPr>
        <w:t>.</w:t>
      </w:r>
    </w:p>
    <w:p w14:paraId="2DFEC80C" w14:textId="69DBAC6F" w:rsidR="00896B1A" w:rsidRPr="00CB5828" w:rsidRDefault="00896B1A" w:rsidP="00CF584B">
      <w:pPr>
        <w:pStyle w:val="Listenabsatz"/>
        <w:numPr>
          <w:ilvl w:val="0"/>
          <w:numId w:val="30"/>
        </w:numPr>
        <w:rPr>
          <w:color w:val="000000" w:themeColor="text1"/>
        </w:rPr>
      </w:pPr>
      <w:r>
        <w:rPr>
          <w:color w:val="000000" w:themeColor="text1"/>
        </w:rPr>
        <w:t>Mädchen sind schlauer als Jungen.</w:t>
      </w:r>
    </w:p>
    <w:p w14:paraId="4F66E0AF" w14:textId="203225E4" w:rsidR="003D54D1" w:rsidRDefault="003D54D1" w:rsidP="009238FF">
      <w:pPr>
        <w:tabs>
          <w:tab w:val="left" w:pos="5384"/>
        </w:tabs>
        <w:rPr>
          <w:b/>
          <w:bCs/>
          <w:color w:val="000000" w:themeColor="text1"/>
        </w:rPr>
      </w:pPr>
      <w:r>
        <w:t xml:space="preserve">Rechner arbeiten mit Daten. Auch in einer Datenbank sind Daten gespeichert, die wir mithilfe von SQL-Anweisungen auslesen können. Erst durch die Interpretation dieser Daten entsteht eine Information. In der Datenbank </w:t>
      </w:r>
      <w:r w:rsidRPr="003D54D1">
        <w:rPr>
          <w:i/>
          <w:iCs/>
        </w:rPr>
        <w:t>Oberstufe</w:t>
      </w:r>
      <w:r>
        <w:t xml:space="preserve"> sind beispielsweise zu jedem Schüler und jedem Kurs die Noten in Punkten gespeichert. Mithilfe von SQL-Anfragen können wir einzelne Noten auslesen oder den Durchschnittswert für alle Notenpunkte des Schülers in Deutsch, Mathe oder insgesamt berechnen. Als Ergebnis erhalten wir jeweils eine Zahl. Erst wenn wir diese Zahlen in die Notenskala von 0 bis 15 einordnen und miteinander vergleichen, wird daraus die Information, in welchen Fächern der Schüler seine Stärken hat und ob er gute oder schlechte Bewertungen erzielt hat. Der Interpretation sind aber Grenzen gesetzt. An einer guten Note können wir beispielsweise nicht ablesen, ob der Schüler besonders schlau oder besonders fleißig ist. </w:t>
      </w:r>
      <w:r w:rsidR="00D375B5">
        <w:t xml:space="preserve">Während uns für den Fleiß die entsprechenden Daten fehlen, z. B. die Anzahl der Arbeitsstunden, ist „schlau“ eine Eigenschaft, die sich sehr schwer messen und in Zahlen ausdrücken lässt. </w:t>
      </w:r>
    </w:p>
    <w:p w14:paraId="3AEBD6B5" w14:textId="23589CE5" w:rsidR="00442CA7" w:rsidRPr="005A4B3C" w:rsidRDefault="002B6DF2" w:rsidP="00D365C3">
      <w:pPr>
        <w:rPr>
          <w:color w:val="000000" w:themeColor="text1"/>
        </w:rPr>
      </w:pPr>
      <w:r w:rsidRPr="002B6DF2">
        <w:rPr>
          <w:b/>
          <w:bCs/>
          <w:color w:val="000000" w:themeColor="text1"/>
        </w:rPr>
        <w:t>Aufgabe 2</w:t>
      </w:r>
      <w:r w:rsidR="00105A96">
        <w:rPr>
          <w:b/>
          <w:bCs/>
          <w:color w:val="000000" w:themeColor="text1"/>
        </w:rPr>
        <w:t>4</w:t>
      </w:r>
      <w:r w:rsidRPr="002B6DF2">
        <w:rPr>
          <w:b/>
          <w:bCs/>
          <w:color w:val="000000" w:themeColor="text1"/>
        </w:rPr>
        <w:t>:</w:t>
      </w:r>
      <w:r w:rsidR="009238FF">
        <w:rPr>
          <w:color w:val="000000" w:themeColor="text1"/>
        </w:rPr>
        <w:t xml:space="preserve"> </w:t>
      </w:r>
      <w:bookmarkStart w:id="19" w:name="_Hlk212711183"/>
      <w:r w:rsidR="00641951" w:rsidRPr="00403659">
        <w:rPr>
          <w:color w:val="000000" w:themeColor="text1"/>
        </w:rPr>
        <w:t xml:space="preserve">Geben Sie </w:t>
      </w:r>
      <w:r w:rsidR="00641951">
        <w:rPr>
          <w:color w:val="000000" w:themeColor="text1"/>
        </w:rPr>
        <w:t>in Bezug auf die</w:t>
      </w:r>
      <w:r w:rsidR="00641951" w:rsidRPr="00403659">
        <w:rPr>
          <w:color w:val="000000" w:themeColor="text1"/>
        </w:rPr>
        <w:t xml:space="preserve"> Datenbank </w:t>
      </w:r>
      <w:r w:rsidR="00641951" w:rsidRPr="00403659">
        <w:rPr>
          <w:i/>
          <w:iCs/>
          <w:color w:val="000000" w:themeColor="text1"/>
        </w:rPr>
        <w:t>Oberstufe</w:t>
      </w:r>
      <w:r w:rsidR="00641951">
        <w:rPr>
          <w:color w:val="000000" w:themeColor="text1"/>
        </w:rPr>
        <w:t xml:space="preserve"> </w:t>
      </w:r>
      <w:r w:rsidR="00032ADD">
        <w:rPr>
          <w:color w:val="000000" w:themeColor="text1"/>
        </w:rPr>
        <w:t xml:space="preserve">und andere Datenbanken, die Sie zum Üben von SQL-Anfragen verwendet haben, </w:t>
      </w:r>
      <w:r w:rsidR="00641951" w:rsidRPr="00403659">
        <w:rPr>
          <w:color w:val="000000" w:themeColor="text1"/>
        </w:rPr>
        <w:t>Beispiele für Frage</w:t>
      </w:r>
      <w:r w:rsidR="00641951">
        <w:rPr>
          <w:color w:val="000000" w:themeColor="text1"/>
        </w:rPr>
        <w:t xml:space="preserve">stellungen </w:t>
      </w:r>
      <w:r w:rsidR="00641951" w:rsidRPr="00403659">
        <w:rPr>
          <w:color w:val="000000" w:themeColor="text1"/>
        </w:rPr>
        <w:t>an, die sich nicht vollständig formalisieren lassen</w:t>
      </w:r>
      <w:r w:rsidR="00641951">
        <w:rPr>
          <w:color w:val="000000" w:themeColor="text1"/>
        </w:rPr>
        <w:t xml:space="preserve">. Das heißt, dass eine direkte Übersetzung in eine </w:t>
      </w:r>
      <w:r w:rsidR="00641951" w:rsidRPr="00403659">
        <w:rPr>
          <w:color w:val="000000" w:themeColor="text1"/>
        </w:rPr>
        <w:t>SQL-Anfrage</w:t>
      </w:r>
      <w:r w:rsidR="00641951">
        <w:rPr>
          <w:color w:val="000000" w:themeColor="text1"/>
        </w:rPr>
        <w:t xml:space="preserve"> nicht möglich bzw. die Interpretation des Ergebnisses nicht eindeutig wäre.</w:t>
      </w:r>
      <w:bookmarkEnd w:id="19"/>
    </w:p>
    <w:p w14:paraId="1BB405BF" w14:textId="299C48F5" w:rsidR="002B6DF2" w:rsidRDefault="00541127" w:rsidP="00032ADD">
      <w:pPr>
        <w:spacing w:after="0"/>
      </w:pPr>
      <w:r w:rsidRPr="00541127">
        <w:rPr>
          <w:b/>
          <w:bCs/>
        </w:rPr>
        <w:t>Aufgabe 2</w:t>
      </w:r>
      <w:r w:rsidR="00105A96">
        <w:rPr>
          <w:b/>
          <w:bCs/>
        </w:rPr>
        <w:t>5</w:t>
      </w:r>
      <w:r w:rsidRPr="00541127">
        <w:rPr>
          <w:b/>
          <w:bCs/>
        </w:rPr>
        <w:t>:</w:t>
      </w:r>
      <w:r w:rsidR="00192726">
        <w:t xml:space="preserve"> In einem fiktiven Land ohne Datenschutzgesetzte möchte e</w:t>
      </w:r>
      <w:r w:rsidR="002B6DF2">
        <w:t xml:space="preserve">ine Krankenkasse ein möglichst genaues Bild über den Gesundheitszustand ihrer Versicherten bekommen. Die Krankenkasse bittet </w:t>
      </w:r>
      <w:r>
        <w:t xml:space="preserve">daher </w:t>
      </w:r>
      <w:r w:rsidR="002B6DF2">
        <w:t xml:space="preserve">eine große </w:t>
      </w:r>
      <w:r>
        <w:t>O</w:t>
      </w:r>
      <w:r w:rsidR="002B6DF2">
        <w:t>nline-</w:t>
      </w:r>
      <w:r>
        <w:t>A</w:t>
      </w:r>
      <w:r w:rsidR="002B6DF2">
        <w:t xml:space="preserve">potheke um eine Kooperation. Die Krankenkasse möchte Zugriff auf </w:t>
      </w:r>
      <w:r>
        <w:t xml:space="preserve">die Daten zu </w:t>
      </w:r>
      <w:r w:rsidR="002B6DF2">
        <w:t>sämtliche</w:t>
      </w:r>
      <w:r w:rsidR="00CB5828">
        <w:t>n</w:t>
      </w:r>
      <w:r w:rsidR="002B6DF2">
        <w:t xml:space="preserve"> Bestellungen haben. Im Gegenzug verteilt sie Vorteilscoupons für diese Online-Apotheke an ihre Versicherten und übernimmt die anfallenden Kosten.</w:t>
      </w:r>
    </w:p>
    <w:p w14:paraId="6C74DCAB" w14:textId="38F8C0B1" w:rsidR="002B6DF2" w:rsidRDefault="002B6DF2" w:rsidP="00CF584B">
      <w:pPr>
        <w:pStyle w:val="Listenabsatz"/>
        <w:numPr>
          <w:ilvl w:val="0"/>
          <w:numId w:val="28"/>
        </w:numPr>
      </w:pPr>
      <w:r>
        <w:t>Diskutieren Sie folgende</w:t>
      </w:r>
      <w:r w:rsidR="00541127">
        <w:t>n</w:t>
      </w:r>
      <w:r>
        <w:t xml:space="preserve"> Punkte</w:t>
      </w:r>
    </w:p>
    <w:p w14:paraId="293AD8CC" w14:textId="63FAFD8D" w:rsidR="002B6DF2" w:rsidRDefault="00192726" w:rsidP="00CF584B">
      <w:pPr>
        <w:pStyle w:val="Listenabsatz"/>
        <w:numPr>
          <w:ilvl w:val="0"/>
          <w:numId w:val="29"/>
        </w:numPr>
      </w:pPr>
      <w:r>
        <w:t>Ist</w:t>
      </w:r>
      <w:r w:rsidR="00CE78C7">
        <w:t xml:space="preserve"> es technisch</w:t>
      </w:r>
      <w:r w:rsidR="002B6DF2">
        <w:t xml:space="preserve"> </w:t>
      </w:r>
      <w:r w:rsidR="00CE78C7">
        <w:t xml:space="preserve">möglich, die </w:t>
      </w:r>
      <w:r w:rsidR="002B6DF2">
        <w:t xml:space="preserve">Daten aus dem Datenbestand der Krankenkasse und der Online-Apotheke miteinander </w:t>
      </w:r>
      <w:r w:rsidR="00CE78C7">
        <w:t xml:space="preserve">zu </w:t>
      </w:r>
      <w:r w:rsidR="002B6DF2">
        <w:t>verknüpf</w:t>
      </w:r>
      <w:r w:rsidR="00CE78C7">
        <w:t>en</w:t>
      </w:r>
      <w:r w:rsidR="002B6DF2">
        <w:t>?</w:t>
      </w:r>
      <w:r w:rsidR="00CB5828">
        <w:t xml:space="preserve"> Gehen Sie davon aus, dass die Tabellen der Datenbank der Online-Apotheke in die Datenbank der Krankenkasse importiert werden.</w:t>
      </w:r>
    </w:p>
    <w:p w14:paraId="0DA07D71" w14:textId="13AB04D5" w:rsidR="002B6DF2" w:rsidRDefault="002B6DF2" w:rsidP="00CF584B">
      <w:pPr>
        <w:pStyle w:val="Listenabsatz"/>
        <w:numPr>
          <w:ilvl w:val="0"/>
          <w:numId w:val="29"/>
        </w:numPr>
      </w:pPr>
      <w:r>
        <w:t>Welche Vorteil</w:t>
      </w:r>
      <w:r w:rsidR="003C181A">
        <w:t>e</w:t>
      </w:r>
      <w:r>
        <w:t xml:space="preserve"> könnten die Versicherung und die Online-Apotheke aus der Kooperation ziehen?</w:t>
      </w:r>
    </w:p>
    <w:p w14:paraId="549C0E95" w14:textId="66E61CBB" w:rsidR="003C181A" w:rsidRDefault="00192726" w:rsidP="00B15FFB">
      <w:pPr>
        <w:pStyle w:val="Listenabsatz"/>
        <w:numPr>
          <w:ilvl w:val="0"/>
          <w:numId w:val="28"/>
        </w:numPr>
        <w:spacing w:after="160" w:line="259" w:lineRule="auto"/>
      </w:pPr>
      <w:r>
        <w:t xml:space="preserve">Wäre eine solche Kooperation in Deutschland möglich? </w:t>
      </w:r>
      <w:r w:rsidR="003C181A">
        <w:t>Beu</w:t>
      </w:r>
      <w:r w:rsidR="00541127">
        <w:t xml:space="preserve">rteilen Sie das Vorhaben der Versicherung hinsichtlich der </w:t>
      </w:r>
      <w:r w:rsidR="00B42FD9">
        <w:t>Regelungen</w:t>
      </w:r>
      <w:r w:rsidR="00541127">
        <w:t xml:space="preserve"> der DSGVO.</w:t>
      </w:r>
    </w:p>
    <w:p w14:paraId="1AB5E5CB" w14:textId="77777777" w:rsidR="00D03667" w:rsidRDefault="00D03667" w:rsidP="00D03667">
      <w:pPr>
        <w:pStyle w:val="berschrift2"/>
        <w:spacing w:before="360"/>
      </w:pPr>
      <w:bookmarkStart w:id="20" w:name="_Hlk88064351"/>
      <w:r>
        <w:lastRenderedPageBreak/>
        <w:t>Hinweis</w:t>
      </w:r>
    </w:p>
    <w:p w14:paraId="4F3D6AE5" w14:textId="77777777" w:rsidR="00D03667" w:rsidRDefault="00D03667" w:rsidP="00D03667">
      <w:r>
        <w:t>Die Materialien erheben keinen Anspruch auf Vollständigkeit hinsichtlich der für die Abiturprüfung erwarteten Kompetenzen. Verbindlich für das Abitur in Niedersachsen sind allein das nieder</w:t>
      </w:r>
      <w:r>
        <w:softHyphen/>
        <w:t>sächsische Kerncurriculum für die gymnasiale Oberstufe sowie die ergänzenden Hinweise in der jeweils aktuellen Fassung.</w:t>
      </w:r>
    </w:p>
    <w:bookmarkEnd w:id="20"/>
    <w:p w14:paraId="023ABE58" w14:textId="77777777" w:rsidR="00D03667" w:rsidRDefault="00D03667" w:rsidP="00D03667">
      <w:pPr>
        <w:spacing w:after="160" w:line="259" w:lineRule="auto"/>
      </w:pPr>
    </w:p>
    <w:p w14:paraId="22A4DFB5" w14:textId="3523774D" w:rsidR="00D03667" w:rsidRDefault="00D03667" w:rsidP="00D03667">
      <w:bookmarkStart w:id="21" w:name="_Hlk36642635"/>
      <w:r>
        <w:t xml:space="preserve">Dieses Werk ist lizenziert unter einer </w:t>
      </w:r>
      <w:hyperlink r:id="rId27" w:history="1">
        <w:r w:rsidRPr="00432CAF">
          <w:rPr>
            <w:rStyle w:val="Hyperlink"/>
            <w:color w:val="4E6B9E"/>
            <w:u w:val="none"/>
          </w:rPr>
          <w:t>Creative Commons Namensnennung - Nicht-kommerziell - Weitergabe unter gleichen Bedingungen 4.0 International Lizenz</w:t>
        </w:r>
      </w:hyperlink>
      <w:r>
        <w:rPr>
          <w:color w:val="4E6B9E"/>
        </w:rPr>
        <w:t>.</w:t>
      </w:r>
      <w:r>
        <w:t xml:space="preserve"> </w:t>
      </w:r>
      <w:bookmarkEnd w:id="21"/>
      <w:r w:rsidR="008E2B3F">
        <w:t>Ausgenommen von dieser Lizenz ist das INFSII-Logo.</w:t>
      </w:r>
    </w:p>
    <w:p w14:paraId="4B411210" w14:textId="44DAD8A4" w:rsidR="00970575" w:rsidRPr="0027492F" w:rsidRDefault="00970575" w:rsidP="00D03667">
      <w:pPr>
        <w:pStyle w:val="berschrift2"/>
        <w:spacing w:before="360"/>
      </w:pPr>
    </w:p>
    <w:sectPr w:rsidR="00970575" w:rsidRPr="0027492F" w:rsidSect="002C0930">
      <w:headerReference w:type="default" r:id="rId28"/>
      <w:footerReference w:type="default" r:id="rId29"/>
      <w:pgSz w:w="11906" w:h="16838"/>
      <w:pgMar w:top="2111" w:right="1417" w:bottom="1276"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908BBF" w14:textId="77777777" w:rsidR="00762C0B" w:rsidRDefault="00762C0B" w:rsidP="006D1346">
      <w:pPr>
        <w:spacing w:after="0" w:line="240" w:lineRule="auto"/>
      </w:pPr>
      <w:r>
        <w:separator/>
      </w:r>
    </w:p>
  </w:endnote>
  <w:endnote w:type="continuationSeparator" w:id="0">
    <w:p w14:paraId="170FAE97" w14:textId="77777777" w:rsidR="00762C0B" w:rsidRDefault="00762C0B" w:rsidP="006D134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8B0B860" w14:textId="27686A82" w:rsidR="004850AB" w:rsidRPr="007E2D0D" w:rsidRDefault="001F622A">
    <w:pPr>
      <w:pStyle w:val="Fuzeile"/>
      <w:rPr>
        <w:color w:val="808080" w:themeColor="background1" w:themeShade="80"/>
        <w:sz w:val="20"/>
        <w:szCs w:val="20"/>
      </w:rPr>
    </w:pPr>
    <w:r>
      <w:rPr>
        <w:noProof/>
      </w:rPr>
      <w:drawing>
        <wp:anchor distT="0" distB="0" distL="114300" distR="114300" simplePos="0" relativeHeight="251659264" behindDoc="0" locked="0" layoutInCell="1" allowOverlap="1" wp14:anchorId="6FFDBCC8" wp14:editId="7FE3D1C1">
          <wp:simplePos x="0" y="0"/>
          <wp:positionH relativeFrom="margin">
            <wp:align>left</wp:align>
          </wp:positionH>
          <wp:positionV relativeFrom="paragraph">
            <wp:posOffset>-116696</wp:posOffset>
          </wp:positionV>
          <wp:extent cx="838200" cy="291465"/>
          <wp:effectExtent l="0" t="0" r="0" b="0"/>
          <wp:wrapSquare wrapText="bothSides"/>
          <wp:docPr id="31" name="Grafik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1C2FB4">
      <w:rPr>
        <w:color w:val="808080" w:themeColor="background1" w:themeShade="80"/>
        <w:sz w:val="20"/>
        <w:szCs w:val="20"/>
      </w:rPr>
      <w:t>November</w:t>
    </w:r>
    <w:r w:rsidRPr="007E2D0D">
      <w:rPr>
        <w:color w:val="808080" w:themeColor="background1" w:themeShade="80"/>
        <w:sz w:val="20"/>
        <w:szCs w:val="20"/>
      </w:rPr>
      <w:t xml:space="preserve"> 20</w:t>
    </w:r>
    <w:r w:rsidR="00660AA5">
      <w:rPr>
        <w:color w:val="808080" w:themeColor="background1" w:themeShade="80"/>
        <w:sz w:val="20"/>
        <w:szCs w:val="20"/>
      </w:rPr>
      <w:t>2</w:t>
    </w:r>
    <w:r w:rsidR="009900D3">
      <w:rPr>
        <w:color w:val="808080" w:themeColor="background1" w:themeShade="80"/>
        <w:sz w:val="20"/>
        <w:szCs w:val="20"/>
      </w:rPr>
      <w:t>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225157" w14:textId="65F6BCF4" w:rsidR="00BA5AF7" w:rsidRPr="007E2D0D" w:rsidRDefault="00BA5AF7" w:rsidP="00001620">
    <w:pPr>
      <w:pStyle w:val="Fuzeile"/>
      <w:tabs>
        <w:tab w:val="clear" w:pos="4536"/>
        <w:tab w:val="clear" w:pos="9072"/>
        <w:tab w:val="center" w:pos="7088"/>
        <w:tab w:val="right" w:pos="14004"/>
      </w:tabs>
      <w:rPr>
        <w:color w:val="808080" w:themeColor="background1" w:themeShade="80"/>
        <w:sz w:val="20"/>
        <w:szCs w:val="20"/>
      </w:rPr>
    </w:pPr>
    <w:r>
      <w:rPr>
        <w:noProof/>
      </w:rPr>
      <w:drawing>
        <wp:anchor distT="0" distB="0" distL="114300" distR="114300" simplePos="0" relativeHeight="251661312" behindDoc="0" locked="0" layoutInCell="1" allowOverlap="1" wp14:anchorId="63977083" wp14:editId="43C43FCF">
          <wp:simplePos x="0" y="0"/>
          <wp:positionH relativeFrom="margin">
            <wp:align>left</wp:align>
          </wp:positionH>
          <wp:positionV relativeFrom="paragraph">
            <wp:posOffset>-116696</wp:posOffset>
          </wp:positionV>
          <wp:extent cx="838200" cy="291465"/>
          <wp:effectExtent l="0" t="0" r="0" b="0"/>
          <wp:wrapSquare wrapText="bothSides"/>
          <wp:docPr id="32" name="Grafik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69661E">
      <w:rPr>
        <w:color w:val="808080" w:themeColor="background1" w:themeShade="80"/>
        <w:sz w:val="20"/>
        <w:szCs w:val="20"/>
      </w:rPr>
      <w:t>November</w:t>
    </w:r>
    <w:r w:rsidRPr="007E2D0D">
      <w:rPr>
        <w:color w:val="808080" w:themeColor="background1" w:themeShade="80"/>
        <w:sz w:val="20"/>
        <w:szCs w:val="20"/>
      </w:rPr>
      <w:t xml:space="preserve"> 20</w:t>
    </w:r>
    <w:r>
      <w:rPr>
        <w:color w:val="808080" w:themeColor="background1" w:themeShade="80"/>
        <w:sz w:val="20"/>
        <w:szCs w:val="20"/>
      </w:rPr>
      <w:t>21</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74FE64A" w14:textId="74DAD082" w:rsidR="00F34CFB" w:rsidRPr="007E2D0D" w:rsidRDefault="00F34CFB">
    <w:pPr>
      <w:pStyle w:val="Fuzeile"/>
      <w:rPr>
        <w:color w:val="808080" w:themeColor="background1" w:themeShade="80"/>
        <w:sz w:val="20"/>
        <w:szCs w:val="20"/>
      </w:rPr>
    </w:pPr>
    <w:r>
      <w:rPr>
        <w:noProof/>
      </w:rPr>
      <w:drawing>
        <wp:anchor distT="0" distB="0" distL="114300" distR="114300" simplePos="0" relativeHeight="251667456" behindDoc="0" locked="0" layoutInCell="1" allowOverlap="1" wp14:anchorId="5F428337" wp14:editId="15B0C91F">
          <wp:simplePos x="0" y="0"/>
          <wp:positionH relativeFrom="margin">
            <wp:align>left</wp:align>
          </wp:positionH>
          <wp:positionV relativeFrom="paragraph">
            <wp:posOffset>-116696</wp:posOffset>
          </wp:positionV>
          <wp:extent cx="838200" cy="291465"/>
          <wp:effectExtent l="0" t="0" r="0" b="0"/>
          <wp:wrapSquare wrapText="bothSides"/>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fik 3"/>
                  <pic:cNvPicPr>
                    <a:picLocks noChangeAspect="1" noChangeArrowheads="1"/>
                  </pic:cNvPicPr>
                </pic:nvPicPr>
                <pic:blipFill>
                  <a:blip r:embed="rId1">
                    <a:extLst>
                      <a:ext uri="{28A0092B-C50C-407E-A947-70E740481C1C}">
                        <a14:useLocalDpi xmlns:a14="http://schemas.microsoft.com/office/drawing/2010/main" val="0"/>
                      </a:ext>
                    </a:extLst>
                  </a:blip>
                  <a:stretch>
                    <a:fillRect/>
                  </a:stretch>
                </pic:blipFill>
                <pic:spPr bwMode="auto">
                  <a:xfrm>
                    <a:off x="0" y="0"/>
                    <a:ext cx="838200" cy="291547"/>
                  </a:xfrm>
                  <a:prstGeom prst="rect">
                    <a:avLst/>
                  </a:prstGeom>
                  <a:noFill/>
                  <a:ln>
                    <a:noFill/>
                  </a:ln>
                </pic:spPr>
              </pic:pic>
            </a:graphicData>
          </a:graphic>
        </wp:anchor>
      </w:drawing>
    </w:r>
    <w:r>
      <w:tab/>
    </w:r>
    <w:r w:rsidRPr="007E2D0D">
      <w:rPr>
        <w:color w:val="808080" w:themeColor="background1" w:themeShade="80"/>
        <w:sz w:val="20"/>
        <w:szCs w:val="20"/>
      </w:rPr>
      <w:t xml:space="preserve">Ylva Brandt, Stand: </w:t>
    </w:r>
    <w:r w:rsidR="00985D6E">
      <w:rPr>
        <w:color w:val="808080" w:themeColor="background1" w:themeShade="80"/>
        <w:sz w:val="20"/>
        <w:szCs w:val="20"/>
      </w:rPr>
      <w:t>Oktober</w:t>
    </w:r>
    <w:r w:rsidR="00E3636C">
      <w:rPr>
        <w:color w:val="808080" w:themeColor="background1" w:themeShade="80"/>
        <w:sz w:val="20"/>
        <w:szCs w:val="20"/>
      </w:rPr>
      <w:t xml:space="preserve"> </w:t>
    </w:r>
    <w:r w:rsidRPr="007E2D0D">
      <w:rPr>
        <w:color w:val="808080" w:themeColor="background1" w:themeShade="80"/>
        <w:sz w:val="20"/>
        <w:szCs w:val="20"/>
      </w:rPr>
      <w:t>20</w:t>
    </w:r>
    <w:r>
      <w:rPr>
        <w:color w:val="808080" w:themeColor="background1" w:themeShade="80"/>
        <w:sz w:val="20"/>
        <w:szCs w:val="20"/>
      </w:rPr>
      <w:t>2</w:t>
    </w:r>
    <w:r w:rsidR="00985D6E">
      <w:rPr>
        <w:color w:val="808080" w:themeColor="background1" w:themeShade="80"/>
        <w:sz w:val="20"/>
        <w:szCs w:val="20"/>
      </w:rPr>
      <w:t>5</w:t>
    </w:r>
    <w:r w:rsidRPr="007E2D0D">
      <w:rPr>
        <w:color w:val="808080" w:themeColor="background1" w:themeShade="80"/>
        <w:sz w:val="20"/>
        <w:szCs w:val="20"/>
      </w:rPr>
      <w:tab/>
    </w:r>
    <w:r w:rsidRPr="007E2D0D">
      <w:rPr>
        <w:color w:val="808080" w:themeColor="background1" w:themeShade="80"/>
        <w:sz w:val="20"/>
        <w:szCs w:val="20"/>
      </w:rPr>
      <w:fldChar w:fldCharType="begin"/>
    </w:r>
    <w:r w:rsidRPr="007E2D0D">
      <w:rPr>
        <w:color w:val="808080" w:themeColor="background1" w:themeShade="80"/>
        <w:sz w:val="20"/>
        <w:szCs w:val="20"/>
      </w:rPr>
      <w:instrText xml:space="preserve"> PAGE  \* Arabic  \* MERGEFORMAT </w:instrText>
    </w:r>
    <w:r w:rsidRPr="007E2D0D">
      <w:rPr>
        <w:color w:val="808080" w:themeColor="background1" w:themeShade="80"/>
        <w:sz w:val="20"/>
        <w:szCs w:val="20"/>
      </w:rPr>
      <w:fldChar w:fldCharType="separate"/>
    </w:r>
    <w:r w:rsidRPr="007E2D0D">
      <w:rPr>
        <w:noProof/>
        <w:color w:val="808080" w:themeColor="background1" w:themeShade="80"/>
        <w:sz w:val="20"/>
        <w:szCs w:val="20"/>
      </w:rPr>
      <w:t>1</w:t>
    </w:r>
    <w:r w:rsidRPr="007E2D0D">
      <w:rPr>
        <w:color w:val="808080" w:themeColor="background1" w:themeShade="80"/>
        <w:sz w:val="20"/>
        <w:szCs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F23D7E7" w14:textId="77777777" w:rsidR="00762C0B" w:rsidRDefault="00762C0B" w:rsidP="006D1346">
      <w:pPr>
        <w:spacing w:after="0" w:line="240" w:lineRule="auto"/>
      </w:pPr>
      <w:r>
        <w:separator/>
      </w:r>
    </w:p>
  </w:footnote>
  <w:footnote w:type="continuationSeparator" w:id="0">
    <w:p w14:paraId="1BBCADF3" w14:textId="77777777" w:rsidR="00762C0B" w:rsidRDefault="00762C0B" w:rsidP="006D1346">
      <w:pPr>
        <w:spacing w:after="0" w:line="240" w:lineRule="auto"/>
      </w:pPr>
      <w:r>
        <w:continuationSeparator/>
      </w:r>
    </w:p>
  </w:footnote>
  <w:footnote w:id="1">
    <w:p w14:paraId="68BB5ED3" w14:textId="1910F1E1" w:rsidR="00782FAC" w:rsidRDefault="00782FAC">
      <w:pPr>
        <w:pStyle w:val="Funotentext"/>
      </w:pPr>
      <w:r>
        <w:rPr>
          <w:rStyle w:val="Funotenzeichen"/>
        </w:rPr>
        <w:footnoteRef/>
      </w:r>
      <w:r>
        <w:t xml:space="preserve"> Zur besseren Lesbarkeit und Umsetzbarkeit im Zusammenhang mit Datenbanken wird das generische Maskulinum</w:t>
      </w:r>
      <w:r w:rsidR="001E1115">
        <w:t xml:space="preserve"> und exemplarisch die männliche Form</w:t>
      </w:r>
      <w:r>
        <w:t xml:space="preserve"> verwendet. Diese Formulierung umfasst hier gleichermaßen und gleichberechtigt alle Geschlechter.</w:t>
      </w:r>
    </w:p>
  </w:footnote>
  <w:footnote w:id="2">
    <w:p w14:paraId="281588A7" w14:textId="77777777" w:rsidR="003C326A" w:rsidRDefault="003C326A" w:rsidP="003C326A">
      <w:pPr>
        <w:pStyle w:val="Funotentext"/>
      </w:pPr>
      <w:r>
        <w:rPr>
          <w:rStyle w:val="Funotenzeichen"/>
        </w:rPr>
        <w:footnoteRef/>
      </w:r>
      <w:r>
        <w:t xml:space="preserve"> Sprachlich werden Datenbasis und DBMS häufig nicht scharf getrennt. Wenn von Datenbanken die Rede ist, sind meistens sowohl die Datenbasis als auch das zugehörige DBMS gemeint.</w:t>
      </w:r>
    </w:p>
  </w:footnote>
  <w:footnote w:id="3">
    <w:p w14:paraId="4738C690" w14:textId="7DAC175F" w:rsidR="00597B13" w:rsidRDefault="00597B13">
      <w:pPr>
        <w:pStyle w:val="Funotentext"/>
      </w:pPr>
      <w:r>
        <w:rPr>
          <w:rStyle w:val="Funotenzeichen"/>
        </w:rPr>
        <w:footnoteRef/>
      </w:r>
      <w:r>
        <w:t xml:space="preserve"> Wir beschäftigen uns hier nur mit der </w:t>
      </w:r>
      <w:r w:rsidR="0030474B">
        <w:t xml:space="preserve">Struktur der </w:t>
      </w:r>
      <w:r>
        <w:t>Daten</w:t>
      </w:r>
      <w:r w:rsidR="0030474B">
        <w:t xml:space="preserve"> auf der logischen Ebene</w:t>
      </w:r>
      <w:r>
        <w:t xml:space="preserve">, mit der Programmierer arbeiten. Die Abbildung der Tabellen auf den physischen Speicher übernimmt </w:t>
      </w:r>
      <w:r w:rsidR="0030474B">
        <w:t>das Datenbanksystem</w:t>
      </w:r>
      <w:r w:rsidR="00F05500">
        <w:t xml:space="preserve"> und wird von Datenbankadministratoren </w:t>
      </w:r>
      <w:r w:rsidR="00AD166A">
        <w:t>optimiert.</w:t>
      </w:r>
    </w:p>
  </w:footnote>
  <w:footnote w:id="4">
    <w:p w14:paraId="67562FAE" w14:textId="755E3B5F" w:rsidR="00ED0B16" w:rsidRDefault="00ED0B16">
      <w:pPr>
        <w:pStyle w:val="Funotentext"/>
      </w:pPr>
      <w:r>
        <w:rPr>
          <w:rStyle w:val="Funotenzeichen"/>
        </w:rPr>
        <w:footnoteRef/>
      </w:r>
      <w:r>
        <w:t xml:space="preserve"> Die Bezeichnung relationale Datenbank, erklärt sich dadurch, dass es sich bei den Tabellen einer relationalen Datenbank aus mathematischer Sicht um Relationen handelt. Man kann daher auch von einem Relationenschema sprechen. </w:t>
      </w:r>
    </w:p>
  </w:footnote>
  <w:footnote w:id="5">
    <w:p w14:paraId="745254A7" w14:textId="77777777" w:rsidR="00752913" w:rsidRDefault="00752913" w:rsidP="00752913">
      <w:pPr>
        <w:pStyle w:val="Funotentext"/>
      </w:pPr>
      <w:r>
        <w:rPr>
          <w:rStyle w:val="Funotenzeichen"/>
        </w:rPr>
        <w:footnoteRef/>
      </w:r>
      <w:r>
        <w:t xml:space="preserve"> Die Datenbank basiert auf den Daten einer Datenbank, die im Original unter dem Namen vlinDB2 als MySQL-Datenbank auf der Webseite der VLIN zur Verfügung gestellt wurden</w:t>
      </w:r>
      <w:r w:rsidRPr="00B005D4">
        <w:rPr>
          <w:color w:val="4E6B9E"/>
        </w:rPr>
        <w:t xml:space="preserve">: </w:t>
      </w:r>
      <w:hyperlink r:id="rId1" w:history="1">
        <w:r w:rsidRPr="00B005D4">
          <w:rPr>
            <w:rStyle w:val="Hyperlink"/>
            <w:color w:val="4E6B9E"/>
          </w:rPr>
          <w:t>http://vlin.de/zusatz/mysql/</w:t>
        </w:r>
      </w:hyperlink>
      <w:r>
        <w:t xml:space="preserve"> [Datum des Zugriffs: 18.05.2018]. Die Daten wurden von Georg Beckmann anonymisiert und bereitgestellt und von der Autorin für diesen Leitfaden in Teilen angepasst.</w:t>
      </w:r>
    </w:p>
  </w:footnote>
  <w:footnote w:id="6">
    <w:p w14:paraId="15869211" w14:textId="2EAB5A1C" w:rsidR="00752913" w:rsidRDefault="00752913" w:rsidP="00752913">
      <w:pPr>
        <w:pStyle w:val="Funotentext"/>
      </w:pPr>
      <w:r>
        <w:rPr>
          <w:rStyle w:val="Funotenzeichen"/>
        </w:rPr>
        <w:footnoteRef/>
      </w:r>
      <w:r>
        <w:t xml:space="preserve"> Ein entsprechendes Programm, das online im Browser verwendet werden kann, ist z. B. </w:t>
      </w:r>
      <w:hyperlink r:id="rId2" w:history="1">
        <w:r w:rsidRPr="00B005D4">
          <w:rPr>
            <w:rStyle w:val="Hyperlink"/>
            <w:color w:val="4E6B9E"/>
          </w:rPr>
          <w:t>https://sqliteonline.com/</w:t>
        </w:r>
      </w:hyperlink>
      <w:r>
        <w:t xml:space="preserve"> [Datum des Zugriffs: 09.06.2021]</w:t>
      </w:r>
    </w:p>
    <w:p w14:paraId="669E5257" w14:textId="77777777" w:rsidR="00752913" w:rsidRPr="00E95FD9" w:rsidRDefault="00752913" w:rsidP="00752913">
      <w:pPr>
        <w:pStyle w:val="Funotentext"/>
      </w:pPr>
      <w:r w:rsidRPr="00E95FD9">
        <w:t xml:space="preserve">Der </w:t>
      </w:r>
      <w:r w:rsidRPr="00752913">
        <w:rPr>
          <w:i/>
          <w:iCs/>
        </w:rPr>
        <w:t>DB Browser for SQLite</w:t>
      </w:r>
      <w:r w:rsidRPr="00E95FD9">
        <w:t xml:space="preserve"> steht</w:t>
      </w:r>
      <w:r>
        <w:t xml:space="preserve"> als Download zur Verfügung und kann auch als portable Version installiert werden: </w:t>
      </w:r>
      <w:hyperlink r:id="rId3" w:history="1">
        <w:r w:rsidRPr="00B005D4">
          <w:rPr>
            <w:rStyle w:val="Hyperlink"/>
            <w:color w:val="4E6B9E"/>
          </w:rPr>
          <w:t>https://sqlitebrowser.org/</w:t>
        </w:r>
      </w:hyperlink>
      <w:r w:rsidRPr="00B005D4">
        <w:rPr>
          <w:color w:val="4E6B9E"/>
        </w:rPr>
        <w:t xml:space="preserve"> [</w:t>
      </w:r>
      <w:r>
        <w:t>Datum des Zugriffs: 09.06.2021]</w:t>
      </w:r>
    </w:p>
  </w:footnote>
  <w:footnote w:id="7">
    <w:p w14:paraId="1962F6F2" w14:textId="77777777" w:rsidR="00EF49D9" w:rsidRDefault="00EF49D9">
      <w:pPr>
        <w:pStyle w:val="Funotentext"/>
      </w:pPr>
      <w:r>
        <w:rPr>
          <w:rStyle w:val="Funotenzeichen"/>
        </w:rPr>
        <w:footnoteRef/>
      </w:r>
      <w:r>
        <w:t xml:space="preserve"> Alternativ ist das SQL-Tutorial über die Adressen </w:t>
      </w:r>
      <w:hyperlink r:id="rId4" w:history="1">
        <w:r w:rsidRPr="00CB5010">
          <w:rPr>
            <w:rStyle w:val="Hyperlink"/>
            <w:color w:val="4E6B9E"/>
          </w:rPr>
          <w:t>https://sql-tutorial.de/home/start.php</w:t>
        </w:r>
      </w:hyperlink>
      <w:r>
        <w:t xml:space="preserve"> oder </w:t>
      </w:r>
      <w:hyperlink r:id="rId5" w:history="1">
        <w:r w:rsidRPr="00CB5010">
          <w:rPr>
            <w:rStyle w:val="Hyperlink"/>
            <w:color w:val="4E6B9E"/>
          </w:rPr>
          <w:t>https://imoodle.de/</w:t>
        </w:r>
      </w:hyperlink>
      <w:r>
        <w:t xml:space="preserve"> erreichbar [Datum des Zugriffs: 05.04.2024]</w:t>
      </w:r>
    </w:p>
  </w:footnote>
  <w:footnote w:id="8">
    <w:p w14:paraId="2912EF48" w14:textId="74E8D6FF" w:rsidR="00896B1A" w:rsidRDefault="00896B1A" w:rsidP="00BF3AB8">
      <w:pPr>
        <w:pStyle w:val="Funotentext"/>
      </w:pPr>
      <w:r>
        <w:rPr>
          <w:rStyle w:val="Funotenzeichen"/>
        </w:rPr>
        <w:footnoteRef/>
      </w:r>
      <w:r>
        <w:t xml:space="preserve"> Die Aussage bezieht sich auf </w:t>
      </w:r>
      <w:r w:rsidR="00BF3AB8" w:rsidRPr="00B62F72">
        <w:t>Niedersächsisches Kultusministerium (Hrsg.) (202</w:t>
      </w:r>
      <w:r w:rsidR="00BF3AB8">
        <w:t>5</w:t>
      </w:r>
      <w:r w:rsidR="00BF3AB8" w:rsidRPr="00B62F72">
        <w:t xml:space="preserve">) </w:t>
      </w:r>
      <w:r w:rsidR="00BF3AB8" w:rsidRPr="00B62F72">
        <w:rPr>
          <w:i/>
          <w:iCs/>
        </w:rPr>
        <w:t xml:space="preserve">Ergänzende Hinweise zum Kerncurriculum Informatik für die gymnasiale Oberstufe am Gymnasium, an der Gesamtschule sowie für das Kolleg. </w:t>
      </w:r>
      <w:hyperlink r:id="rId6" w:history="1">
        <w:r w:rsidR="00BF3AB8" w:rsidRPr="00BF3AB8">
          <w:rPr>
            <w:rStyle w:val="Hyperlink"/>
            <w:color w:val="4E6B9E"/>
          </w:rPr>
          <w:t>https://cuvo.nibis.de/index.php?p=download&amp;upload=736</w:t>
        </w:r>
      </w:hyperlink>
      <w:r w:rsidR="00BF3AB8">
        <w:t xml:space="preserve"> </w:t>
      </w:r>
      <w:r w:rsidR="00BF3AB8" w:rsidRPr="00B62F72">
        <w:t>[Datum des Zugriffs: 13.08.2025]</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48FBE4" w14:textId="77777777" w:rsidR="004B35A7" w:rsidRDefault="004B35A7">
    <w:pPr>
      <w:pStyle w:val="Kopfzeile"/>
    </w:pPr>
    <w:r w:rsidRPr="007E2D0D">
      <w:rPr>
        <w:noProof/>
        <w:color w:val="808080" w:themeColor="background1" w:themeShade="80"/>
      </w:rPr>
      <w:drawing>
        <wp:anchor distT="0" distB="0" distL="114300" distR="114300" simplePos="0" relativeHeight="251658240" behindDoc="0" locked="0" layoutInCell="1" allowOverlap="1" wp14:anchorId="29130330" wp14:editId="596E1A8F">
          <wp:simplePos x="0" y="0"/>
          <wp:positionH relativeFrom="margin">
            <wp:align>right</wp:align>
          </wp:positionH>
          <wp:positionV relativeFrom="paragraph">
            <wp:posOffset>7620</wp:posOffset>
          </wp:positionV>
          <wp:extent cx="1069200" cy="763200"/>
          <wp:effectExtent l="0" t="0" r="0" b="0"/>
          <wp:wrapSquare wrapText="bothSides"/>
          <wp:docPr id="30" name="Grafik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sidR="00AA432E">
      <w:rPr>
        <w:color w:val="808080" w:themeColor="background1" w:themeShade="80"/>
      </w:rPr>
      <w:t xml:space="preserve"> Informatik</w:t>
    </w:r>
    <w:r w:rsidRPr="007E2D0D">
      <w:rPr>
        <w:color w:val="808080" w:themeColor="background1" w:themeShade="80"/>
      </w:rPr>
      <w:br/>
      <w:t>Universität Göttingen</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65C2506" w14:textId="77777777" w:rsidR="00F34CFB" w:rsidRDefault="00F34CFB">
    <w:pPr>
      <w:pStyle w:val="Kopfzeile"/>
    </w:pPr>
    <w:r w:rsidRPr="007E2D0D">
      <w:rPr>
        <w:noProof/>
        <w:color w:val="808080" w:themeColor="background1" w:themeShade="80"/>
      </w:rPr>
      <w:drawing>
        <wp:anchor distT="0" distB="0" distL="114300" distR="114300" simplePos="0" relativeHeight="251671552" behindDoc="0" locked="0" layoutInCell="1" allowOverlap="1" wp14:anchorId="6805245B" wp14:editId="28509459">
          <wp:simplePos x="0" y="0"/>
          <wp:positionH relativeFrom="margin">
            <wp:align>right</wp:align>
          </wp:positionH>
          <wp:positionV relativeFrom="paragraph">
            <wp:posOffset>7620</wp:posOffset>
          </wp:positionV>
          <wp:extent cx="1069200" cy="763200"/>
          <wp:effectExtent l="0" t="0" r="0" b="0"/>
          <wp:wrapSquare wrapText="bothSides"/>
          <wp:docPr id="21" name="Grafik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infsi.wmf"/>
                  <pic:cNvPicPr/>
                </pic:nvPicPr>
                <pic:blipFill>
                  <a:blip r:embed="rId1">
                    <a:extLst>
                      <a:ext uri="{28A0092B-C50C-407E-A947-70E740481C1C}">
                        <a14:useLocalDpi xmlns:a14="http://schemas.microsoft.com/office/drawing/2010/main" val="0"/>
                      </a:ext>
                    </a:extLst>
                  </a:blip>
                  <a:stretch>
                    <a:fillRect/>
                  </a:stretch>
                </pic:blipFill>
                <pic:spPr>
                  <a:xfrm>
                    <a:off x="0" y="0"/>
                    <a:ext cx="1069200" cy="763200"/>
                  </a:xfrm>
                  <a:prstGeom prst="rect">
                    <a:avLst/>
                  </a:prstGeom>
                </pic:spPr>
              </pic:pic>
            </a:graphicData>
          </a:graphic>
          <wp14:sizeRelH relativeFrom="margin">
            <wp14:pctWidth>0</wp14:pctWidth>
          </wp14:sizeRelH>
          <wp14:sizeRelV relativeFrom="margin">
            <wp14:pctHeight>0</wp14:pctHeight>
          </wp14:sizeRelV>
        </wp:anchor>
      </w:drawing>
    </w:r>
    <w:r w:rsidRPr="007E2D0D">
      <w:rPr>
        <w:color w:val="808080" w:themeColor="background1" w:themeShade="80"/>
      </w:rPr>
      <w:t>Lehrerbildungszentrum</w:t>
    </w:r>
    <w:r>
      <w:rPr>
        <w:color w:val="808080" w:themeColor="background1" w:themeShade="80"/>
      </w:rPr>
      <w:t xml:space="preserve"> Informatik</w:t>
    </w:r>
    <w:r w:rsidRPr="007E2D0D">
      <w:rPr>
        <w:color w:val="808080" w:themeColor="background1" w:themeShade="80"/>
      </w:rPr>
      <w:br/>
      <w:t>Universität Göttingen</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0B3B20"/>
    <w:multiLevelType w:val="hybridMultilevel"/>
    <w:tmpl w:val="38F4336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 w15:restartNumberingAfterBreak="0">
    <w:nsid w:val="05165ED8"/>
    <w:multiLevelType w:val="hybridMultilevel"/>
    <w:tmpl w:val="0E54FEE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 w15:restartNumberingAfterBreak="0">
    <w:nsid w:val="07CC4ABB"/>
    <w:multiLevelType w:val="hybridMultilevel"/>
    <w:tmpl w:val="B4942B9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C3203B6"/>
    <w:multiLevelType w:val="hybridMultilevel"/>
    <w:tmpl w:val="F3EAED22"/>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10F965A8"/>
    <w:multiLevelType w:val="hybridMultilevel"/>
    <w:tmpl w:val="26F6F63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5" w15:restartNumberingAfterBreak="0">
    <w:nsid w:val="19713D65"/>
    <w:multiLevelType w:val="hybridMultilevel"/>
    <w:tmpl w:val="D2C0B59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6" w15:restartNumberingAfterBreak="0">
    <w:nsid w:val="2BE65F22"/>
    <w:multiLevelType w:val="hybridMultilevel"/>
    <w:tmpl w:val="11A2BA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7" w15:restartNumberingAfterBreak="0">
    <w:nsid w:val="35A54A9D"/>
    <w:multiLevelType w:val="hybridMultilevel"/>
    <w:tmpl w:val="57BE6BE0"/>
    <w:lvl w:ilvl="0" w:tplc="DD6C1424">
      <w:start w:val="1"/>
      <w:numFmt w:val="decimal"/>
      <w:lvlText w:val="%1."/>
      <w:lvlJc w:val="left"/>
      <w:pPr>
        <w:tabs>
          <w:tab w:val="num" w:pos="720"/>
        </w:tabs>
        <w:ind w:left="720" w:hanging="360"/>
      </w:pPr>
    </w:lvl>
    <w:lvl w:ilvl="1" w:tplc="F416A856">
      <w:start w:val="1"/>
      <w:numFmt w:val="decimal"/>
      <w:lvlText w:val="%2."/>
      <w:lvlJc w:val="left"/>
      <w:pPr>
        <w:tabs>
          <w:tab w:val="num" w:pos="1440"/>
        </w:tabs>
        <w:ind w:left="1440" w:hanging="360"/>
      </w:pPr>
    </w:lvl>
    <w:lvl w:ilvl="2" w:tplc="8E3C2790" w:tentative="1">
      <w:start w:val="1"/>
      <w:numFmt w:val="decimal"/>
      <w:lvlText w:val="%3."/>
      <w:lvlJc w:val="left"/>
      <w:pPr>
        <w:tabs>
          <w:tab w:val="num" w:pos="2160"/>
        </w:tabs>
        <w:ind w:left="2160" w:hanging="360"/>
      </w:pPr>
    </w:lvl>
    <w:lvl w:ilvl="3" w:tplc="222656E6" w:tentative="1">
      <w:start w:val="1"/>
      <w:numFmt w:val="decimal"/>
      <w:lvlText w:val="%4."/>
      <w:lvlJc w:val="left"/>
      <w:pPr>
        <w:tabs>
          <w:tab w:val="num" w:pos="2880"/>
        </w:tabs>
        <w:ind w:left="2880" w:hanging="360"/>
      </w:pPr>
    </w:lvl>
    <w:lvl w:ilvl="4" w:tplc="2C343952" w:tentative="1">
      <w:start w:val="1"/>
      <w:numFmt w:val="decimal"/>
      <w:lvlText w:val="%5."/>
      <w:lvlJc w:val="left"/>
      <w:pPr>
        <w:tabs>
          <w:tab w:val="num" w:pos="3600"/>
        </w:tabs>
        <w:ind w:left="3600" w:hanging="360"/>
      </w:pPr>
    </w:lvl>
    <w:lvl w:ilvl="5" w:tplc="619281EE" w:tentative="1">
      <w:start w:val="1"/>
      <w:numFmt w:val="decimal"/>
      <w:lvlText w:val="%6."/>
      <w:lvlJc w:val="left"/>
      <w:pPr>
        <w:tabs>
          <w:tab w:val="num" w:pos="4320"/>
        </w:tabs>
        <w:ind w:left="4320" w:hanging="360"/>
      </w:pPr>
    </w:lvl>
    <w:lvl w:ilvl="6" w:tplc="FFF4FE3C" w:tentative="1">
      <w:start w:val="1"/>
      <w:numFmt w:val="decimal"/>
      <w:lvlText w:val="%7."/>
      <w:lvlJc w:val="left"/>
      <w:pPr>
        <w:tabs>
          <w:tab w:val="num" w:pos="5040"/>
        </w:tabs>
        <w:ind w:left="5040" w:hanging="360"/>
      </w:pPr>
    </w:lvl>
    <w:lvl w:ilvl="7" w:tplc="013EED06" w:tentative="1">
      <w:start w:val="1"/>
      <w:numFmt w:val="decimal"/>
      <w:lvlText w:val="%8."/>
      <w:lvlJc w:val="left"/>
      <w:pPr>
        <w:tabs>
          <w:tab w:val="num" w:pos="5760"/>
        </w:tabs>
        <w:ind w:left="5760" w:hanging="360"/>
      </w:pPr>
    </w:lvl>
    <w:lvl w:ilvl="8" w:tplc="B1DA7154" w:tentative="1">
      <w:start w:val="1"/>
      <w:numFmt w:val="decimal"/>
      <w:lvlText w:val="%9."/>
      <w:lvlJc w:val="left"/>
      <w:pPr>
        <w:tabs>
          <w:tab w:val="num" w:pos="6480"/>
        </w:tabs>
        <w:ind w:left="6480" w:hanging="360"/>
      </w:pPr>
    </w:lvl>
  </w:abstractNum>
  <w:abstractNum w:abstractNumId="8" w15:restartNumberingAfterBreak="0">
    <w:nsid w:val="379516CC"/>
    <w:multiLevelType w:val="hybridMultilevel"/>
    <w:tmpl w:val="D7800942"/>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9" w15:restartNumberingAfterBreak="0">
    <w:nsid w:val="39F529D4"/>
    <w:multiLevelType w:val="hybridMultilevel"/>
    <w:tmpl w:val="4CD865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0" w15:restartNumberingAfterBreak="0">
    <w:nsid w:val="3F666109"/>
    <w:multiLevelType w:val="hybridMultilevel"/>
    <w:tmpl w:val="5D50611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4298757D"/>
    <w:multiLevelType w:val="hybridMultilevel"/>
    <w:tmpl w:val="C6842A2A"/>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2" w15:restartNumberingAfterBreak="0">
    <w:nsid w:val="43AB3B72"/>
    <w:multiLevelType w:val="hybridMultilevel"/>
    <w:tmpl w:val="696CBD62"/>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3" w15:restartNumberingAfterBreak="0">
    <w:nsid w:val="4A973F94"/>
    <w:multiLevelType w:val="hybridMultilevel"/>
    <w:tmpl w:val="EDB03A5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4" w15:restartNumberingAfterBreak="0">
    <w:nsid w:val="4D673146"/>
    <w:multiLevelType w:val="hybridMultilevel"/>
    <w:tmpl w:val="68865B3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5" w15:restartNumberingAfterBreak="0">
    <w:nsid w:val="52066924"/>
    <w:multiLevelType w:val="hybridMultilevel"/>
    <w:tmpl w:val="2AD0C54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6" w15:restartNumberingAfterBreak="0">
    <w:nsid w:val="53D849B6"/>
    <w:multiLevelType w:val="hybridMultilevel"/>
    <w:tmpl w:val="62DC0290"/>
    <w:lvl w:ilvl="0" w:tplc="04070017">
      <w:start w:val="1"/>
      <w:numFmt w:val="lowerLetter"/>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7" w15:restartNumberingAfterBreak="0">
    <w:nsid w:val="54923B3E"/>
    <w:multiLevelType w:val="hybridMultilevel"/>
    <w:tmpl w:val="160E9E0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8" w15:restartNumberingAfterBreak="0">
    <w:nsid w:val="5D9B40FC"/>
    <w:multiLevelType w:val="hybridMultilevel"/>
    <w:tmpl w:val="7D604100"/>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9" w15:restartNumberingAfterBreak="0">
    <w:nsid w:val="5F3E29F0"/>
    <w:multiLevelType w:val="hybridMultilevel"/>
    <w:tmpl w:val="B14653C0"/>
    <w:lvl w:ilvl="0" w:tplc="04070001">
      <w:start w:val="1"/>
      <w:numFmt w:val="bullet"/>
      <w:lvlText w:val=""/>
      <w:lvlJc w:val="left"/>
      <w:pPr>
        <w:ind w:left="720" w:hanging="360"/>
      </w:pPr>
      <w:rPr>
        <w:rFonts w:ascii="Symbol" w:hAnsi="Symbol"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0" w15:restartNumberingAfterBreak="0">
    <w:nsid w:val="602369E0"/>
    <w:multiLevelType w:val="hybridMultilevel"/>
    <w:tmpl w:val="CBD678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1" w15:restartNumberingAfterBreak="0">
    <w:nsid w:val="633F2CCE"/>
    <w:multiLevelType w:val="hybridMultilevel"/>
    <w:tmpl w:val="1F345D5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64F67FCC"/>
    <w:multiLevelType w:val="hybridMultilevel"/>
    <w:tmpl w:val="203C1E3A"/>
    <w:lvl w:ilvl="0" w:tplc="04070017">
      <w:start w:val="1"/>
      <w:numFmt w:val="lowerLetter"/>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3" w15:restartNumberingAfterBreak="0">
    <w:nsid w:val="64F97320"/>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4" w15:restartNumberingAfterBreak="0">
    <w:nsid w:val="65830EE9"/>
    <w:multiLevelType w:val="hybridMultilevel"/>
    <w:tmpl w:val="458A5668"/>
    <w:lvl w:ilvl="0" w:tplc="4BB0148A">
      <w:start w:val="1"/>
      <w:numFmt w:val="decimal"/>
      <w:pStyle w:val="Quellcode"/>
      <w:lvlText w:val="%1"/>
      <w:lvlJc w:val="left"/>
      <w:pPr>
        <w:ind w:left="360" w:hanging="360"/>
      </w:pPr>
      <w:rPr>
        <w:rFonts w:ascii="Courier New" w:hAnsi="Courier New" w:hint="default"/>
        <w:b w:val="0"/>
        <w:bCs w:val="0"/>
      </w:rPr>
    </w:lvl>
    <w:lvl w:ilvl="1" w:tplc="04070019">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660A6074"/>
    <w:multiLevelType w:val="hybridMultilevel"/>
    <w:tmpl w:val="2806DCC2"/>
    <w:lvl w:ilvl="0" w:tplc="04070001">
      <w:start w:val="1"/>
      <w:numFmt w:val="bullet"/>
      <w:lvlText w:val=""/>
      <w:lvlJc w:val="left"/>
      <w:pPr>
        <w:ind w:left="720" w:hanging="360"/>
      </w:pPr>
      <w:rPr>
        <w:rFonts w:ascii="Symbol" w:hAnsi="Symbol"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6" w15:restartNumberingAfterBreak="0">
    <w:nsid w:val="67DA6D16"/>
    <w:multiLevelType w:val="hybridMultilevel"/>
    <w:tmpl w:val="A006736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6CF54DA9"/>
    <w:multiLevelType w:val="hybridMultilevel"/>
    <w:tmpl w:val="C068F86E"/>
    <w:lvl w:ilvl="0" w:tplc="1BBEBB38">
      <w:start w:val="1"/>
      <w:numFmt w:val="lowerLetter"/>
      <w:lvlText w:val="%1)"/>
      <w:lvlJc w:val="left"/>
      <w:pPr>
        <w:ind w:left="360" w:hanging="360"/>
      </w:pPr>
      <w:rPr>
        <w:rFonts w:hint="default"/>
        <w:b w:val="0"/>
        <w:i w:val="0"/>
        <w:iCs/>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8" w15:restartNumberingAfterBreak="0">
    <w:nsid w:val="72B856EB"/>
    <w:multiLevelType w:val="hybridMultilevel"/>
    <w:tmpl w:val="CD2EF4B8"/>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78B21283"/>
    <w:multiLevelType w:val="hybridMultilevel"/>
    <w:tmpl w:val="A722412A"/>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0" w15:restartNumberingAfterBreak="0">
    <w:nsid w:val="7CBB6ED1"/>
    <w:multiLevelType w:val="hybridMultilevel"/>
    <w:tmpl w:val="0BD447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num w:numId="1" w16cid:durableId="1850682910">
    <w:abstractNumId w:val="24"/>
  </w:num>
  <w:num w:numId="2" w16cid:durableId="2064519725">
    <w:abstractNumId w:val="5"/>
  </w:num>
  <w:num w:numId="3" w16cid:durableId="65153855">
    <w:abstractNumId w:val="19"/>
  </w:num>
  <w:num w:numId="4" w16cid:durableId="4597897">
    <w:abstractNumId w:val="9"/>
  </w:num>
  <w:num w:numId="5" w16cid:durableId="1351646475">
    <w:abstractNumId w:val="3"/>
  </w:num>
  <w:num w:numId="6" w16cid:durableId="726684394">
    <w:abstractNumId w:val="13"/>
  </w:num>
  <w:num w:numId="7" w16cid:durableId="239951260">
    <w:abstractNumId w:val="14"/>
  </w:num>
  <w:num w:numId="8" w16cid:durableId="2103455235">
    <w:abstractNumId w:val="8"/>
  </w:num>
  <w:num w:numId="9" w16cid:durableId="1943033269">
    <w:abstractNumId w:val="17"/>
  </w:num>
  <w:num w:numId="10" w16cid:durableId="1237009752">
    <w:abstractNumId w:val="6"/>
  </w:num>
  <w:num w:numId="11" w16cid:durableId="780762725">
    <w:abstractNumId w:val="15"/>
  </w:num>
  <w:num w:numId="12" w16cid:durableId="537815958">
    <w:abstractNumId w:val="26"/>
  </w:num>
  <w:num w:numId="13" w16cid:durableId="1819688362">
    <w:abstractNumId w:val="0"/>
  </w:num>
  <w:num w:numId="14" w16cid:durableId="554125390">
    <w:abstractNumId w:val="24"/>
    <w:lvlOverride w:ilvl="0">
      <w:startOverride w:val="1"/>
    </w:lvlOverride>
  </w:num>
  <w:num w:numId="15" w16cid:durableId="1074931681">
    <w:abstractNumId w:val="24"/>
    <w:lvlOverride w:ilvl="0">
      <w:startOverride w:val="1"/>
    </w:lvlOverride>
  </w:num>
  <w:num w:numId="16" w16cid:durableId="737018890">
    <w:abstractNumId w:val="21"/>
  </w:num>
  <w:num w:numId="17" w16cid:durableId="1744257743">
    <w:abstractNumId w:val="24"/>
    <w:lvlOverride w:ilvl="0">
      <w:startOverride w:val="1"/>
    </w:lvlOverride>
  </w:num>
  <w:num w:numId="18" w16cid:durableId="1431387993">
    <w:abstractNumId w:val="24"/>
    <w:lvlOverride w:ilvl="0">
      <w:startOverride w:val="1"/>
    </w:lvlOverride>
  </w:num>
  <w:num w:numId="19" w16cid:durableId="221142809">
    <w:abstractNumId w:val="10"/>
  </w:num>
  <w:num w:numId="20" w16cid:durableId="1897474785">
    <w:abstractNumId w:val="24"/>
    <w:lvlOverride w:ilvl="0">
      <w:startOverride w:val="1"/>
    </w:lvlOverride>
  </w:num>
  <w:num w:numId="21" w16cid:durableId="918515260">
    <w:abstractNumId w:val="24"/>
    <w:lvlOverride w:ilvl="0">
      <w:startOverride w:val="1"/>
    </w:lvlOverride>
  </w:num>
  <w:num w:numId="22" w16cid:durableId="385683045">
    <w:abstractNumId w:val="27"/>
  </w:num>
  <w:num w:numId="23" w16cid:durableId="437482264">
    <w:abstractNumId w:val="24"/>
    <w:lvlOverride w:ilvl="0">
      <w:startOverride w:val="1"/>
    </w:lvlOverride>
  </w:num>
  <w:num w:numId="24" w16cid:durableId="289090950">
    <w:abstractNumId w:val="24"/>
    <w:lvlOverride w:ilvl="0">
      <w:startOverride w:val="1"/>
    </w:lvlOverride>
  </w:num>
  <w:num w:numId="25" w16cid:durableId="1793402810">
    <w:abstractNumId w:val="24"/>
    <w:lvlOverride w:ilvl="0">
      <w:startOverride w:val="1"/>
    </w:lvlOverride>
  </w:num>
  <w:num w:numId="26" w16cid:durableId="66198738">
    <w:abstractNumId w:val="24"/>
    <w:lvlOverride w:ilvl="0">
      <w:startOverride w:val="1"/>
    </w:lvlOverride>
  </w:num>
  <w:num w:numId="27" w16cid:durableId="975987816">
    <w:abstractNumId w:val="24"/>
    <w:lvlOverride w:ilvl="0">
      <w:startOverride w:val="1"/>
    </w:lvlOverride>
  </w:num>
  <w:num w:numId="28" w16cid:durableId="1945920497">
    <w:abstractNumId w:val="12"/>
  </w:num>
  <w:num w:numId="29" w16cid:durableId="552548435">
    <w:abstractNumId w:val="18"/>
  </w:num>
  <w:num w:numId="30" w16cid:durableId="3169763">
    <w:abstractNumId w:val="22"/>
  </w:num>
  <w:num w:numId="31" w16cid:durableId="1434283096">
    <w:abstractNumId w:val="23"/>
  </w:num>
  <w:num w:numId="32" w16cid:durableId="1807165135">
    <w:abstractNumId w:val="29"/>
  </w:num>
  <w:num w:numId="33" w16cid:durableId="311761392">
    <w:abstractNumId w:val="7"/>
  </w:num>
  <w:num w:numId="34" w16cid:durableId="364793082">
    <w:abstractNumId w:val="20"/>
  </w:num>
  <w:num w:numId="35" w16cid:durableId="416904095">
    <w:abstractNumId w:val="4"/>
  </w:num>
  <w:num w:numId="36" w16cid:durableId="2119640502">
    <w:abstractNumId w:val="30"/>
  </w:num>
  <w:num w:numId="37" w16cid:durableId="38018481">
    <w:abstractNumId w:val="16"/>
  </w:num>
  <w:num w:numId="38" w16cid:durableId="760683152">
    <w:abstractNumId w:val="11"/>
  </w:num>
  <w:num w:numId="39" w16cid:durableId="323511715">
    <w:abstractNumId w:val="25"/>
  </w:num>
  <w:num w:numId="40" w16cid:durableId="1574512801">
    <w:abstractNumId w:val="28"/>
  </w:num>
  <w:num w:numId="41" w16cid:durableId="2009402562">
    <w:abstractNumId w:val="2"/>
  </w:num>
  <w:num w:numId="42" w16cid:durableId="1995914027">
    <w:abstractNumId w:val="24"/>
    <w:lvlOverride w:ilvl="0">
      <w:startOverride w:val="1"/>
    </w:lvlOverride>
  </w:num>
  <w:num w:numId="43" w16cid:durableId="1778214919">
    <w:abstractNumId w:val="24"/>
    <w:lvlOverride w:ilvl="0">
      <w:startOverride w:val="1"/>
    </w:lvlOverride>
  </w:num>
  <w:num w:numId="44" w16cid:durableId="836388388">
    <w:abstractNumId w:val="1"/>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attachedTemplate r:id="rId1"/>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42E9A"/>
    <w:rsid w:val="00001620"/>
    <w:rsid w:val="0000421E"/>
    <w:rsid w:val="0000775F"/>
    <w:rsid w:val="000127AC"/>
    <w:rsid w:val="00015CDA"/>
    <w:rsid w:val="00017751"/>
    <w:rsid w:val="00026157"/>
    <w:rsid w:val="00032486"/>
    <w:rsid w:val="000329CD"/>
    <w:rsid w:val="00032ADD"/>
    <w:rsid w:val="00047574"/>
    <w:rsid w:val="00062DF8"/>
    <w:rsid w:val="00063C6C"/>
    <w:rsid w:val="00063F68"/>
    <w:rsid w:val="00065AC6"/>
    <w:rsid w:val="00071419"/>
    <w:rsid w:val="00071DA6"/>
    <w:rsid w:val="00072ED2"/>
    <w:rsid w:val="00082526"/>
    <w:rsid w:val="00087065"/>
    <w:rsid w:val="000A7494"/>
    <w:rsid w:val="000C151B"/>
    <w:rsid w:val="000C760F"/>
    <w:rsid w:val="000E42E8"/>
    <w:rsid w:val="000E5B18"/>
    <w:rsid w:val="000F1A8A"/>
    <w:rsid w:val="000F1CE7"/>
    <w:rsid w:val="000F26C9"/>
    <w:rsid w:val="000F5586"/>
    <w:rsid w:val="00105A96"/>
    <w:rsid w:val="00107D10"/>
    <w:rsid w:val="0011776B"/>
    <w:rsid w:val="00121345"/>
    <w:rsid w:val="00126D3F"/>
    <w:rsid w:val="0013640B"/>
    <w:rsid w:val="0014220B"/>
    <w:rsid w:val="00150516"/>
    <w:rsid w:val="00165ABA"/>
    <w:rsid w:val="00180E0B"/>
    <w:rsid w:val="00186A5F"/>
    <w:rsid w:val="00192726"/>
    <w:rsid w:val="00197706"/>
    <w:rsid w:val="001A5D3B"/>
    <w:rsid w:val="001B1EB9"/>
    <w:rsid w:val="001B70B2"/>
    <w:rsid w:val="001C2D07"/>
    <w:rsid w:val="001C2FB4"/>
    <w:rsid w:val="001C34A2"/>
    <w:rsid w:val="001C505B"/>
    <w:rsid w:val="001D02CC"/>
    <w:rsid w:val="001D2657"/>
    <w:rsid w:val="001D6C3D"/>
    <w:rsid w:val="001E1115"/>
    <w:rsid w:val="001F1510"/>
    <w:rsid w:val="001F622A"/>
    <w:rsid w:val="00204153"/>
    <w:rsid w:val="0020566D"/>
    <w:rsid w:val="0021040F"/>
    <w:rsid w:val="00220297"/>
    <w:rsid w:val="00221D86"/>
    <w:rsid w:val="0022430D"/>
    <w:rsid w:val="0023189C"/>
    <w:rsid w:val="00236886"/>
    <w:rsid w:val="00244639"/>
    <w:rsid w:val="0026020A"/>
    <w:rsid w:val="00264EA1"/>
    <w:rsid w:val="00296F2D"/>
    <w:rsid w:val="002B1AB6"/>
    <w:rsid w:val="002B6DF2"/>
    <w:rsid w:val="002C0930"/>
    <w:rsid w:val="002E143F"/>
    <w:rsid w:val="002E7812"/>
    <w:rsid w:val="00302310"/>
    <w:rsid w:val="0030474B"/>
    <w:rsid w:val="003066F0"/>
    <w:rsid w:val="00314C19"/>
    <w:rsid w:val="00314D32"/>
    <w:rsid w:val="003179DB"/>
    <w:rsid w:val="00330766"/>
    <w:rsid w:val="00330DB0"/>
    <w:rsid w:val="00330E53"/>
    <w:rsid w:val="00334221"/>
    <w:rsid w:val="0033509B"/>
    <w:rsid w:val="00347B6B"/>
    <w:rsid w:val="0035608E"/>
    <w:rsid w:val="00364B71"/>
    <w:rsid w:val="00381B15"/>
    <w:rsid w:val="00381D4C"/>
    <w:rsid w:val="003906DC"/>
    <w:rsid w:val="00390E4E"/>
    <w:rsid w:val="00392BE0"/>
    <w:rsid w:val="003A5A2F"/>
    <w:rsid w:val="003B023E"/>
    <w:rsid w:val="003B1AF4"/>
    <w:rsid w:val="003B7431"/>
    <w:rsid w:val="003C181A"/>
    <w:rsid w:val="003C326A"/>
    <w:rsid w:val="003D412E"/>
    <w:rsid w:val="003D54D1"/>
    <w:rsid w:val="003E22B5"/>
    <w:rsid w:val="003E4F79"/>
    <w:rsid w:val="003E707C"/>
    <w:rsid w:val="003F45B4"/>
    <w:rsid w:val="003F5E3B"/>
    <w:rsid w:val="00403659"/>
    <w:rsid w:val="00403836"/>
    <w:rsid w:val="004040E9"/>
    <w:rsid w:val="00412C43"/>
    <w:rsid w:val="00415B86"/>
    <w:rsid w:val="0042385F"/>
    <w:rsid w:val="0043631B"/>
    <w:rsid w:val="00442CA7"/>
    <w:rsid w:val="00442E9A"/>
    <w:rsid w:val="00445135"/>
    <w:rsid w:val="00461DDC"/>
    <w:rsid w:val="004847E9"/>
    <w:rsid w:val="004848FD"/>
    <w:rsid w:val="004850AB"/>
    <w:rsid w:val="00490909"/>
    <w:rsid w:val="00494093"/>
    <w:rsid w:val="004A5407"/>
    <w:rsid w:val="004A7BD0"/>
    <w:rsid w:val="004B0D19"/>
    <w:rsid w:val="004B35A7"/>
    <w:rsid w:val="004B47A1"/>
    <w:rsid w:val="004C259A"/>
    <w:rsid w:val="004C2EF1"/>
    <w:rsid w:val="004D6C03"/>
    <w:rsid w:val="004D7933"/>
    <w:rsid w:val="004E0913"/>
    <w:rsid w:val="004E6320"/>
    <w:rsid w:val="004E68EE"/>
    <w:rsid w:val="004E7200"/>
    <w:rsid w:val="004F1042"/>
    <w:rsid w:val="004F3CA4"/>
    <w:rsid w:val="004F3E31"/>
    <w:rsid w:val="00515344"/>
    <w:rsid w:val="005314E1"/>
    <w:rsid w:val="00533B13"/>
    <w:rsid w:val="00535245"/>
    <w:rsid w:val="00540E29"/>
    <w:rsid w:val="00541127"/>
    <w:rsid w:val="0055035F"/>
    <w:rsid w:val="00554E24"/>
    <w:rsid w:val="005570D7"/>
    <w:rsid w:val="005579A3"/>
    <w:rsid w:val="005636D5"/>
    <w:rsid w:val="005754C2"/>
    <w:rsid w:val="00597B13"/>
    <w:rsid w:val="005A004E"/>
    <w:rsid w:val="005A1404"/>
    <w:rsid w:val="005A4B3C"/>
    <w:rsid w:val="005B1F84"/>
    <w:rsid w:val="005B3193"/>
    <w:rsid w:val="005D313B"/>
    <w:rsid w:val="005D5C07"/>
    <w:rsid w:val="005E042D"/>
    <w:rsid w:val="005E301E"/>
    <w:rsid w:val="005E5684"/>
    <w:rsid w:val="005E5CF3"/>
    <w:rsid w:val="005E5D30"/>
    <w:rsid w:val="005E7486"/>
    <w:rsid w:val="005F20D3"/>
    <w:rsid w:val="005F6623"/>
    <w:rsid w:val="00600140"/>
    <w:rsid w:val="00611CF2"/>
    <w:rsid w:val="00615E81"/>
    <w:rsid w:val="0062168E"/>
    <w:rsid w:val="00631B01"/>
    <w:rsid w:val="0063498A"/>
    <w:rsid w:val="0063717B"/>
    <w:rsid w:val="00641951"/>
    <w:rsid w:val="006464A2"/>
    <w:rsid w:val="0066000F"/>
    <w:rsid w:val="00660AA5"/>
    <w:rsid w:val="006646FA"/>
    <w:rsid w:val="00687035"/>
    <w:rsid w:val="00687E21"/>
    <w:rsid w:val="00691C19"/>
    <w:rsid w:val="00693FB8"/>
    <w:rsid w:val="0069661E"/>
    <w:rsid w:val="006B04C0"/>
    <w:rsid w:val="006B2673"/>
    <w:rsid w:val="006B39C8"/>
    <w:rsid w:val="006D1346"/>
    <w:rsid w:val="006D2CB4"/>
    <w:rsid w:val="006E07FD"/>
    <w:rsid w:val="006E11F7"/>
    <w:rsid w:val="006E2E83"/>
    <w:rsid w:val="006F44AA"/>
    <w:rsid w:val="007121D6"/>
    <w:rsid w:val="00712631"/>
    <w:rsid w:val="00713125"/>
    <w:rsid w:val="00725A4D"/>
    <w:rsid w:val="00731757"/>
    <w:rsid w:val="00741EF1"/>
    <w:rsid w:val="00742CBF"/>
    <w:rsid w:val="0074626D"/>
    <w:rsid w:val="00747FDD"/>
    <w:rsid w:val="00752913"/>
    <w:rsid w:val="00760139"/>
    <w:rsid w:val="00762C0B"/>
    <w:rsid w:val="007673B6"/>
    <w:rsid w:val="007674A3"/>
    <w:rsid w:val="00767591"/>
    <w:rsid w:val="00775C38"/>
    <w:rsid w:val="00782FAC"/>
    <w:rsid w:val="0078342D"/>
    <w:rsid w:val="00793006"/>
    <w:rsid w:val="007B334A"/>
    <w:rsid w:val="007C3F3E"/>
    <w:rsid w:val="007D022E"/>
    <w:rsid w:val="007D3CE3"/>
    <w:rsid w:val="007D72BF"/>
    <w:rsid w:val="007E0710"/>
    <w:rsid w:val="007E09AA"/>
    <w:rsid w:val="007E2D0D"/>
    <w:rsid w:val="007F56CE"/>
    <w:rsid w:val="00801490"/>
    <w:rsid w:val="008204A0"/>
    <w:rsid w:val="00825C7A"/>
    <w:rsid w:val="00830F21"/>
    <w:rsid w:val="008371A7"/>
    <w:rsid w:val="00844EA0"/>
    <w:rsid w:val="008508C6"/>
    <w:rsid w:val="00856E28"/>
    <w:rsid w:val="00857C67"/>
    <w:rsid w:val="008679EA"/>
    <w:rsid w:val="00871052"/>
    <w:rsid w:val="00874B7D"/>
    <w:rsid w:val="008828E1"/>
    <w:rsid w:val="008919E0"/>
    <w:rsid w:val="00896B1A"/>
    <w:rsid w:val="008A260D"/>
    <w:rsid w:val="008A360B"/>
    <w:rsid w:val="008A6407"/>
    <w:rsid w:val="008B14DF"/>
    <w:rsid w:val="008B3D53"/>
    <w:rsid w:val="008C063C"/>
    <w:rsid w:val="008D1BE6"/>
    <w:rsid w:val="008D2A81"/>
    <w:rsid w:val="008D6EE8"/>
    <w:rsid w:val="008E2B3F"/>
    <w:rsid w:val="008F031C"/>
    <w:rsid w:val="008F16FF"/>
    <w:rsid w:val="008F2A39"/>
    <w:rsid w:val="00904425"/>
    <w:rsid w:val="00916E3D"/>
    <w:rsid w:val="009238FF"/>
    <w:rsid w:val="00963E3D"/>
    <w:rsid w:val="00970575"/>
    <w:rsid w:val="0098074A"/>
    <w:rsid w:val="009822A7"/>
    <w:rsid w:val="00983AC1"/>
    <w:rsid w:val="0098419D"/>
    <w:rsid w:val="00985D6E"/>
    <w:rsid w:val="009900D3"/>
    <w:rsid w:val="00990156"/>
    <w:rsid w:val="009964B1"/>
    <w:rsid w:val="009B1F75"/>
    <w:rsid w:val="009C763C"/>
    <w:rsid w:val="009D175B"/>
    <w:rsid w:val="009D2A6A"/>
    <w:rsid w:val="009E1FF5"/>
    <w:rsid w:val="009F20FF"/>
    <w:rsid w:val="009F603D"/>
    <w:rsid w:val="00A00FBD"/>
    <w:rsid w:val="00A01422"/>
    <w:rsid w:val="00A0430B"/>
    <w:rsid w:val="00A061E9"/>
    <w:rsid w:val="00A1565F"/>
    <w:rsid w:val="00A1682E"/>
    <w:rsid w:val="00A17AD0"/>
    <w:rsid w:val="00A21F57"/>
    <w:rsid w:val="00A25E9E"/>
    <w:rsid w:val="00A36CBF"/>
    <w:rsid w:val="00A43086"/>
    <w:rsid w:val="00A5143E"/>
    <w:rsid w:val="00A52B78"/>
    <w:rsid w:val="00A56FF3"/>
    <w:rsid w:val="00A677B0"/>
    <w:rsid w:val="00A76595"/>
    <w:rsid w:val="00A82359"/>
    <w:rsid w:val="00A878AB"/>
    <w:rsid w:val="00AA35A0"/>
    <w:rsid w:val="00AA432E"/>
    <w:rsid w:val="00AB6125"/>
    <w:rsid w:val="00AB6B28"/>
    <w:rsid w:val="00AC17A0"/>
    <w:rsid w:val="00AC2022"/>
    <w:rsid w:val="00AC563F"/>
    <w:rsid w:val="00AC5E66"/>
    <w:rsid w:val="00AD166A"/>
    <w:rsid w:val="00AF046A"/>
    <w:rsid w:val="00AF3E97"/>
    <w:rsid w:val="00AF4FAC"/>
    <w:rsid w:val="00AF66D9"/>
    <w:rsid w:val="00AF6E43"/>
    <w:rsid w:val="00B005D4"/>
    <w:rsid w:val="00B033C8"/>
    <w:rsid w:val="00B04E20"/>
    <w:rsid w:val="00B07884"/>
    <w:rsid w:val="00B1008F"/>
    <w:rsid w:val="00B15F7B"/>
    <w:rsid w:val="00B217F3"/>
    <w:rsid w:val="00B23A47"/>
    <w:rsid w:val="00B42FD9"/>
    <w:rsid w:val="00B45DB5"/>
    <w:rsid w:val="00B61279"/>
    <w:rsid w:val="00B64A43"/>
    <w:rsid w:val="00B65416"/>
    <w:rsid w:val="00B65AAD"/>
    <w:rsid w:val="00B7213A"/>
    <w:rsid w:val="00B73C44"/>
    <w:rsid w:val="00B757C2"/>
    <w:rsid w:val="00B7608A"/>
    <w:rsid w:val="00B76921"/>
    <w:rsid w:val="00B92DDF"/>
    <w:rsid w:val="00BA5AF7"/>
    <w:rsid w:val="00BB34B5"/>
    <w:rsid w:val="00BB5D2F"/>
    <w:rsid w:val="00BF3AB8"/>
    <w:rsid w:val="00BF5161"/>
    <w:rsid w:val="00BF55AC"/>
    <w:rsid w:val="00C00A9F"/>
    <w:rsid w:val="00C020BB"/>
    <w:rsid w:val="00C02874"/>
    <w:rsid w:val="00C1118F"/>
    <w:rsid w:val="00C1549E"/>
    <w:rsid w:val="00C1782B"/>
    <w:rsid w:val="00C21204"/>
    <w:rsid w:val="00C26C50"/>
    <w:rsid w:val="00C32B32"/>
    <w:rsid w:val="00C424BC"/>
    <w:rsid w:val="00C71BD7"/>
    <w:rsid w:val="00C74D4B"/>
    <w:rsid w:val="00C75411"/>
    <w:rsid w:val="00C8390B"/>
    <w:rsid w:val="00C86B67"/>
    <w:rsid w:val="00C90BE1"/>
    <w:rsid w:val="00CA27BF"/>
    <w:rsid w:val="00CA7665"/>
    <w:rsid w:val="00CB096C"/>
    <w:rsid w:val="00CB0EB8"/>
    <w:rsid w:val="00CB5010"/>
    <w:rsid w:val="00CB516B"/>
    <w:rsid w:val="00CB5828"/>
    <w:rsid w:val="00CB6D5E"/>
    <w:rsid w:val="00CC05C6"/>
    <w:rsid w:val="00CC157D"/>
    <w:rsid w:val="00CC6DC4"/>
    <w:rsid w:val="00CD22CF"/>
    <w:rsid w:val="00CD50EA"/>
    <w:rsid w:val="00CE68BE"/>
    <w:rsid w:val="00CE78C7"/>
    <w:rsid w:val="00CF3071"/>
    <w:rsid w:val="00CF3C29"/>
    <w:rsid w:val="00CF405D"/>
    <w:rsid w:val="00CF584B"/>
    <w:rsid w:val="00D01058"/>
    <w:rsid w:val="00D03667"/>
    <w:rsid w:val="00D05058"/>
    <w:rsid w:val="00D10AC8"/>
    <w:rsid w:val="00D20D87"/>
    <w:rsid w:val="00D22BF6"/>
    <w:rsid w:val="00D312A0"/>
    <w:rsid w:val="00D33E38"/>
    <w:rsid w:val="00D365C3"/>
    <w:rsid w:val="00D36663"/>
    <w:rsid w:val="00D3702A"/>
    <w:rsid w:val="00D375B5"/>
    <w:rsid w:val="00D4156C"/>
    <w:rsid w:val="00D449E6"/>
    <w:rsid w:val="00D44BCB"/>
    <w:rsid w:val="00D51596"/>
    <w:rsid w:val="00D65942"/>
    <w:rsid w:val="00D72D0B"/>
    <w:rsid w:val="00D775E8"/>
    <w:rsid w:val="00D87057"/>
    <w:rsid w:val="00D95FAE"/>
    <w:rsid w:val="00DA3931"/>
    <w:rsid w:val="00DA7C2E"/>
    <w:rsid w:val="00DC4CBB"/>
    <w:rsid w:val="00DD365E"/>
    <w:rsid w:val="00DD4B80"/>
    <w:rsid w:val="00DD77BD"/>
    <w:rsid w:val="00DE0102"/>
    <w:rsid w:val="00DE30E4"/>
    <w:rsid w:val="00DE3722"/>
    <w:rsid w:val="00DE6EA5"/>
    <w:rsid w:val="00DF56A6"/>
    <w:rsid w:val="00E0179B"/>
    <w:rsid w:val="00E032F5"/>
    <w:rsid w:val="00E051D9"/>
    <w:rsid w:val="00E10441"/>
    <w:rsid w:val="00E1130E"/>
    <w:rsid w:val="00E129FF"/>
    <w:rsid w:val="00E13291"/>
    <w:rsid w:val="00E132E4"/>
    <w:rsid w:val="00E140C3"/>
    <w:rsid w:val="00E2531F"/>
    <w:rsid w:val="00E34A08"/>
    <w:rsid w:val="00E352C6"/>
    <w:rsid w:val="00E3636C"/>
    <w:rsid w:val="00E36D04"/>
    <w:rsid w:val="00E431BB"/>
    <w:rsid w:val="00E5386F"/>
    <w:rsid w:val="00E57556"/>
    <w:rsid w:val="00E64B3F"/>
    <w:rsid w:val="00E67A41"/>
    <w:rsid w:val="00E67B23"/>
    <w:rsid w:val="00E700F0"/>
    <w:rsid w:val="00E71563"/>
    <w:rsid w:val="00E76594"/>
    <w:rsid w:val="00E861E2"/>
    <w:rsid w:val="00E95FD9"/>
    <w:rsid w:val="00EA71AC"/>
    <w:rsid w:val="00EA7ACF"/>
    <w:rsid w:val="00EB5F95"/>
    <w:rsid w:val="00EC6E4C"/>
    <w:rsid w:val="00ED0B16"/>
    <w:rsid w:val="00ED39BE"/>
    <w:rsid w:val="00ED522A"/>
    <w:rsid w:val="00ED7611"/>
    <w:rsid w:val="00EF0090"/>
    <w:rsid w:val="00EF1C46"/>
    <w:rsid w:val="00EF42B2"/>
    <w:rsid w:val="00EF49D9"/>
    <w:rsid w:val="00EF61D5"/>
    <w:rsid w:val="00F01856"/>
    <w:rsid w:val="00F025C3"/>
    <w:rsid w:val="00F04A61"/>
    <w:rsid w:val="00F05500"/>
    <w:rsid w:val="00F237AD"/>
    <w:rsid w:val="00F24757"/>
    <w:rsid w:val="00F305C7"/>
    <w:rsid w:val="00F34CFB"/>
    <w:rsid w:val="00F37CED"/>
    <w:rsid w:val="00F41625"/>
    <w:rsid w:val="00F50ECF"/>
    <w:rsid w:val="00F53E0F"/>
    <w:rsid w:val="00F546F0"/>
    <w:rsid w:val="00F55C86"/>
    <w:rsid w:val="00F65F18"/>
    <w:rsid w:val="00F66327"/>
    <w:rsid w:val="00F7354A"/>
    <w:rsid w:val="00F83A0B"/>
    <w:rsid w:val="00F86CCD"/>
    <w:rsid w:val="00F94065"/>
    <w:rsid w:val="00FA5328"/>
    <w:rsid w:val="00FA707C"/>
    <w:rsid w:val="00FB01DD"/>
    <w:rsid w:val="00FB0F29"/>
    <w:rsid w:val="00FC1954"/>
    <w:rsid w:val="00FC2991"/>
    <w:rsid w:val="00FC3909"/>
    <w:rsid w:val="00FD3276"/>
    <w:rsid w:val="00FD576A"/>
    <w:rsid w:val="00FD78F3"/>
    <w:rsid w:val="00FD7F45"/>
    <w:rsid w:val="00FE54F4"/>
    <w:rsid w:val="00FF0776"/>
    <w:rsid w:val="00FF3929"/>
    <w:rsid w:val="00FF3F0D"/>
    <w:rsid w:val="00FF7D3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CB7F479"/>
  <w15:chartTrackingRefBased/>
  <w15:docId w15:val="{6B43BF72-39BF-401E-84AB-8954E870F7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C1782B"/>
    <w:pPr>
      <w:spacing w:after="60" w:line="276" w:lineRule="auto"/>
    </w:pPr>
  </w:style>
  <w:style w:type="paragraph" w:styleId="berschrift1">
    <w:name w:val="heading 1"/>
    <w:aliases w:val="Überschrift 1_INFSII"/>
    <w:basedOn w:val="Standard"/>
    <w:next w:val="Standard"/>
    <w:link w:val="berschrift1Zchn"/>
    <w:uiPriority w:val="9"/>
    <w:qFormat/>
    <w:rsid w:val="003B7431"/>
    <w:pPr>
      <w:keepNext/>
      <w:keepLines/>
      <w:spacing w:before="240" w:after="120"/>
      <w:jc w:val="center"/>
      <w:outlineLvl w:val="0"/>
    </w:pPr>
    <w:rPr>
      <w:rFonts w:asciiTheme="majorHAnsi" w:eastAsiaTheme="majorEastAsia" w:hAnsiTheme="majorHAnsi" w:cstheme="majorBidi"/>
      <w:b/>
      <w:color w:val="4E6B9E"/>
      <w:sz w:val="32"/>
      <w:szCs w:val="32"/>
    </w:rPr>
  </w:style>
  <w:style w:type="paragraph" w:styleId="berschrift2">
    <w:name w:val="heading 2"/>
    <w:aliases w:val="Überschrift 2 INFSII"/>
    <w:basedOn w:val="Standard"/>
    <w:next w:val="Standard"/>
    <w:link w:val="berschrift2Zchn"/>
    <w:uiPriority w:val="9"/>
    <w:unhideWhenUsed/>
    <w:qFormat/>
    <w:rsid w:val="00AF6E43"/>
    <w:pPr>
      <w:keepNext/>
      <w:keepLines/>
      <w:spacing w:before="120"/>
      <w:outlineLvl w:val="1"/>
    </w:pPr>
    <w:rPr>
      <w:rFonts w:asciiTheme="majorHAnsi" w:eastAsiaTheme="majorEastAsia" w:hAnsiTheme="majorHAnsi" w:cstheme="majorBidi"/>
      <w:b/>
      <w:color w:val="4E6B9E"/>
      <w:sz w:val="26"/>
      <w:szCs w:val="26"/>
    </w:rPr>
  </w:style>
  <w:style w:type="paragraph" w:styleId="berschrift3">
    <w:name w:val="heading 3"/>
    <w:aliases w:val="Überschrift 3 INFSII"/>
    <w:basedOn w:val="Standard"/>
    <w:next w:val="Standard"/>
    <w:link w:val="berschrift3Zchn"/>
    <w:uiPriority w:val="9"/>
    <w:unhideWhenUsed/>
    <w:qFormat/>
    <w:rsid w:val="003B7431"/>
    <w:pPr>
      <w:keepNext/>
      <w:keepLines/>
      <w:spacing w:before="40" w:after="0"/>
      <w:outlineLvl w:val="2"/>
    </w:pPr>
    <w:rPr>
      <w:rFonts w:asciiTheme="majorHAnsi" w:eastAsiaTheme="majorEastAsia" w:hAnsiTheme="majorHAnsi" w:cstheme="majorBidi"/>
      <w:color w:val="4E6B9E"/>
      <w:sz w:val="24"/>
      <w:szCs w:val="24"/>
    </w:rPr>
  </w:style>
  <w:style w:type="paragraph" w:styleId="berschrift4">
    <w:name w:val="heading 4"/>
    <w:aliases w:val="Überschrift 4 INFSII"/>
    <w:basedOn w:val="Standard"/>
    <w:next w:val="Standard"/>
    <w:link w:val="berschrift4Zchn"/>
    <w:uiPriority w:val="9"/>
    <w:unhideWhenUsed/>
    <w:qFormat/>
    <w:rsid w:val="003B7431"/>
    <w:pPr>
      <w:keepNext/>
      <w:keepLines/>
      <w:spacing w:before="40" w:after="0"/>
      <w:outlineLvl w:val="3"/>
    </w:pPr>
    <w:rPr>
      <w:rFonts w:asciiTheme="majorHAnsi" w:eastAsiaTheme="majorEastAsia" w:hAnsiTheme="majorHAnsi" w:cstheme="majorBidi"/>
      <w:i/>
      <w:iCs/>
      <w:color w:val="4E6B9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Listenabsatz">
    <w:name w:val="List Paragraph"/>
    <w:basedOn w:val="Standard"/>
    <w:link w:val="ListenabsatzZchn"/>
    <w:uiPriority w:val="34"/>
    <w:qFormat/>
    <w:rsid w:val="0000775F"/>
    <w:pPr>
      <w:ind w:left="720"/>
      <w:contextualSpacing/>
    </w:pPr>
  </w:style>
  <w:style w:type="character" w:customStyle="1" w:styleId="berschrift1Zchn">
    <w:name w:val="Überschrift 1 Zchn"/>
    <w:aliases w:val="Überschrift 1_INFSII Zchn"/>
    <w:basedOn w:val="Absatz-Standardschriftart"/>
    <w:link w:val="berschrift1"/>
    <w:uiPriority w:val="9"/>
    <w:rsid w:val="003B7431"/>
    <w:rPr>
      <w:rFonts w:asciiTheme="majorHAnsi" w:eastAsiaTheme="majorEastAsia" w:hAnsiTheme="majorHAnsi" w:cstheme="majorBidi"/>
      <w:b/>
      <w:color w:val="4E6B9E"/>
      <w:sz w:val="32"/>
      <w:szCs w:val="32"/>
    </w:rPr>
  </w:style>
  <w:style w:type="character" w:customStyle="1" w:styleId="berschrift2Zchn">
    <w:name w:val="Überschrift 2 Zchn"/>
    <w:aliases w:val="Überschrift 2 INFSII Zchn"/>
    <w:basedOn w:val="Absatz-Standardschriftart"/>
    <w:link w:val="berschrift2"/>
    <w:uiPriority w:val="9"/>
    <w:rsid w:val="00AF6E43"/>
    <w:rPr>
      <w:rFonts w:asciiTheme="majorHAnsi" w:eastAsiaTheme="majorEastAsia" w:hAnsiTheme="majorHAnsi" w:cstheme="majorBidi"/>
      <w:b/>
      <w:color w:val="4E6B9E"/>
      <w:sz w:val="26"/>
      <w:szCs w:val="26"/>
    </w:rPr>
  </w:style>
  <w:style w:type="paragraph" w:styleId="Beschriftung">
    <w:name w:val="caption"/>
    <w:basedOn w:val="Standard"/>
    <w:next w:val="Standard"/>
    <w:link w:val="BeschriftungZchn"/>
    <w:uiPriority w:val="35"/>
    <w:unhideWhenUsed/>
    <w:qFormat/>
    <w:rsid w:val="00334221"/>
    <w:pPr>
      <w:spacing w:after="200" w:line="240" w:lineRule="auto"/>
    </w:pPr>
    <w:rPr>
      <w:i/>
      <w:iCs/>
      <w:color w:val="44546A" w:themeColor="text2"/>
      <w:sz w:val="18"/>
      <w:szCs w:val="18"/>
    </w:rPr>
  </w:style>
  <w:style w:type="table" w:styleId="Tabellenraster">
    <w:name w:val="Table Grid"/>
    <w:basedOn w:val="NormaleTabelle"/>
    <w:uiPriority w:val="39"/>
    <w:rsid w:val="006B39C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3Zchn">
    <w:name w:val="Überschrift 3 Zchn"/>
    <w:aliases w:val="Überschrift 3 INFSII Zchn"/>
    <w:basedOn w:val="Absatz-Standardschriftart"/>
    <w:link w:val="berschrift3"/>
    <w:uiPriority w:val="9"/>
    <w:rsid w:val="003B7431"/>
    <w:rPr>
      <w:rFonts w:asciiTheme="majorHAnsi" w:eastAsiaTheme="majorEastAsia" w:hAnsiTheme="majorHAnsi" w:cstheme="majorBidi"/>
      <w:color w:val="4E6B9E"/>
      <w:sz w:val="24"/>
      <w:szCs w:val="24"/>
    </w:rPr>
  </w:style>
  <w:style w:type="paragraph" w:styleId="Endnotentext">
    <w:name w:val="endnote text"/>
    <w:basedOn w:val="Standard"/>
    <w:link w:val="EndnotentextZchn"/>
    <w:uiPriority w:val="99"/>
    <w:semiHidden/>
    <w:unhideWhenUsed/>
    <w:rsid w:val="006D1346"/>
    <w:pPr>
      <w:spacing w:after="0" w:line="240" w:lineRule="auto"/>
    </w:pPr>
    <w:rPr>
      <w:sz w:val="20"/>
      <w:szCs w:val="20"/>
    </w:rPr>
  </w:style>
  <w:style w:type="character" w:customStyle="1" w:styleId="EndnotentextZchn">
    <w:name w:val="Endnotentext Zchn"/>
    <w:basedOn w:val="Absatz-Standardschriftart"/>
    <w:link w:val="Endnotentext"/>
    <w:uiPriority w:val="99"/>
    <w:semiHidden/>
    <w:rsid w:val="006D1346"/>
    <w:rPr>
      <w:sz w:val="20"/>
      <w:szCs w:val="20"/>
    </w:rPr>
  </w:style>
  <w:style w:type="character" w:styleId="Endnotenzeichen">
    <w:name w:val="endnote reference"/>
    <w:basedOn w:val="Absatz-Standardschriftart"/>
    <w:uiPriority w:val="99"/>
    <w:semiHidden/>
    <w:unhideWhenUsed/>
    <w:rsid w:val="006D1346"/>
    <w:rPr>
      <w:vertAlign w:val="superscript"/>
    </w:rPr>
  </w:style>
  <w:style w:type="paragraph" w:styleId="Funotentext">
    <w:name w:val="footnote text"/>
    <w:basedOn w:val="Standard"/>
    <w:link w:val="FunotentextZchn"/>
    <w:uiPriority w:val="99"/>
    <w:unhideWhenUsed/>
    <w:rsid w:val="006D1346"/>
    <w:pPr>
      <w:spacing w:after="0" w:line="240" w:lineRule="auto"/>
    </w:pPr>
    <w:rPr>
      <w:sz w:val="20"/>
      <w:szCs w:val="20"/>
    </w:rPr>
  </w:style>
  <w:style w:type="character" w:customStyle="1" w:styleId="FunotentextZchn">
    <w:name w:val="Fußnotentext Zchn"/>
    <w:basedOn w:val="Absatz-Standardschriftart"/>
    <w:link w:val="Funotentext"/>
    <w:uiPriority w:val="99"/>
    <w:rsid w:val="006D1346"/>
    <w:rPr>
      <w:sz w:val="20"/>
      <w:szCs w:val="20"/>
    </w:rPr>
  </w:style>
  <w:style w:type="character" w:styleId="Funotenzeichen">
    <w:name w:val="footnote reference"/>
    <w:basedOn w:val="Absatz-Standardschriftart"/>
    <w:uiPriority w:val="99"/>
    <w:semiHidden/>
    <w:unhideWhenUsed/>
    <w:rsid w:val="006D1346"/>
    <w:rPr>
      <w:vertAlign w:val="superscript"/>
    </w:rPr>
  </w:style>
  <w:style w:type="character" w:styleId="Hyperlink">
    <w:name w:val="Hyperlink"/>
    <w:basedOn w:val="Absatz-Standardschriftart"/>
    <w:uiPriority w:val="99"/>
    <w:unhideWhenUsed/>
    <w:rsid w:val="00CA7665"/>
    <w:rPr>
      <w:color w:val="0563C1" w:themeColor="hyperlink"/>
      <w:u w:val="single"/>
    </w:rPr>
  </w:style>
  <w:style w:type="character" w:styleId="NichtaufgelsteErwhnung">
    <w:name w:val="Unresolved Mention"/>
    <w:basedOn w:val="Absatz-Standardschriftart"/>
    <w:uiPriority w:val="99"/>
    <w:semiHidden/>
    <w:unhideWhenUsed/>
    <w:rsid w:val="00CA7665"/>
    <w:rPr>
      <w:color w:val="605E5C"/>
      <w:shd w:val="clear" w:color="auto" w:fill="E1DFDD"/>
    </w:rPr>
  </w:style>
  <w:style w:type="paragraph" w:styleId="Kopfzeile">
    <w:name w:val="header"/>
    <w:basedOn w:val="Standard"/>
    <w:link w:val="KopfzeileZchn"/>
    <w:uiPriority w:val="99"/>
    <w:unhideWhenUsed/>
    <w:rsid w:val="007674A3"/>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7674A3"/>
  </w:style>
  <w:style w:type="paragraph" w:styleId="Fuzeile">
    <w:name w:val="footer"/>
    <w:basedOn w:val="Standard"/>
    <w:link w:val="FuzeileZchn"/>
    <w:uiPriority w:val="99"/>
    <w:unhideWhenUsed/>
    <w:rsid w:val="007674A3"/>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7674A3"/>
  </w:style>
  <w:style w:type="table" w:styleId="Gitternetztabelle4Akzent6">
    <w:name w:val="Grid Table 4 Accent 6"/>
    <w:basedOn w:val="NormaleTabelle"/>
    <w:uiPriority w:val="49"/>
    <w:rsid w:val="00983AC1"/>
    <w:pPr>
      <w:spacing w:after="0" w:line="240" w:lineRule="auto"/>
    </w:pPr>
    <w:tblPr>
      <w:tblStyleRowBandSize w:val="1"/>
      <w:tblStyleColBandSize w:val="1"/>
      <w:tblBorders>
        <w:top w:val="single" w:sz="4" w:space="0" w:color="A8D08D" w:themeColor="accent6" w:themeTint="99"/>
        <w:left w:val="single" w:sz="4" w:space="0" w:color="A8D08D" w:themeColor="accent6" w:themeTint="99"/>
        <w:bottom w:val="single" w:sz="4" w:space="0" w:color="A8D08D" w:themeColor="accent6" w:themeTint="99"/>
        <w:right w:val="single" w:sz="4" w:space="0" w:color="A8D08D" w:themeColor="accent6" w:themeTint="99"/>
        <w:insideH w:val="single" w:sz="4" w:space="0" w:color="A8D08D" w:themeColor="accent6" w:themeTint="99"/>
        <w:insideV w:val="single" w:sz="4" w:space="0" w:color="A8D08D" w:themeColor="accent6" w:themeTint="99"/>
      </w:tblBorders>
    </w:tblPr>
    <w:tblStylePr w:type="firstRow">
      <w:rPr>
        <w:b/>
        <w:bCs/>
        <w:color w:val="FFFFFF" w:themeColor="background1"/>
      </w:rPr>
      <w:tblPr/>
      <w:tcPr>
        <w:tcBorders>
          <w:top w:val="single" w:sz="4" w:space="0" w:color="70AD47" w:themeColor="accent6"/>
          <w:left w:val="single" w:sz="4" w:space="0" w:color="70AD47" w:themeColor="accent6"/>
          <w:bottom w:val="single" w:sz="4" w:space="0" w:color="70AD47" w:themeColor="accent6"/>
          <w:right w:val="single" w:sz="4" w:space="0" w:color="70AD47" w:themeColor="accent6"/>
          <w:insideH w:val="nil"/>
          <w:insideV w:val="nil"/>
        </w:tcBorders>
        <w:shd w:val="clear" w:color="auto" w:fill="70AD47" w:themeFill="accent6"/>
      </w:tcPr>
    </w:tblStylePr>
    <w:tblStylePr w:type="lastRow">
      <w:rPr>
        <w:b/>
        <w:bCs/>
      </w:rPr>
      <w:tblPr/>
      <w:tcPr>
        <w:tcBorders>
          <w:top w:val="double" w:sz="4" w:space="0" w:color="70AD47" w:themeColor="accent6"/>
        </w:tcBorders>
      </w:tcPr>
    </w:tblStylePr>
    <w:tblStylePr w:type="firstCol">
      <w:rPr>
        <w:b/>
        <w:bCs/>
      </w:rPr>
    </w:tblStylePr>
    <w:tblStylePr w:type="lastCol">
      <w:rPr>
        <w:b/>
        <w:bCs/>
      </w:rPr>
    </w:tblStylePr>
    <w:tblStylePr w:type="band1Vert">
      <w:tblPr/>
      <w:tcPr>
        <w:shd w:val="clear" w:color="auto" w:fill="E2EFD9" w:themeFill="accent6" w:themeFillTint="33"/>
      </w:tcPr>
    </w:tblStylePr>
    <w:tblStylePr w:type="band1Horz">
      <w:tblPr/>
      <w:tcPr>
        <w:shd w:val="clear" w:color="auto" w:fill="E2EFD9" w:themeFill="accent6" w:themeFillTint="33"/>
      </w:tcPr>
    </w:tblStylePr>
  </w:style>
  <w:style w:type="table" w:styleId="Gitternetztabelle4Akzent5">
    <w:name w:val="Grid Table 4 Accent 5"/>
    <w:basedOn w:val="NormaleTabelle"/>
    <w:uiPriority w:val="49"/>
    <w:rsid w:val="00983AC1"/>
    <w:pPr>
      <w:spacing w:after="0" w:line="240" w:lineRule="auto"/>
    </w:pPr>
    <w:tblPr>
      <w:tblStyleRowBandSize w:val="1"/>
      <w:tblStyleColBandSize w:val="1"/>
      <w:tblBorders>
        <w:top w:val="single" w:sz="4" w:space="0" w:color="9CC2E5" w:themeColor="accent5" w:themeTint="99"/>
        <w:left w:val="single" w:sz="4" w:space="0" w:color="9CC2E5" w:themeColor="accent5" w:themeTint="99"/>
        <w:bottom w:val="single" w:sz="4" w:space="0" w:color="9CC2E5" w:themeColor="accent5" w:themeTint="99"/>
        <w:right w:val="single" w:sz="4" w:space="0" w:color="9CC2E5" w:themeColor="accent5" w:themeTint="99"/>
        <w:insideH w:val="single" w:sz="4" w:space="0" w:color="9CC2E5" w:themeColor="accent5" w:themeTint="99"/>
        <w:insideV w:val="single" w:sz="4" w:space="0" w:color="9CC2E5" w:themeColor="accent5" w:themeTint="99"/>
      </w:tblBorders>
    </w:tblPr>
    <w:tblStylePr w:type="firstRow">
      <w:rPr>
        <w:b/>
        <w:bCs/>
        <w:color w:val="FFFFFF" w:themeColor="background1"/>
      </w:rPr>
      <w:tblPr/>
      <w:tcPr>
        <w:tcBorders>
          <w:top w:val="single" w:sz="4" w:space="0" w:color="5B9BD5" w:themeColor="accent5"/>
          <w:left w:val="single" w:sz="4" w:space="0" w:color="5B9BD5" w:themeColor="accent5"/>
          <w:bottom w:val="single" w:sz="4" w:space="0" w:color="5B9BD5" w:themeColor="accent5"/>
          <w:right w:val="single" w:sz="4" w:space="0" w:color="5B9BD5" w:themeColor="accent5"/>
          <w:insideH w:val="nil"/>
          <w:insideV w:val="nil"/>
        </w:tcBorders>
        <w:shd w:val="clear" w:color="auto" w:fill="5B9BD5" w:themeFill="accent5"/>
      </w:tcPr>
    </w:tblStylePr>
    <w:tblStylePr w:type="lastRow">
      <w:rPr>
        <w:b/>
        <w:bCs/>
      </w:rPr>
      <w:tblPr/>
      <w:tcPr>
        <w:tcBorders>
          <w:top w:val="double" w:sz="4" w:space="0" w:color="5B9BD5" w:themeColor="accent5"/>
        </w:tcBorders>
      </w:tcPr>
    </w:tblStylePr>
    <w:tblStylePr w:type="firstCol">
      <w:rPr>
        <w:b/>
        <w:bCs/>
      </w:rPr>
    </w:tblStylePr>
    <w:tblStylePr w:type="lastCol">
      <w:rPr>
        <w:b/>
        <w:bCs/>
      </w:rPr>
    </w:tblStylePr>
    <w:tblStylePr w:type="band1Vert">
      <w:tblPr/>
      <w:tcPr>
        <w:shd w:val="clear" w:color="auto" w:fill="DEEAF6" w:themeFill="accent5" w:themeFillTint="33"/>
      </w:tcPr>
    </w:tblStylePr>
    <w:tblStylePr w:type="band1Horz">
      <w:tblPr/>
      <w:tcPr>
        <w:shd w:val="clear" w:color="auto" w:fill="DEEAF6" w:themeFill="accent5" w:themeFillTint="33"/>
      </w:tcPr>
    </w:tblStylePr>
  </w:style>
  <w:style w:type="paragraph" w:customStyle="1" w:styleId="UnterschriftINFSII">
    <w:name w:val="Unterschrift_INFSII"/>
    <w:basedOn w:val="Beschriftung"/>
    <w:link w:val="UnterschriftINFSIIZchn"/>
    <w:qFormat/>
    <w:rsid w:val="003B7431"/>
    <w:rPr>
      <w:color w:val="4E6B9E"/>
    </w:rPr>
  </w:style>
  <w:style w:type="character" w:customStyle="1" w:styleId="berschrift4Zchn">
    <w:name w:val="Überschrift 4 Zchn"/>
    <w:aliases w:val="Überschrift 4 INFSII Zchn"/>
    <w:basedOn w:val="Absatz-Standardschriftart"/>
    <w:link w:val="berschrift4"/>
    <w:uiPriority w:val="9"/>
    <w:rsid w:val="003B7431"/>
    <w:rPr>
      <w:rFonts w:asciiTheme="majorHAnsi" w:eastAsiaTheme="majorEastAsia" w:hAnsiTheme="majorHAnsi" w:cstheme="majorBidi"/>
      <w:i/>
      <w:iCs/>
      <w:color w:val="4E6B9E"/>
    </w:rPr>
  </w:style>
  <w:style w:type="character" w:customStyle="1" w:styleId="BeschriftungZchn">
    <w:name w:val="Beschriftung Zchn"/>
    <w:basedOn w:val="Absatz-Standardschriftart"/>
    <w:link w:val="Beschriftung"/>
    <w:uiPriority w:val="35"/>
    <w:rsid w:val="007E2D0D"/>
    <w:rPr>
      <w:i/>
      <w:iCs/>
      <w:color w:val="44546A" w:themeColor="text2"/>
      <w:sz w:val="18"/>
      <w:szCs w:val="18"/>
    </w:rPr>
  </w:style>
  <w:style w:type="character" w:customStyle="1" w:styleId="UnterschriftINFSIIZchn">
    <w:name w:val="Unterschrift_INFSII Zchn"/>
    <w:basedOn w:val="BeschriftungZchn"/>
    <w:link w:val="UnterschriftINFSII"/>
    <w:rsid w:val="003B7431"/>
    <w:rPr>
      <w:i/>
      <w:iCs/>
      <w:color w:val="4E6B9E"/>
      <w:sz w:val="18"/>
      <w:szCs w:val="18"/>
    </w:rPr>
  </w:style>
  <w:style w:type="paragraph" w:customStyle="1" w:styleId="Quellcode">
    <w:name w:val="Quellcode"/>
    <w:basedOn w:val="Listenabsatz"/>
    <w:link w:val="QuellcodeZchn"/>
    <w:qFormat/>
    <w:rsid w:val="00E36D04"/>
    <w:pPr>
      <w:numPr>
        <w:numId w:val="1"/>
      </w:numPr>
      <w:spacing w:after="0" w:line="259" w:lineRule="auto"/>
      <w:ind w:left="357" w:hanging="357"/>
    </w:pPr>
    <w:rPr>
      <w:rFonts w:ascii="Courier New" w:hAnsi="Courier New" w:cs="Courier New"/>
      <w:sz w:val="20"/>
      <w:szCs w:val="20"/>
      <w:lang w:val="en-US"/>
    </w:rPr>
  </w:style>
  <w:style w:type="paragraph" w:styleId="Sprechblasentext">
    <w:name w:val="Balloon Text"/>
    <w:basedOn w:val="Standard"/>
    <w:link w:val="SprechblasentextZchn"/>
    <w:uiPriority w:val="99"/>
    <w:semiHidden/>
    <w:unhideWhenUsed/>
    <w:rsid w:val="00E36D04"/>
    <w:pPr>
      <w:spacing w:after="0" w:line="240" w:lineRule="auto"/>
    </w:pPr>
    <w:rPr>
      <w:rFonts w:ascii="Segoe UI" w:hAnsi="Segoe UI" w:cs="Segoe UI"/>
      <w:sz w:val="18"/>
      <w:szCs w:val="18"/>
    </w:rPr>
  </w:style>
  <w:style w:type="character" w:customStyle="1" w:styleId="ListenabsatzZchn">
    <w:name w:val="Listenabsatz Zchn"/>
    <w:basedOn w:val="Absatz-Standardschriftart"/>
    <w:link w:val="Listenabsatz"/>
    <w:uiPriority w:val="34"/>
    <w:rsid w:val="00E36D04"/>
  </w:style>
  <w:style w:type="character" w:customStyle="1" w:styleId="QuellcodeZchn">
    <w:name w:val="Quellcode Zchn"/>
    <w:basedOn w:val="ListenabsatzZchn"/>
    <w:link w:val="Quellcode"/>
    <w:rsid w:val="00E36D04"/>
    <w:rPr>
      <w:rFonts w:ascii="Courier New" w:hAnsi="Courier New" w:cs="Courier New"/>
      <w:sz w:val="20"/>
      <w:szCs w:val="20"/>
      <w:lang w:val="en-US"/>
    </w:rPr>
  </w:style>
  <w:style w:type="character" w:customStyle="1" w:styleId="SprechblasentextZchn">
    <w:name w:val="Sprechblasentext Zchn"/>
    <w:basedOn w:val="Absatz-Standardschriftart"/>
    <w:link w:val="Sprechblasentext"/>
    <w:uiPriority w:val="99"/>
    <w:semiHidden/>
    <w:rsid w:val="00E36D04"/>
    <w:rPr>
      <w:rFonts w:ascii="Segoe UI" w:hAnsi="Segoe UI" w:cs="Segoe UI"/>
      <w:sz w:val="18"/>
      <w:szCs w:val="18"/>
    </w:rPr>
  </w:style>
  <w:style w:type="table" w:styleId="Gitternetztabelle4Akzent1">
    <w:name w:val="Grid Table 4 Accent 1"/>
    <w:basedOn w:val="NormaleTabelle"/>
    <w:uiPriority w:val="49"/>
    <w:rsid w:val="003B7431"/>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Gitternetztabelle5dunkelAkzent1">
    <w:name w:val="Grid Table 5 Dark Accent 1"/>
    <w:basedOn w:val="NormaleTabelle"/>
    <w:uiPriority w:val="50"/>
    <w:rsid w:val="006D2CB4"/>
    <w:pPr>
      <w:spacing w:after="0" w:line="240" w:lineRule="auto"/>
    </w:pPr>
    <w:tblPr>
      <w:tblStyleRowBandSize w:val="1"/>
      <w:tblStyleColBandSize w:val="1"/>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Pr>
    <w:tcPr>
      <w:shd w:val="clear" w:color="auto" w:fill="D9E2F3" w:themeFill="accent1" w:themeFillTint="33"/>
    </w:tcPr>
    <w:tblStylePr w:type="firstRow">
      <w:rPr>
        <w:b/>
        <w:bCs/>
        <w:color w:val="FFFFFF" w:themeColor="background1"/>
      </w:rPr>
      <w:tblPr/>
      <w:tcPr>
        <w:tcBorders>
          <w:top w:val="single" w:sz="4" w:space="0" w:color="FFFFFF" w:themeColor="background1"/>
          <w:left w:val="single" w:sz="4" w:space="0" w:color="FFFFFF" w:themeColor="background1"/>
          <w:right w:val="single" w:sz="4" w:space="0" w:color="FFFFFF" w:themeColor="background1"/>
          <w:insideH w:val="nil"/>
          <w:insideV w:val="nil"/>
        </w:tcBorders>
        <w:shd w:val="clear" w:color="auto" w:fill="4472C4" w:themeFill="accent1"/>
      </w:tcPr>
    </w:tblStylePr>
    <w:tblStylePr w:type="lastRow">
      <w:rPr>
        <w:b/>
        <w:bCs/>
        <w:color w:val="FFFFFF" w:themeColor="background1"/>
      </w:rPr>
      <w:tblPr/>
      <w:tcPr>
        <w:tcBorders>
          <w:left w:val="single" w:sz="4" w:space="0" w:color="FFFFFF" w:themeColor="background1"/>
          <w:bottom w:val="single" w:sz="4" w:space="0" w:color="FFFFFF" w:themeColor="background1"/>
          <w:right w:val="single" w:sz="4" w:space="0" w:color="FFFFFF" w:themeColor="background1"/>
          <w:insideH w:val="nil"/>
          <w:insideV w:val="nil"/>
        </w:tcBorders>
        <w:shd w:val="clear" w:color="auto" w:fill="4472C4" w:themeFill="accent1"/>
      </w:tcPr>
    </w:tblStylePr>
    <w:tblStylePr w:type="firstCol">
      <w:rPr>
        <w:b/>
        <w:bCs/>
        <w:color w:val="FFFFFF" w:themeColor="background1"/>
      </w:rPr>
      <w:tblPr/>
      <w:tcPr>
        <w:tcBorders>
          <w:top w:val="single" w:sz="4" w:space="0" w:color="FFFFFF" w:themeColor="background1"/>
          <w:left w:val="single" w:sz="4" w:space="0" w:color="FFFFFF" w:themeColor="background1"/>
          <w:bottom w:val="single" w:sz="4" w:space="0" w:color="FFFFFF" w:themeColor="background1"/>
          <w:insideV w:val="nil"/>
        </w:tcBorders>
        <w:shd w:val="clear" w:color="auto" w:fill="4472C4" w:themeFill="accent1"/>
      </w:tcPr>
    </w:tblStylePr>
    <w:tblStylePr w:type="lastCol">
      <w:rPr>
        <w:b/>
        <w:bCs/>
        <w:color w:val="FFFFFF" w:themeColor="background1"/>
      </w:rPr>
      <w:tblPr/>
      <w:tcPr>
        <w:tcBorders>
          <w:top w:val="single" w:sz="4" w:space="0" w:color="FFFFFF" w:themeColor="background1"/>
          <w:bottom w:val="single" w:sz="4" w:space="0" w:color="FFFFFF" w:themeColor="background1"/>
          <w:right w:val="single" w:sz="4" w:space="0" w:color="FFFFFF" w:themeColor="background1"/>
          <w:insideV w:val="nil"/>
        </w:tcBorders>
        <w:shd w:val="clear" w:color="auto" w:fill="4472C4" w:themeFill="accent1"/>
      </w:tcPr>
    </w:tblStylePr>
    <w:tblStylePr w:type="band1Vert">
      <w:tblPr/>
      <w:tcPr>
        <w:shd w:val="clear" w:color="auto" w:fill="B4C6E7" w:themeFill="accent1" w:themeFillTint="66"/>
      </w:tcPr>
    </w:tblStylePr>
    <w:tblStylePr w:type="band1Horz">
      <w:tblPr/>
      <w:tcPr>
        <w:shd w:val="clear" w:color="auto" w:fill="B4C6E7" w:themeFill="accent1" w:themeFillTint="66"/>
      </w:tcPr>
    </w:tblStylePr>
  </w:style>
  <w:style w:type="table" w:styleId="Gitternetztabelle4Akzent4">
    <w:name w:val="Grid Table 4 Accent 4"/>
    <w:basedOn w:val="NormaleTabelle"/>
    <w:uiPriority w:val="49"/>
    <w:rsid w:val="00FD576A"/>
    <w:pPr>
      <w:spacing w:after="0" w:line="240" w:lineRule="auto"/>
    </w:pPr>
    <w:tblPr>
      <w:tblStyleRowBandSize w:val="1"/>
      <w:tblStyleColBandSize w:val="1"/>
      <w:tblBorders>
        <w:top w:val="single" w:sz="4" w:space="0" w:color="FFD966" w:themeColor="accent4" w:themeTint="99"/>
        <w:left w:val="single" w:sz="4" w:space="0" w:color="FFD966" w:themeColor="accent4" w:themeTint="99"/>
        <w:bottom w:val="single" w:sz="4" w:space="0" w:color="FFD966" w:themeColor="accent4" w:themeTint="99"/>
        <w:right w:val="single" w:sz="4" w:space="0" w:color="FFD966" w:themeColor="accent4" w:themeTint="99"/>
        <w:insideH w:val="single" w:sz="4" w:space="0" w:color="FFD966" w:themeColor="accent4" w:themeTint="99"/>
        <w:insideV w:val="single" w:sz="4" w:space="0" w:color="FFD966" w:themeColor="accent4" w:themeTint="99"/>
      </w:tblBorders>
    </w:tblPr>
    <w:tblStylePr w:type="firstRow">
      <w:rPr>
        <w:b/>
        <w:bCs/>
        <w:color w:val="FFFFFF" w:themeColor="background1"/>
      </w:rPr>
      <w:tblPr/>
      <w:tcPr>
        <w:tcBorders>
          <w:top w:val="single" w:sz="4" w:space="0" w:color="FFC000" w:themeColor="accent4"/>
          <w:left w:val="single" w:sz="4" w:space="0" w:color="FFC000" w:themeColor="accent4"/>
          <w:bottom w:val="single" w:sz="4" w:space="0" w:color="FFC000" w:themeColor="accent4"/>
          <w:right w:val="single" w:sz="4" w:space="0" w:color="FFC000" w:themeColor="accent4"/>
          <w:insideH w:val="nil"/>
          <w:insideV w:val="nil"/>
        </w:tcBorders>
        <w:shd w:val="clear" w:color="auto" w:fill="FFC000" w:themeFill="accent4"/>
      </w:tcPr>
    </w:tblStylePr>
    <w:tblStylePr w:type="lastRow">
      <w:rPr>
        <w:b/>
        <w:bCs/>
      </w:rPr>
      <w:tblPr/>
      <w:tcPr>
        <w:tcBorders>
          <w:top w:val="double" w:sz="4" w:space="0" w:color="FFC000" w:themeColor="accent4"/>
        </w:tcBorders>
      </w:tc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 w:type="paragraph" w:customStyle="1" w:styleId="Default">
    <w:name w:val="Default"/>
    <w:rsid w:val="00C00A9F"/>
    <w:pPr>
      <w:autoSpaceDE w:val="0"/>
      <w:autoSpaceDN w:val="0"/>
      <w:adjustRightInd w:val="0"/>
      <w:spacing w:after="0" w:line="240" w:lineRule="auto"/>
    </w:pPr>
    <w:rPr>
      <w:rFonts w:ascii="Courier New" w:hAnsi="Courier New" w:cs="Courier New"/>
      <w:color w:val="000000"/>
      <w:sz w:val="24"/>
      <w:szCs w:val="24"/>
    </w:rPr>
  </w:style>
  <w:style w:type="character" w:styleId="Kommentarzeichen">
    <w:name w:val="annotation reference"/>
    <w:basedOn w:val="Absatz-Standardschriftart"/>
    <w:uiPriority w:val="99"/>
    <w:semiHidden/>
    <w:unhideWhenUsed/>
    <w:rsid w:val="00A82359"/>
    <w:rPr>
      <w:sz w:val="16"/>
      <w:szCs w:val="16"/>
    </w:rPr>
  </w:style>
  <w:style w:type="paragraph" w:styleId="Kommentartext">
    <w:name w:val="annotation text"/>
    <w:basedOn w:val="Standard"/>
    <w:link w:val="KommentartextZchn"/>
    <w:uiPriority w:val="99"/>
    <w:semiHidden/>
    <w:unhideWhenUsed/>
    <w:rsid w:val="00A82359"/>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A82359"/>
    <w:rPr>
      <w:sz w:val="20"/>
      <w:szCs w:val="20"/>
    </w:rPr>
  </w:style>
  <w:style w:type="paragraph" w:styleId="Kommentarthema">
    <w:name w:val="annotation subject"/>
    <w:basedOn w:val="Kommentartext"/>
    <w:next w:val="Kommentartext"/>
    <w:link w:val="KommentarthemaZchn"/>
    <w:uiPriority w:val="99"/>
    <w:semiHidden/>
    <w:unhideWhenUsed/>
    <w:rsid w:val="00A82359"/>
    <w:rPr>
      <w:b/>
      <w:bCs/>
    </w:rPr>
  </w:style>
  <w:style w:type="character" w:customStyle="1" w:styleId="KommentarthemaZchn">
    <w:name w:val="Kommentarthema Zchn"/>
    <w:basedOn w:val="KommentartextZchn"/>
    <w:link w:val="Kommentarthema"/>
    <w:uiPriority w:val="99"/>
    <w:semiHidden/>
    <w:rsid w:val="00A82359"/>
    <w:rPr>
      <w:b/>
      <w:bCs/>
      <w:sz w:val="20"/>
      <w:szCs w:val="20"/>
    </w:rPr>
  </w:style>
  <w:style w:type="character" w:styleId="BesuchterLink">
    <w:name w:val="FollowedHyperlink"/>
    <w:basedOn w:val="Absatz-Standardschriftart"/>
    <w:uiPriority w:val="99"/>
    <w:semiHidden/>
    <w:unhideWhenUsed/>
    <w:rsid w:val="00D03667"/>
    <w:rPr>
      <w:color w:val="954F72" w:themeColor="followedHyperlink"/>
      <w:u w:val="single"/>
    </w:rPr>
  </w:style>
  <w:style w:type="character" w:styleId="Fett">
    <w:name w:val="Strong"/>
    <w:basedOn w:val="Absatz-Standardschriftart"/>
    <w:uiPriority w:val="22"/>
    <w:qFormat/>
    <w:rsid w:val="00D0366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77042626">
      <w:bodyDiv w:val="1"/>
      <w:marLeft w:val="0"/>
      <w:marRight w:val="0"/>
      <w:marTop w:val="0"/>
      <w:marBottom w:val="0"/>
      <w:divBdr>
        <w:top w:val="none" w:sz="0" w:space="0" w:color="auto"/>
        <w:left w:val="none" w:sz="0" w:space="0" w:color="auto"/>
        <w:bottom w:val="none" w:sz="0" w:space="0" w:color="auto"/>
        <w:right w:val="none" w:sz="0" w:space="0" w:color="auto"/>
      </w:divBdr>
      <w:divsChild>
        <w:div w:id="1867520519">
          <w:marLeft w:val="1152"/>
          <w:marRight w:val="0"/>
          <w:marTop w:val="67"/>
          <w:marBottom w:val="0"/>
          <w:divBdr>
            <w:top w:val="none" w:sz="0" w:space="0" w:color="auto"/>
            <w:left w:val="none" w:sz="0" w:space="0" w:color="auto"/>
            <w:bottom w:val="none" w:sz="0" w:space="0" w:color="auto"/>
            <w:right w:val="none" w:sz="0" w:space="0" w:color="auto"/>
          </w:divBdr>
        </w:div>
      </w:divsChild>
    </w:div>
    <w:div w:id="269705166">
      <w:bodyDiv w:val="1"/>
      <w:marLeft w:val="0"/>
      <w:marRight w:val="0"/>
      <w:marTop w:val="0"/>
      <w:marBottom w:val="0"/>
      <w:divBdr>
        <w:top w:val="none" w:sz="0" w:space="0" w:color="auto"/>
        <w:left w:val="none" w:sz="0" w:space="0" w:color="auto"/>
        <w:bottom w:val="none" w:sz="0" w:space="0" w:color="auto"/>
        <w:right w:val="none" w:sz="0" w:space="0" w:color="auto"/>
      </w:divBdr>
    </w:div>
    <w:div w:id="932126732">
      <w:bodyDiv w:val="1"/>
      <w:marLeft w:val="0"/>
      <w:marRight w:val="0"/>
      <w:marTop w:val="0"/>
      <w:marBottom w:val="0"/>
      <w:divBdr>
        <w:top w:val="none" w:sz="0" w:space="0" w:color="auto"/>
        <w:left w:val="none" w:sz="0" w:space="0" w:color="auto"/>
        <w:bottom w:val="none" w:sz="0" w:space="0" w:color="auto"/>
        <w:right w:val="none" w:sz="0" w:space="0" w:color="auto"/>
      </w:divBdr>
    </w:div>
    <w:div w:id="1635210556">
      <w:bodyDiv w:val="1"/>
      <w:marLeft w:val="0"/>
      <w:marRight w:val="0"/>
      <w:marTop w:val="0"/>
      <w:marBottom w:val="0"/>
      <w:divBdr>
        <w:top w:val="none" w:sz="0" w:space="0" w:color="auto"/>
        <w:left w:val="none" w:sz="0" w:space="0" w:color="auto"/>
        <w:bottom w:val="none" w:sz="0" w:space="0" w:color="auto"/>
        <w:right w:val="none" w:sz="0" w:space="0" w:color="auto"/>
      </w:divBdr>
      <w:divsChild>
        <w:div w:id="1069108132">
          <w:marLeft w:val="562"/>
          <w:marRight w:val="0"/>
          <w:marTop w:val="86"/>
          <w:marBottom w:val="6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6.svg"/><Relationship Id="rId18" Type="http://schemas.openxmlformats.org/officeDocument/2006/relationships/image" Target="media/image11.png"/><Relationship Id="rId26" Type="http://schemas.openxmlformats.org/officeDocument/2006/relationships/hyperlink" Target="https://luo-darmstadt.de/sqltut24/start.php" TargetMode="External"/><Relationship Id="rId3" Type="http://schemas.openxmlformats.org/officeDocument/2006/relationships/styles" Target="styles.xml"/><Relationship Id="rId21" Type="http://schemas.openxmlformats.org/officeDocument/2006/relationships/footer" Target="footer1.xml"/><Relationship Id="rId7" Type="http://schemas.openxmlformats.org/officeDocument/2006/relationships/endnotes" Target="endnotes.xml"/><Relationship Id="rId12" Type="http://schemas.openxmlformats.org/officeDocument/2006/relationships/image" Target="media/image5.png"/><Relationship Id="rId17" Type="http://schemas.openxmlformats.org/officeDocument/2006/relationships/image" Target="media/image10.png"/><Relationship Id="rId25" Type="http://schemas.openxmlformats.org/officeDocument/2006/relationships/hyperlink" Target="https://apps.informatik.cc/sql/" TargetMode="External"/><Relationship Id="rId2" Type="http://schemas.openxmlformats.org/officeDocument/2006/relationships/numbering" Target="numbering.xml"/><Relationship Id="rId16" Type="http://schemas.openxmlformats.org/officeDocument/2006/relationships/image" Target="media/image9.png"/><Relationship Id="rId20" Type="http://schemas.openxmlformats.org/officeDocument/2006/relationships/header" Target="header1.xml"/><Relationship Id="rId29"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svg"/><Relationship Id="rId24" Type="http://schemas.openxmlformats.org/officeDocument/2006/relationships/hyperlink" Target="https://instahub.org/" TargetMode="External"/><Relationship Id="rId5" Type="http://schemas.openxmlformats.org/officeDocument/2006/relationships/webSettings" Target="webSettings.xml"/><Relationship Id="rId15" Type="http://schemas.openxmlformats.org/officeDocument/2006/relationships/image" Target="media/image8.svg"/><Relationship Id="rId23" Type="http://schemas.openxmlformats.org/officeDocument/2006/relationships/hyperlink" Target="https://luo-darmstadt.de/sqltut24/start.php" TargetMode="External"/><Relationship Id="rId28" Type="http://schemas.openxmlformats.org/officeDocument/2006/relationships/header" Target="header2.xml"/><Relationship Id="rId10" Type="http://schemas.openxmlformats.org/officeDocument/2006/relationships/image" Target="media/image3.png"/><Relationship Id="rId19" Type="http://schemas.openxmlformats.org/officeDocument/2006/relationships/image" Target="media/image12.emf"/><Relationship Id="rId31"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image" Target="media/image2.svg"/><Relationship Id="rId14" Type="http://schemas.openxmlformats.org/officeDocument/2006/relationships/image" Target="media/image7.png"/><Relationship Id="rId22" Type="http://schemas.openxmlformats.org/officeDocument/2006/relationships/footer" Target="footer2.xml"/><Relationship Id="rId27" Type="http://schemas.openxmlformats.org/officeDocument/2006/relationships/hyperlink" Target="http://creativecommons.org/licenses/by-nc-sa/4.0/" TargetMode="External"/><Relationship Id="rId30"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14.png"/></Relationships>
</file>

<file path=word/_rels/footer2.xml.rels><?xml version="1.0" encoding="UTF-8" standalone="yes"?>
<Relationships xmlns="http://schemas.openxmlformats.org/package/2006/relationships"><Relationship Id="rId1" Type="http://schemas.openxmlformats.org/officeDocument/2006/relationships/image" Target="media/image14.png"/></Relationships>
</file>

<file path=word/_rels/footer3.xml.rels><?xml version="1.0" encoding="UTF-8" standalone="yes"?>
<Relationships xmlns="http://schemas.openxmlformats.org/package/2006/relationships"><Relationship Id="rId1" Type="http://schemas.openxmlformats.org/officeDocument/2006/relationships/image" Target="media/image14.png"/></Relationships>
</file>

<file path=word/_rels/footnotes.xml.rels><?xml version="1.0" encoding="UTF-8" standalone="yes"?>
<Relationships xmlns="http://schemas.openxmlformats.org/package/2006/relationships"><Relationship Id="rId3" Type="http://schemas.openxmlformats.org/officeDocument/2006/relationships/hyperlink" Target="https://sqlitebrowser.org/" TargetMode="External"/><Relationship Id="rId2" Type="http://schemas.openxmlformats.org/officeDocument/2006/relationships/hyperlink" Target="https://sqliteonline.com/" TargetMode="External"/><Relationship Id="rId1" Type="http://schemas.openxmlformats.org/officeDocument/2006/relationships/hyperlink" Target="http://vlin.de/zusatz/mysql/" TargetMode="External"/><Relationship Id="rId6" Type="http://schemas.openxmlformats.org/officeDocument/2006/relationships/hyperlink" Target="https://cuvo.nibis.de/index.php?p=download&amp;upload=736" TargetMode="External"/><Relationship Id="rId5" Type="http://schemas.openxmlformats.org/officeDocument/2006/relationships/hyperlink" Target="https://imoodle.de/" TargetMode="External"/><Relationship Id="rId4" Type="http://schemas.openxmlformats.org/officeDocument/2006/relationships/hyperlink" Target="https://sql-tutorial.de/home/start.php"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3.emf"/></Relationships>
</file>

<file path=word/_rels/header2.xml.rels><?xml version="1.0" encoding="UTF-8" standalone="yes"?>
<Relationships xmlns="http://schemas.openxmlformats.org/package/2006/relationships"><Relationship Id="rId1" Type="http://schemas.openxmlformats.org/officeDocument/2006/relationships/image" Target="media/image13.e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tovem\AppData\Roaming\Microsoft\Templates\INFSII_Vorlage_pdf.dotx"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79B76EB-3E60-4B12-A296-76CCA534DA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INFSII_Vorlage_pdf.dotx</Template>
  <TotalTime>0</TotalTime>
  <Pages>18</Pages>
  <Words>5665</Words>
  <Characters>35694</Characters>
  <Application>Microsoft Office Word</Application>
  <DocSecurity>0</DocSecurity>
  <Lines>297</Lines>
  <Paragraphs>82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41277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tovem</dc:creator>
  <cp:keywords/>
  <dc:description/>
  <cp:lastModifiedBy>Brandt, Ylva</cp:lastModifiedBy>
  <cp:revision>16</cp:revision>
  <cp:lastPrinted>2025-10-30T10:17:00Z</cp:lastPrinted>
  <dcterms:created xsi:type="dcterms:W3CDTF">2021-11-17T16:17:00Z</dcterms:created>
  <dcterms:modified xsi:type="dcterms:W3CDTF">2025-10-30T10:18:00Z</dcterms:modified>
</cp:coreProperties>
</file>